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8" Type="http://schemas.openxmlformats.org/officeDocument/2006/relationships/extended-properties" Target="docProps/app.xml"/><Relationship Id="rId7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06/relationships/ui/userCustomization" Target="userCustomization/customUI.xml"/><Relationship Id="rId5" Type="http://schemas.microsoft.com/office/2006/relationships/ui/extensibility" Target="Makroinstrukcje2.xml"/><Relationship Id="rId9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82AC6" w14:textId="07A77F51" w:rsidR="006D5B38" w:rsidRDefault="006D5B38" w:rsidP="006D5B38">
      <w:r>
        <w:t xml:space="preserve">BP5.4101.4.2023                          Dz. U. poz. </w:t>
      </w:r>
      <w:r w:rsidR="00F50AED">
        <w:t>454</w:t>
      </w:r>
      <w:r>
        <w:t xml:space="preserve">     (data ogłoszenia </w:t>
      </w:r>
      <w:r w:rsidR="00F50AED">
        <w:t>27 marca</w:t>
      </w:r>
      <w:r>
        <w:t xml:space="preserve"> 2024 r.)</w:t>
      </w:r>
    </w:p>
    <w:p w14:paraId="5D1D3539" w14:textId="77777777" w:rsidR="00172883" w:rsidRDefault="00172883" w:rsidP="00423954">
      <w:pPr>
        <w:pStyle w:val="TEKSTOBWIESZCZENIENAZWAORGANUWYDAJCEGOOTJ"/>
      </w:pPr>
    </w:p>
    <w:p w14:paraId="5A3A1679" w14:textId="10EFDDD0" w:rsidR="00423954" w:rsidRPr="00F50AED" w:rsidRDefault="00423954" w:rsidP="00423954">
      <w:pPr>
        <w:pStyle w:val="TEKSTOBWIESZCZENIENAZWAORGANUWYDAJCEGOOTJ"/>
      </w:pPr>
      <w:r w:rsidRPr="00F50AED">
        <w:t>OBWIESZCZENIE</w:t>
      </w:r>
    </w:p>
    <w:p w14:paraId="017CFE72" w14:textId="62A04FD6" w:rsidR="00423954" w:rsidRPr="00F50AED" w:rsidRDefault="00423954" w:rsidP="00423954">
      <w:pPr>
        <w:pStyle w:val="TEKSTOBWIESZCZENIENAZWAORGANUWYDAJCEGOOTJ"/>
      </w:pPr>
      <w:r w:rsidRPr="00F50AED">
        <w:t>Ministra finansów</w:t>
      </w:r>
    </w:p>
    <w:p w14:paraId="333A10C4" w14:textId="58FBC43D" w:rsidR="00423954" w:rsidRPr="00A15C08" w:rsidRDefault="00423954" w:rsidP="00423954">
      <w:pPr>
        <w:pStyle w:val="DATAOTJdatawydaniaobwieszczeniatekstujednolitego"/>
      </w:pPr>
      <w:r w:rsidRPr="00A15C08">
        <w:t>z dnia</w:t>
      </w:r>
      <w:r w:rsidR="00F50AED">
        <w:t xml:space="preserve"> 7 lutego</w:t>
      </w:r>
      <w:r w:rsidR="007448D1" w:rsidRPr="00A15C08">
        <w:t xml:space="preserve"> </w:t>
      </w:r>
      <w:r w:rsidRPr="00A15C08">
        <w:t>20</w:t>
      </w:r>
      <w:r w:rsidR="00745C8E" w:rsidRPr="00A15C08">
        <w:t>2</w:t>
      </w:r>
      <w:r w:rsidR="009D1EDA">
        <w:t>4</w:t>
      </w:r>
      <w:r w:rsidRPr="00A15C08">
        <w:t xml:space="preserve"> r.</w:t>
      </w:r>
    </w:p>
    <w:p w14:paraId="55A1EF44" w14:textId="61E656CE" w:rsidR="00423954" w:rsidRPr="00A15C08" w:rsidRDefault="00423954" w:rsidP="00423954">
      <w:pPr>
        <w:pStyle w:val="TYTUOTJprzedmiotobwieszczeniatekstujednolitego"/>
      </w:pPr>
      <w:r w:rsidRPr="00A15C08">
        <w:t>w sprawi</w:t>
      </w:r>
      <w:r w:rsidR="00461EB8" w:rsidRPr="00A15C08">
        <w:t>e</w:t>
      </w:r>
      <w:r w:rsidRPr="00A15C08">
        <w:t xml:space="preserve"> </w:t>
      </w:r>
      <w:r w:rsidR="00F36674" w:rsidRPr="00A15C08">
        <w:t>o</w:t>
      </w:r>
      <w:r w:rsidRPr="00A15C08">
        <w:t>głoszenia jednolitego tekstu rozporządzenia Ministra Finansów w</w:t>
      </w:r>
      <w:r w:rsidR="007F1831">
        <w:t xml:space="preserve"> </w:t>
      </w:r>
      <w:r w:rsidRPr="00A15C08">
        <w:t>sprawie sprawozdawczości budżetowej</w:t>
      </w:r>
      <w:r w:rsidR="00FF187F" w:rsidRPr="00A15C08">
        <w:t xml:space="preserve"> </w:t>
      </w:r>
    </w:p>
    <w:p w14:paraId="4064F4A8" w14:textId="78D9843C" w:rsidR="00B329CB" w:rsidRPr="00A15C08" w:rsidRDefault="00423954" w:rsidP="0088334C">
      <w:pPr>
        <w:pStyle w:val="PKTOTJpunktobwieszczeniatekstujednolitegonp1"/>
      </w:pPr>
      <w:r w:rsidRPr="00A15C08">
        <w:t>1. N</w:t>
      </w:r>
      <w:r w:rsidR="00F41A41" w:rsidRPr="00A15C08">
        <w:t>a</w:t>
      </w:r>
      <w:r w:rsidRPr="00A15C08">
        <w:t xml:space="preserve"> p</w:t>
      </w:r>
      <w:r w:rsidR="00800FF0" w:rsidRPr="00A15C08">
        <w:t>o</w:t>
      </w:r>
      <w:r w:rsidRPr="00A15C08">
        <w:t>dstawie art. 16 ust. 3 ustawy z dnia 20</w:t>
      </w:r>
      <w:r w:rsidR="007F1831">
        <w:t xml:space="preserve"> lipca 2000 </w:t>
      </w:r>
      <w:r w:rsidRPr="00A15C08">
        <w:t xml:space="preserve">r. o ogłaszaniu aktów normatywnych i niektórych </w:t>
      </w:r>
      <w:r w:rsidR="007F1831">
        <w:t xml:space="preserve">innych aktów prawnych (Dz. U. z </w:t>
      </w:r>
      <w:r w:rsidRPr="00A15C08">
        <w:t>201</w:t>
      </w:r>
      <w:r w:rsidR="00B331C4" w:rsidRPr="00A15C08">
        <w:t>9</w:t>
      </w:r>
      <w:r w:rsidR="007F1831">
        <w:t xml:space="preserve"> r. poz. </w:t>
      </w:r>
      <w:r w:rsidR="00B331C4" w:rsidRPr="00A15C08">
        <w:t>1461</w:t>
      </w:r>
      <w:r w:rsidRPr="00A15C08">
        <w:t>) ogłasza się w</w:t>
      </w:r>
      <w:r w:rsidR="007F1831">
        <w:t xml:space="preserve"> </w:t>
      </w:r>
      <w:r w:rsidRPr="00A15C08">
        <w:t xml:space="preserve">załączniku do niniejszego obwieszczenia jednolity tekst rozporządzenia Ministra Finansów z dnia </w:t>
      </w:r>
      <w:r w:rsidR="00587BB3" w:rsidRPr="00A15C08">
        <w:t>11</w:t>
      </w:r>
      <w:r w:rsidRPr="00A15C08">
        <w:t xml:space="preserve"> stycznia 20</w:t>
      </w:r>
      <w:r w:rsidR="00587BB3" w:rsidRPr="00A15C08">
        <w:t>22</w:t>
      </w:r>
      <w:r w:rsidRPr="00A15C08">
        <w:t xml:space="preserve"> r. w sprawie spra</w:t>
      </w:r>
      <w:r w:rsidR="00587BB3" w:rsidRPr="00A15C08">
        <w:t>wozdawczości budżetowej (Dz. U.</w:t>
      </w:r>
      <w:r w:rsidR="00B331C4" w:rsidRPr="00A15C08">
        <w:t xml:space="preserve"> </w:t>
      </w:r>
      <w:r w:rsidRPr="00A15C08">
        <w:t xml:space="preserve">poz. </w:t>
      </w:r>
      <w:r w:rsidR="00B331C4" w:rsidRPr="00A15C08">
        <w:t>1</w:t>
      </w:r>
      <w:r w:rsidR="00587BB3" w:rsidRPr="00A15C08">
        <w:t>44</w:t>
      </w:r>
      <w:r w:rsidR="00B331C4" w:rsidRPr="00A15C08">
        <w:t>)</w:t>
      </w:r>
      <w:r w:rsidRPr="00A15C08">
        <w:t xml:space="preserve">, </w:t>
      </w:r>
      <w:r w:rsidR="007F1831">
        <w:t>z uwzględnieniem zmian wprowadzonych</w:t>
      </w:r>
      <w:r w:rsidR="00022C8F" w:rsidRPr="00A15C08">
        <w:t xml:space="preserve"> rozporządzeniem Ministra Finansów z dnia 26 stycznia 2023 r. zmieniającym rozporządzenie w sprawie sprawozdawczości budżetowej (Dz. U. poz. 193).</w:t>
      </w:r>
    </w:p>
    <w:p w14:paraId="5E2D724C" w14:textId="77777777" w:rsidR="002E5267" w:rsidRPr="00A15C08" w:rsidRDefault="00423954" w:rsidP="001608BA">
      <w:pPr>
        <w:pStyle w:val="PKTOTJpunktobwieszczeniatekstujednolitegonp1"/>
      </w:pPr>
      <w:r w:rsidRPr="00A15C08">
        <w:t>2. Podany w załączniku do niniejszego obwieszczenia tekst jednolity rozporządzenia nie obejmuje</w:t>
      </w:r>
      <w:r w:rsidR="002E5267" w:rsidRPr="00A15C08">
        <w:t>:</w:t>
      </w:r>
    </w:p>
    <w:p w14:paraId="7519D6EA" w14:textId="0E8D2192" w:rsidR="002E5267" w:rsidRPr="00A15C08" w:rsidRDefault="002E5267" w:rsidP="002029DF">
      <w:pPr>
        <w:pStyle w:val="PPKTOTJpodpunktwobwieszczeniutekstujednolitegonp1"/>
      </w:pPr>
      <w:r w:rsidRPr="00A15C08">
        <w:t>1)</w:t>
      </w:r>
      <w:r w:rsidR="002029DF" w:rsidRPr="00A15C08">
        <w:tab/>
      </w:r>
      <w:r w:rsidRPr="00A15C08">
        <w:t>§ 19–2</w:t>
      </w:r>
      <w:r w:rsidR="00077B2A" w:rsidRPr="00A15C08">
        <w:t>4</w:t>
      </w:r>
      <w:r w:rsidRPr="00A15C08">
        <w:t xml:space="preserve"> rozporządzenia Ministra Finansów z dnia 11 stycznia 2022 r. w sprawie sprawozdawczości budżetowej (Dz. U. poz. 144), które stanowią:</w:t>
      </w:r>
    </w:p>
    <w:p w14:paraId="13BDC0B9" w14:textId="0D40C5D5" w:rsidR="002E5267" w:rsidRPr="00A15C08" w:rsidRDefault="007F1831" w:rsidP="007A2F95">
      <w:pPr>
        <w:pStyle w:val="ARTartustawynprozporzdzenia"/>
      </w:pPr>
      <w:r>
        <w:t>„§ </w:t>
      </w:r>
      <w:r w:rsidR="002029DF" w:rsidRPr="00A15C08">
        <w:t>19</w:t>
      </w:r>
      <w:r w:rsidR="002E5267" w:rsidRPr="00A15C08">
        <w:t>. </w:t>
      </w:r>
      <w:r w:rsidR="007A2F95" w:rsidRPr="00A15C08">
        <w:t>Przepisy rozporządzenia mają zastosowanie po raz pierwszy do sprawozdań sporządzanych za okresy sprawozdawcze rozpoczynające się od dnia 1 stycznia 2022 r., z zastrzeżeniem § 20, § 21, § 22 i § 24.</w:t>
      </w:r>
    </w:p>
    <w:p w14:paraId="31079912" w14:textId="33F6C6D5" w:rsidR="007A2F95" w:rsidRPr="00A15C08" w:rsidRDefault="007F1831" w:rsidP="007A2F95">
      <w:pPr>
        <w:pStyle w:val="ARTartustawynprozporzdzenia"/>
      </w:pPr>
      <w:r>
        <w:t>§ </w:t>
      </w:r>
      <w:r w:rsidR="007A2F95" w:rsidRPr="00A15C08">
        <w:t>20.</w:t>
      </w:r>
      <w:r>
        <w:t> </w:t>
      </w:r>
      <w:r w:rsidR="007A2F95" w:rsidRPr="00A15C08">
        <w:t>Przepis § 12 ust. 4 stosuje się po raz pierwszy do sprawozdań sporządzanych za okresy sprawozdawcze rozpoczynające się od dnia 1 stycznia 2023 r. oraz do sprawozdań Rb-27ZZ, Rb-30S i Rb-50 za IV kwartały 2022 r. i rocznych sprawozdań Rb-27S i Rb-28S za rok 2022.</w:t>
      </w:r>
    </w:p>
    <w:p w14:paraId="0B8822BB" w14:textId="26DC6EF5" w:rsidR="007A2F95" w:rsidRPr="00A15C08" w:rsidRDefault="007F1831" w:rsidP="007A2F95">
      <w:pPr>
        <w:pStyle w:val="ARTartustawynprozporzdzenia"/>
      </w:pPr>
      <w:r>
        <w:t>§ 21. </w:t>
      </w:r>
      <w:r w:rsidR="007A2F95" w:rsidRPr="00A15C08">
        <w:t xml:space="preserve">Do miesięcznych sprawozdań Rb-27S i Rb-28S za styczeń, marzec, czerwiec, wrzesień, listopad i grudzień 2022 r., kwartalnych sprawozdań Rb-28NWS za I i II kwartały 2022 r., kwartalnych sprawozdań Rb-27ZZ, Rb-30S, Rb-34S i Rb-50 za I, II i III kwartały 2022 r. i kwartalnych sprawozdań Rb-34S za IV kwartały 2022 r. stosuje się </w:t>
      </w:r>
      <w:r w:rsidR="007A2F95" w:rsidRPr="00A15C08">
        <w:lastRenderedPageBreak/>
        <w:t>przepis § 12 ust. 4 rozporządzenia Ministra Rozwoju i Finansów z dnia 9 stycznia 2018 r. w sprawie sprawozdawczości budżetowej (Dz. U. z 2020 r. poz. 1564 oraz z 2021 r. poz. 964).</w:t>
      </w:r>
    </w:p>
    <w:p w14:paraId="00A91596" w14:textId="7AD2E417" w:rsidR="007A2F95" w:rsidRPr="00A15C08" w:rsidRDefault="007F1831" w:rsidP="007A2F95">
      <w:pPr>
        <w:pStyle w:val="ARTartustawynprozporzdzenia"/>
      </w:pPr>
      <w:r>
        <w:t>§ 22. 1. </w:t>
      </w:r>
      <w:r w:rsidR="007A2F95" w:rsidRPr="00A15C08">
        <w:t>Przepisy rozporządzenia stosuje się do rocznego sprawozdania Rb-PDP za rok 2021 oraz korekt tego sprawozdania za rok 2021.</w:t>
      </w:r>
    </w:p>
    <w:p w14:paraId="71ADD110" w14:textId="2A4E39DC" w:rsidR="007A2F95" w:rsidRPr="00A15C08" w:rsidRDefault="007F1831" w:rsidP="007F5D42">
      <w:pPr>
        <w:pStyle w:val="USTustnpkodeksu"/>
      </w:pPr>
      <w:r>
        <w:t>2. </w:t>
      </w:r>
      <w:r w:rsidR="007A2F95" w:rsidRPr="00A15C08">
        <w:t>Do rocznego sprawozdania Rb-27S za rok 2021 oraz korekt tego sprawozdania za rok 2021 stosuje się przepisy dotychczasowe, z uwzględnieniem § 3 ust. 2 pkt 3 załącznika nr 37 do rozporządzenia.</w:t>
      </w:r>
    </w:p>
    <w:p w14:paraId="343A4E26" w14:textId="41855853" w:rsidR="007A2F95" w:rsidRPr="00A15C08" w:rsidRDefault="007F1831" w:rsidP="007F5D42">
      <w:pPr>
        <w:pStyle w:val="ARTartustawynprozporzdzenia"/>
      </w:pPr>
      <w:r>
        <w:t>§ 23. 1. </w:t>
      </w:r>
      <w:r w:rsidR="007A2F95" w:rsidRPr="00A15C08">
        <w:t>Do sprawozdań i korekt sprawozdań za okresy sprawozdawcze roku 2021, z wyjątkiem rocznych sprawozdań, o których mowa w § 22, stosuje się przepisy dotychczasowe.</w:t>
      </w:r>
    </w:p>
    <w:p w14:paraId="574D91BE" w14:textId="1A79D9FE" w:rsidR="00077B2A" w:rsidRPr="00A15C08" w:rsidRDefault="007F1831" w:rsidP="007F5D42">
      <w:pPr>
        <w:pStyle w:val="USTustnpkodeksu"/>
      </w:pPr>
      <w:r>
        <w:t>2. </w:t>
      </w:r>
      <w:r w:rsidR="007A2F95" w:rsidRPr="00A15C08">
        <w:t>Do korekt rocznych sprawozdań Rb-27S i Rb-PDP za rok 2020 i lata wcześniejsze stosuje się przepisy dotychczasowe</w:t>
      </w:r>
      <w:r w:rsidR="007F5D42" w:rsidRPr="00A15C08">
        <w:t>.</w:t>
      </w:r>
    </w:p>
    <w:p w14:paraId="78FC0C05" w14:textId="61655ABD" w:rsidR="002029DF" w:rsidRPr="00A15C08" w:rsidRDefault="007F1831" w:rsidP="00151689">
      <w:pPr>
        <w:pStyle w:val="ARTartustawynprozporzdzenia"/>
      </w:pPr>
      <w:r>
        <w:t>§ 24. </w:t>
      </w:r>
      <w:r w:rsidR="00077B2A" w:rsidRPr="00A15C08">
        <w:t>Kwartalne sprawozdania Rb-34 są sporządzane po raz pierwszy za I kwartał 2023 r.</w:t>
      </w:r>
      <w:r w:rsidR="007F5D42" w:rsidRPr="00A15C08">
        <w:t>”;</w:t>
      </w:r>
    </w:p>
    <w:p w14:paraId="4DDC957C" w14:textId="2D84F17F" w:rsidR="008E79AB" w:rsidRPr="00A15C08" w:rsidRDefault="002E5267" w:rsidP="002029DF">
      <w:pPr>
        <w:pStyle w:val="PPKTOTJpodpunktwobwieszczeniutekstujednolitegonp1"/>
      </w:pPr>
      <w:r w:rsidRPr="00A15C08">
        <w:t>2</w:t>
      </w:r>
      <w:r w:rsidR="002029DF" w:rsidRPr="00A15C08">
        <w:t>)</w:t>
      </w:r>
      <w:r w:rsidR="002029DF" w:rsidRPr="00A15C08">
        <w:tab/>
      </w:r>
      <w:r w:rsidR="008E79AB" w:rsidRPr="00A15C08">
        <w:t>§ 2–</w:t>
      </w:r>
      <w:r w:rsidR="001608BA" w:rsidRPr="00A15C08">
        <w:t>5</w:t>
      </w:r>
      <w:r w:rsidR="008E79AB" w:rsidRPr="00A15C08">
        <w:t xml:space="preserve"> rozporządzenia Ministra Finansów z dnia </w:t>
      </w:r>
      <w:r w:rsidR="001608BA" w:rsidRPr="00A15C08">
        <w:t xml:space="preserve">26 stycznia </w:t>
      </w:r>
      <w:r w:rsidR="008E79AB" w:rsidRPr="00A15C08">
        <w:t>20</w:t>
      </w:r>
      <w:r w:rsidR="001608BA" w:rsidRPr="00A15C08">
        <w:t>23</w:t>
      </w:r>
      <w:r w:rsidR="008E79AB" w:rsidRPr="00A15C08">
        <w:t xml:space="preserve"> r. </w:t>
      </w:r>
      <w:r w:rsidR="00151689">
        <w:t xml:space="preserve">zmieniającego rozporządzenie </w:t>
      </w:r>
      <w:r w:rsidR="008E79AB" w:rsidRPr="00A15C08">
        <w:t>w sprawie sprawozdawczości budżetowej (Dz. U. poz. 1</w:t>
      </w:r>
      <w:r w:rsidR="001608BA" w:rsidRPr="00A15C08">
        <w:t>93</w:t>
      </w:r>
      <w:r w:rsidR="008E79AB" w:rsidRPr="00A15C08">
        <w:t>), które stanowią:</w:t>
      </w:r>
    </w:p>
    <w:p w14:paraId="5B5D354A" w14:textId="120A2B54" w:rsidR="008E79AB" w:rsidRPr="00A15C08" w:rsidRDefault="007F1831" w:rsidP="008E79AB">
      <w:pPr>
        <w:pStyle w:val="ARTartustawynprozporzdzenia"/>
      </w:pPr>
      <w:r>
        <w:t>„§ </w:t>
      </w:r>
      <w:r w:rsidR="008E79AB" w:rsidRPr="00A15C08">
        <w:t>2.</w:t>
      </w:r>
      <w:r w:rsidR="001608BA" w:rsidRPr="00A15C08">
        <w:t> Kwartalne sprawozdania Rb-40 i Rb-70 za IV kwartały 2022 r. sporządza się i przekazuje się zgodnie z przepisami rozporządzenia zmienianego w § 1 w brzmieniu dotychczasowym.</w:t>
      </w:r>
      <w:r w:rsidR="008E79AB" w:rsidRPr="00A15C08">
        <w:t> </w:t>
      </w:r>
    </w:p>
    <w:p w14:paraId="66839EA6" w14:textId="1754F442" w:rsidR="001608BA" w:rsidRPr="00A15C08" w:rsidRDefault="007F1831" w:rsidP="001608BA">
      <w:pPr>
        <w:pStyle w:val="ARTartustawynprozporzdzenia"/>
      </w:pPr>
      <w:r>
        <w:t>§ </w:t>
      </w:r>
      <w:r w:rsidR="001608BA" w:rsidRPr="00A15C08">
        <w:t>3</w:t>
      </w:r>
      <w:r w:rsidR="008E79AB" w:rsidRPr="00A15C08">
        <w:t>.</w:t>
      </w:r>
      <w:r w:rsidR="001608BA" w:rsidRPr="00A15C08">
        <w:t> Sprawozdania Rb-27S za grudzień 2022 r. oraz za rok 2022 oraz kwartalne sprawozdania Rb-NDS za IV kwartały 2022 r. sporządza się zgodnie z przepisami rozporządzenia zmienianego w § 1 w brzmieniu dotychczasowym.</w:t>
      </w:r>
    </w:p>
    <w:p w14:paraId="13409B76" w14:textId="63245C58" w:rsidR="001608BA" w:rsidRPr="00A15C08" w:rsidRDefault="008E79AB" w:rsidP="001608BA">
      <w:pPr>
        <w:pStyle w:val="ARTartustawynprozporzdzenia"/>
      </w:pPr>
      <w:r w:rsidRPr="00A15C08">
        <w:t>§</w:t>
      </w:r>
      <w:r w:rsidR="007F1831">
        <w:t> </w:t>
      </w:r>
      <w:r w:rsidR="001608BA" w:rsidRPr="00A15C08">
        <w:t>4</w:t>
      </w:r>
      <w:r w:rsidRPr="00A15C08">
        <w:t>. </w:t>
      </w:r>
      <w:r w:rsidR="001608BA" w:rsidRPr="00A15C08">
        <w:t>1. Przepisy rozporządzenia zmienianego w § 1 w brzmieniu nadanym niniejszym rozporządzeniem, z zastrzeżeniem ust. 2, stosuje się po raz pierwszy do:</w:t>
      </w:r>
    </w:p>
    <w:p w14:paraId="3098B17E" w14:textId="77777777" w:rsidR="001608BA" w:rsidRPr="00A15C08" w:rsidRDefault="001608BA" w:rsidP="001608BA">
      <w:pPr>
        <w:pStyle w:val="PKTpunkt"/>
      </w:pPr>
      <w:r w:rsidRPr="00A15C08">
        <w:t>1)</w:t>
      </w:r>
      <w:r w:rsidRPr="00A15C08">
        <w:tab/>
        <w:t>miesięcznych sprawozdań:</w:t>
      </w:r>
    </w:p>
    <w:p w14:paraId="6CDE0E61" w14:textId="77777777" w:rsidR="001608BA" w:rsidRPr="00A15C08" w:rsidRDefault="001608BA" w:rsidP="001608BA">
      <w:pPr>
        <w:pStyle w:val="LITlitera"/>
      </w:pPr>
      <w:r w:rsidRPr="00A15C08">
        <w:t>a)</w:t>
      </w:r>
      <w:r w:rsidRPr="00A15C08">
        <w:tab/>
        <w:t>Rb-28UE KPO za styczeń 2023 r.,</w:t>
      </w:r>
    </w:p>
    <w:p w14:paraId="1DDA96C0" w14:textId="77777777" w:rsidR="001608BA" w:rsidRPr="00A15C08" w:rsidRDefault="001608BA" w:rsidP="001608BA">
      <w:pPr>
        <w:pStyle w:val="LITlitera"/>
      </w:pPr>
      <w:r w:rsidRPr="00A15C08">
        <w:t>b)</w:t>
      </w:r>
      <w:r w:rsidRPr="00A15C08">
        <w:tab/>
        <w:t>Rb-40 za styczeń – marzec 2023 r.;</w:t>
      </w:r>
    </w:p>
    <w:p w14:paraId="65D612CC" w14:textId="77777777" w:rsidR="001608BA" w:rsidRPr="00A15C08" w:rsidRDefault="001608BA" w:rsidP="001608BA">
      <w:pPr>
        <w:pStyle w:val="PKTpunkt"/>
      </w:pPr>
      <w:r w:rsidRPr="00A15C08">
        <w:t>2)</w:t>
      </w:r>
      <w:r w:rsidRPr="00A15C08">
        <w:tab/>
        <w:t>kwartalnego sprawozdania Rb-70 za I kwartał 2023 r.;</w:t>
      </w:r>
    </w:p>
    <w:p w14:paraId="609C0E26" w14:textId="77777777" w:rsidR="001608BA" w:rsidRPr="00A15C08" w:rsidRDefault="001608BA" w:rsidP="001608BA">
      <w:pPr>
        <w:pStyle w:val="PKTpunkt"/>
      </w:pPr>
      <w:r w:rsidRPr="00A15C08">
        <w:t>3)</w:t>
      </w:r>
      <w:r w:rsidRPr="00A15C08">
        <w:tab/>
        <w:t>rocznych sprawozdań:</w:t>
      </w:r>
    </w:p>
    <w:p w14:paraId="5DD7B32D" w14:textId="77777777" w:rsidR="001608BA" w:rsidRPr="00A15C08" w:rsidRDefault="001608BA" w:rsidP="001608BA">
      <w:pPr>
        <w:pStyle w:val="LITlitera"/>
      </w:pPr>
      <w:r w:rsidRPr="00A15C08">
        <w:lastRenderedPageBreak/>
        <w:t>a)</w:t>
      </w:r>
      <w:r w:rsidRPr="00A15C08">
        <w:tab/>
        <w:t>Rb-28 Programy za rok 2022,</w:t>
      </w:r>
    </w:p>
    <w:p w14:paraId="3701AA5A" w14:textId="77777777" w:rsidR="001608BA" w:rsidRPr="00A15C08" w:rsidRDefault="001608BA" w:rsidP="001608BA">
      <w:pPr>
        <w:pStyle w:val="LITlitera"/>
      </w:pPr>
      <w:r w:rsidRPr="00A15C08">
        <w:t>b)</w:t>
      </w:r>
      <w:r w:rsidRPr="00A15C08">
        <w:tab/>
        <w:t>Rb-28NW Programy za rok 2022,</w:t>
      </w:r>
    </w:p>
    <w:p w14:paraId="55F112D7" w14:textId="77777777" w:rsidR="001608BA" w:rsidRPr="00A15C08" w:rsidRDefault="001608BA" w:rsidP="001608BA">
      <w:pPr>
        <w:pStyle w:val="LITlitera"/>
      </w:pPr>
      <w:r w:rsidRPr="00A15C08">
        <w:t>c)</w:t>
      </w:r>
      <w:r w:rsidRPr="00A15C08">
        <w:tab/>
        <w:t>Rb-PDP za rok 2023;</w:t>
      </w:r>
    </w:p>
    <w:p w14:paraId="1C6C9B46" w14:textId="77777777" w:rsidR="001608BA" w:rsidRPr="00A15C08" w:rsidRDefault="001608BA" w:rsidP="001608BA">
      <w:pPr>
        <w:pStyle w:val="PKTpunkt"/>
      </w:pPr>
      <w:r w:rsidRPr="00A15C08">
        <w:t>4)</w:t>
      </w:r>
      <w:r w:rsidRPr="00A15C08">
        <w:tab/>
        <w:t>sprawozdań Rb-27S i Rb-NDS sporządzanych za okresy sprawozdawcze rozpoczynające się od dnia 1 stycznia 2023 r.</w:t>
      </w:r>
    </w:p>
    <w:p w14:paraId="162C6BE4" w14:textId="289B670C" w:rsidR="00D05892" w:rsidRPr="00A15C08" w:rsidRDefault="00151689" w:rsidP="00D05892">
      <w:pPr>
        <w:pStyle w:val="USTustnpkodeksu"/>
      </w:pPr>
      <w:r>
        <w:t>2. </w:t>
      </w:r>
      <w:r w:rsidR="00D05892" w:rsidRPr="00A15C08">
        <w:t>Przepisy § 12 rozporządzenia zmienianego w § 1, w brzmieniu nadanym niniejszym rozporządzeniem, stosuje się po raz pierwszy do przekazywania:</w:t>
      </w:r>
    </w:p>
    <w:p w14:paraId="4133CACB" w14:textId="77777777" w:rsidR="00D05892" w:rsidRPr="00A15C08" w:rsidRDefault="00D05892" w:rsidP="00D05892">
      <w:pPr>
        <w:pStyle w:val="PKTpunkt"/>
      </w:pPr>
      <w:r w:rsidRPr="00A15C08">
        <w:t>1)</w:t>
      </w:r>
      <w:r w:rsidRPr="00A15C08">
        <w:tab/>
        <w:t>miesięcznych sprawozdań Rb-27S i Rb-28S za styczeń 2023 r;</w:t>
      </w:r>
    </w:p>
    <w:p w14:paraId="7AF793BA" w14:textId="77777777" w:rsidR="00D05892" w:rsidRPr="00A15C08" w:rsidRDefault="00D05892" w:rsidP="00D05892">
      <w:pPr>
        <w:pStyle w:val="PKTpunkt"/>
      </w:pPr>
      <w:r w:rsidRPr="00A15C08">
        <w:t>2)</w:t>
      </w:r>
      <w:r w:rsidRPr="00A15C08">
        <w:tab/>
        <w:t>kwartalnych sprawozdań:</w:t>
      </w:r>
    </w:p>
    <w:p w14:paraId="06EB3970" w14:textId="77777777" w:rsidR="00D05892" w:rsidRPr="00A15C08" w:rsidRDefault="00D05892" w:rsidP="00D05892">
      <w:pPr>
        <w:pStyle w:val="LITlitera"/>
      </w:pPr>
      <w:r w:rsidRPr="00A15C08">
        <w:t>a)</w:t>
      </w:r>
      <w:r w:rsidRPr="00A15C08">
        <w:tab/>
        <w:t>Rb-30S, Rb-34S i Rb-NDS za IV kwartał 2022 r.,</w:t>
      </w:r>
    </w:p>
    <w:p w14:paraId="090742B3" w14:textId="77777777" w:rsidR="00D05892" w:rsidRPr="00A15C08" w:rsidRDefault="00D05892" w:rsidP="00D05892">
      <w:pPr>
        <w:pStyle w:val="LITlitera"/>
      </w:pPr>
      <w:r w:rsidRPr="00A15C08">
        <w:t>b)</w:t>
      </w:r>
      <w:r w:rsidRPr="00A15C08">
        <w:tab/>
        <w:t>Rb-28NWS za I kwartał 2023 r.;</w:t>
      </w:r>
    </w:p>
    <w:p w14:paraId="76968BAA" w14:textId="77777777" w:rsidR="00D05892" w:rsidRPr="00A15C08" w:rsidRDefault="00D05892" w:rsidP="00D05892">
      <w:pPr>
        <w:pStyle w:val="PKTpunkt"/>
      </w:pPr>
      <w:r w:rsidRPr="00A15C08">
        <w:t>3)</w:t>
      </w:r>
      <w:r w:rsidRPr="00A15C08">
        <w:tab/>
        <w:t>rocznych sprawozdań Rb-27S, Rb-28S, Rb-PDP i Rb-ST za rok 2022.</w:t>
      </w:r>
    </w:p>
    <w:p w14:paraId="46DEFBA4" w14:textId="67F66F82" w:rsidR="00341F69" w:rsidRPr="00A15C08" w:rsidRDefault="00D05892" w:rsidP="00341F69">
      <w:pPr>
        <w:pStyle w:val="ARTartustawynprozporzdzenia"/>
      </w:pPr>
      <w:r w:rsidRPr="00A15C08">
        <w:t>§ 5. Rozporządzenie wchodzi w życie z dniem następującym po dniu ogłoszenia.”</w:t>
      </w:r>
      <w:r w:rsidR="00433EDA" w:rsidRPr="00A15C08">
        <w:t>.</w:t>
      </w:r>
    </w:p>
    <w:p w14:paraId="7368A4F5" w14:textId="6025A1E9" w:rsidR="00423954" w:rsidRDefault="00423954" w:rsidP="00423954">
      <w:pPr>
        <w:pStyle w:val="NAZORGWYDnazwaorganuwydajcegoprojektowanyakt"/>
      </w:pPr>
      <w:r w:rsidRPr="00A15C08">
        <w:t>Minister finansów</w:t>
      </w:r>
    </w:p>
    <w:p w14:paraId="1EC14E60" w14:textId="79143B24" w:rsidR="00254E68" w:rsidRPr="00A15C08" w:rsidRDefault="00254E68" w:rsidP="00423954">
      <w:pPr>
        <w:pStyle w:val="NAZORGWYDnazwaorganuwydajcegoprojektowanyakt"/>
      </w:pPr>
      <w:r>
        <w:t>wz. Jurand Drop</w:t>
      </w:r>
    </w:p>
    <w:p w14:paraId="68CAEF48" w14:textId="77777777" w:rsidR="008B276B" w:rsidRDefault="008B276B" w:rsidP="00423954">
      <w:pPr>
        <w:pStyle w:val="NAZORGWYDnazwaorganuwydajcegoprojektowanyakt"/>
      </w:pPr>
    </w:p>
    <w:p w14:paraId="6E2C96BF" w14:textId="7C01B6B3" w:rsidR="00254E68" w:rsidRPr="00A15C08" w:rsidRDefault="00254E68" w:rsidP="00423954">
      <w:pPr>
        <w:pStyle w:val="NAZORGWYDnazwaorganuwydajcegoprojektowanyakt"/>
        <w:sectPr w:rsidR="00254E68" w:rsidRPr="00A15C08" w:rsidSect="00EB1CA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559" w:right="1435" w:bottom="1559" w:left="1928" w:header="709" w:footer="709" w:gutter="0"/>
          <w:cols w:space="708"/>
          <w:titlePg/>
          <w:docGrid w:linePitch="254"/>
        </w:sectPr>
      </w:pPr>
    </w:p>
    <w:p w14:paraId="108D37CE" w14:textId="77777777" w:rsidR="0032569A" w:rsidRPr="00A15C08" w:rsidRDefault="0032569A" w:rsidP="00794953">
      <w:pPr>
        <w:pStyle w:val="TEKSTZacznikido"/>
      </w:pPr>
      <w:r w:rsidRPr="00A15C08">
        <w:lastRenderedPageBreak/>
        <w:t xml:space="preserve">Załącznik do obwieszczenia </w:t>
      </w:r>
      <w:r w:rsidR="006357B4" w:rsidRPr="00A15C08">
        <w:t>Ministra Finansów</w:t>
      </w:r>
    </w:p>
    <w:p w14:paraId="14A2836D" w14:textId="35FBC7FD" w:rsidR="00A824DD" w:rsidRPr="00A15C08" w:rsidRDefault="0032569A" w:rsidP="00A824DD">
      <w:pPr>
        <w:pStyle w:val="TEKSTZacznikido"/>
      </w:pPr>
      <w:r w:rsidRPr="00A15C08">
        <w:t>z dnia</w:t>
      </w:r>
      <w:r w:rsidR="006357B4" w:rsidRPr="00A15C08">
        <w:t xml:space="preserve"> </w:t>
      </w:r>
      <w:r w:rsidR="008C7560">
        <w:t>7 lutego 2</w:t>
      </w:r>
      <w:r w:rsidR="006357B4" w:rsidRPr="00A15C08">
        <w:t>0</w:t>
      </w:r>
      <w:r w:rsidR="002815FA" w:rsidRPr="00A15C08">
        <w:t>2</w:t>
      </w:r>
      <w:r w:rsidR="008D7A00">
        <w:t>4</w:t>
      </w:r>
      <w:r w:rsidR="006357B4" w:rsidRPr="00A15C08">
        <w:t xml:space="preserve"> r.</w:t>
      </w:r>
      <w:r w:rsidR="0009732D" w:rsidRPr="00A15C08">
        <w:t xml:space="preserve"> </w:t>
      </w:r>
      <w:r w:rsidR="008C7560">
        <w:br/>
      </w:r>
      <w:r w:rsidRPr="00A15C08">
        <w:t>(</w:t>
      </w:r>
      <w:r w:rsidR="00151689">
        <w:t xml:space="preserve">Dz. U. </w:t>
      </w:r>
      <w:r w:rsidRPr="00A15C08">
        <w:t>poz.</w:t>
      </w:r>
      <w:r w:rsidR="00151689">
        <w:t xml:space="preserve"> </w:t>
      </w:r>
      <w:r w:rsidR="008C7560">
        <w:t>454)</w:t>
      </w:r>
    </w:p>
    <w:p w14:paraId="5C853B78" w14:textId="77777777" w:rsidR="00D51FB7" w:rsidRPr="00A15C08" w:rsidRDefault="00D51FB7" w:rsidP="00D51FB7">
      <w:pPr>
        <w:pStyle w:val="OZNRODZAKTUtznustawalubrozporzdzenieiorganwydajcy"/>
      </w:pPr>
      <w:r w:rsidRPr="00A15C08">
        <w:t>Rozporządzenie</w:t>
      </w:r>
    </w:p>
    <w:p w14:paraId="7E474973" w14:textId="77777777" w:rsidR="00D51FB7" w:rsidRPr="00A15C08" w:rsidRDefault="00D51FB7" w:rsidP="00D51FB7">
      <w:pPr>
        <w:pStyle w:val="OZNRODZAKTUtznustawalubrozporzdzenieiorganwydajcy"/>
      </w:pPr>
      <w:r w:rsidRPr="00A15C08">
        <w:t>Ministra finansów</w:t>
      </w:r>
    </w:p>
    <w:p w14:paraId="0FD9BF56" w14:textId="505054C3" w:rsidR="00D51FB7" w:rsidRPr="00A15C08" w:rsidRDefault="00AA104F" w:rsidP="00D51FB7">
      <w:pPr>
        <w:pStyle w:val="DATAAKTUdatauchwalenialubwydaniaaktu"/>
      </w:pPr>
      <w:r w:rsidRPr="00A15C08">
        <w:t>z</w:t>
      </w:r>
      <w:r w:rsidR="00D51FB7" w:rsidRPr="00A15C08">
        <w:t xml:space="preserve"> dnia 11 stycznia 2022 r.</w:t>
      </w:r>
    </w:p>
    <w:p w14:paraId="2F8DF1C7" w14:textId="77777777" w:rsidR="00D51FB7" w:rsidRPr="00A15C08" w:rsidRDefault="00D51FB7" w:rsidP="00D51FB7">
      <w:pPr>
        <w:pStyle w:val="TYTUAKTUprzedmiotregulacjiustawylubrozporzdzenia"/>
      </w:pPr>
      <w:r w:rsidRPr="00A15C08">
        <w:t>w sprawie sprawozdawczości budżetowej</w:t>
      </w:r>
    </w:p>
    <w:p w14:paraId="73812739" w14:textId="10F39AB6" w:rsidR="00D51FB7" w:rsidRPr="00A15C08" w:rsidRDefault="00D51FB7" w:rsidP="00151689">
      <w:pPr>
        <w:pStyle w:val="NIEARTTEKSTtekstnieartykuowanynppodstprawnarozplubpreambua"/>
      </w:pPr>
      <w:r w:rsidRPr="00A15C08">
        <w:t>Na p</w:t>
      </w:r>
      <w:r w:rsidR="00D5462F" w:rsidRPr="00A15C08">
        <w:t>o</w:t>
      </w:r>
      <w:r w:rsidRPr="00A15C08">
        <w:t xml:space="preserve">dstawie art. 41 ust. 2 ustawy z dnia 27 sierpnia 2009 r. o </w:t>
      </w:r>
      <w:r w:rsidR="00151689">
        <w:t xml:space="preserve">finansach publicznych (Dz. U. z </w:t>
      </w:r>
      <w:r w:rsidRPr="00A15C08">
        <w:t>202</w:t>
      </w:r>
      <w:r w:rsidR="000C50EB" w:rsidRPr="00A15C08">
        <w:t>3</w:t>
      </w:r>
      <w:r w:rsidR="00151689">
        <w:t xml:space="preserve"> </w:t>
      </w:r>
      <w:r w:rsidRPr="00A15C08">
        <w:t>r. p</w:t>
      </w:r>
      <w:r w:rsidR="00DE272B" w:rsidRPr="00A15C08">
        <w:t>o</w:t>
      </w:r>
      <w:r w:rsidRPr="00A15C08">
        <w:t xml:space="preserve">z. </w:t>
      </w:r>
      <w:r w:rsidR="00D05892" w:rsidRPr="00A15C08">
        <w:t>1</w:t>
      </w:r>
      <w:r w:rsidR="000C50EB" w:rsidRPr="00A15C08">
        <w:t>270</w:t>
      </w:r>
      <w:r w:rsidR="00D31825" w:rsidRPr="00A15C08">
        <w:t>, z późn. zm.</w:t>
      </w:r>
      <w:r w:rsidR="00D31825" w:rsidRPr="00A15C08">
        <w:rPr>
          <w:rStyle w:val="IGindeksgrny"/>
        </w:rPr>
        <w:footnoteReference w:id="1"/>
      </w:r>
      <w:r w:rsidR="00D31825" w:rsidRPr="00A15C08">
        <w:rPr>
          <w:rStyle w:val="IGindeksgrny"/>
        </w:rPr>
        <w:t>)</w:t>
      </w:r>
      <w:r w:rsidRPr="00A15C08">
        <w:t>) zarządza się, co następuje:</w:t>
      </w:r>
    </w:p>
    <w:p w14:paraId="3CCA9DEF" w14:textId="77777777" w:rsidR="00D51FB7" w:rsidRPr="00A15C08" w:rsidRDefault="00D51FB7" w:rsidP="00D51FB7">
      <w:pPr>
        <w:pStyle w:val="ROZDZODDZOZNoznaczenierozdziauluboddziau"/>
      </w:pPr>
      <w:r w:rsidRPr="00A15C08">
        <w:t>Rozdział 1</w:t>
      </w:r>
    </w:p>
    <w:p w14:paraId="4419A6C7" w14:textId="77777777" w:rsidR="00D51FB7" w:rsidRPr="00A15C08" w:rsidRDefault="00D51FB7" w:rsidP="00D51FB7">
      <w:pPr>
        <w:pStyle w:val="TYTDZPRZEDMprzedmiotregulacjitytuulubdziau"/>
      </w:pPr>
      <w:r w:rsidRPr="00A15C08">
        <w:t>Przepisy ogólne</w:t>
      </w:r>
    </w:p>
    <w:p w14:paraId="271FE8AD" w14:textId="14884060" w:rsidR="00D51FB7" w:rsidRPr="00A15C08" w:rsidRDefault="00D51FB7" w:rsidP="00D51FB7">
      <w:pPr>
        <w:pStyle w:val="ARTartustawynprozporzdzenia"/>
      </w:pPr>
      <w:r w:rsidRPr="00A15C08">
        <w:rPr>
          <w:rStyle w:val="Ppogrubienie"/>
        </w:rPr>
        <w:t>§ 1.</w:t>
      </w:r>
      <w:r w:rsidRPr="00A15C08">
        <w:t> Rozporządz</w:t>
      </w:r>
      <w:r w:rsidR="00880778" w:rsidRPr="00A15C08">
        <w:t>e</w:t>
      </w:r>
      <w:r w:rsidRPr="00A15C08">
        <w:t>nie określa:</w:t>
      </w:r>
    </w:p>
    <w:p w14:paraId="0E2DFA29" w14:textId="77EBDC2E" w:rsidR="00D51FB7" w:rsidRPr="00A15C08" w:rsidRDefault="00151689" w:rsidP="00D51FB7">
      <w:pPr>
        <w:pStyle w:val="PKTpunkt"/>
      </w:pPr>
      <w:r>
        <w:t>1)</w:t>
      </w:r>
      <w:r>
        <w:tab/>
        <w:t xml:space="preserve">rodzaje sprawozdań, formy i sposoby ich sporządzania oraz </w:t>
      </w:r>
      <w:r w:rsidR="00D51FB7" w:rsidRPr="00A15C08">
        <w:t>terminy przekazywania sprawozdań:</w:t>
      </w:r>
    </w:p>
    <w:p w14:paraId="14E2AB0C" w14:textId="77777777" w:rsidR="00D51FB7" w:rsidRPr="00A15C08" w:rsidRDefault="00D51FB7" w:rsidP="00D51FB7">
      <w:pPr>
        <w:pStyle w:val="LITlitera"/>
      </w:pPr>
      <w:r w:rsidRPr="00A15C08">
        <w:t>a)</w:t>
      </w:r>
      <w:r w:rsidRPr="00A15C08">
        <w:tab/>
        <w:t>z wykonania budżetów jednostek samorządu terytorialnego,</w:t>
      </w:r>
    </w:p>
    <w:p w14:paraId="56C8AF05" w14:textId="77777777" w:rsidR="00D51FB7" w:rsidRPr="00A15C08" w:rsidRDefault="00D51FB7" w:rsidP="00D51FB7">
      <w:pPr>
        <w:pStyle w:val="LITlitera"/>
      </w:pPr>
      <w:r w:rsidRPr="00A15C08">
        <w:t>b)</w:t>
      </w:r>
      <w:r w:rsidRPr="00A15C08">
        <w:tab/>
        <w:t>z wykonania planów finansowych jednostek budżetowych,</w:t>
      </w:r>
    </w:p>
    <w:p w14:paraId="6BEF2D7A" w14:textId="5E872333" w:rsidR="00D51FB7" w:rsidRPr="00A15C08" w:rsidRDefault="00D51FB7" w:rsidP="00D51FB7">
      <w:pPr>
        <w:pStyle w:val="LITlitera"/>
      </w:pPr>
      <w:r w:rsidRPr="00A15C08">
        <w:t>c)</w:t>
      </w:r>
      <w:r w:rsidRPr="00A15C08">
        <w:tab/>
        <w:t>z</w:t>
      </w:r>
      <w:r w:rsidR="00151689">
        <w:t xml:space="preserve"> </w:t>
      </w:r>
      <w:r w:rsidRPr="00A15C08">
        <w:t>dochodów i</w:t>
      </w:r>
      <w:r w:rsidR="00151689">
        <w:t xml:space="preserve"> </w:t>
      </w:r>
      <w:r w:rsidRPr="00A15C08">
        <w:t>wydatków na rachunkach, o</w:t>
      </w:r>
      <w:r w:rsidR="00151689">
        <w:t xml:space="preserve"> </w:t>
      </w:r>
      <w:r w:rsidRPr="00A15C08">
        <w:t>których mowa w</w:t>
      </w:r>
      <w:r w:rsidR="00151689">
        <w:t xml:space="preserve"> </w:t>
      </w:r>
      <w:r w:rsidRPr="00A15C08">
        <w:t>art.</w:t>
      </w:r>
      <w:r w:rsidR="00151689">
        <w:t xml:space="preserve"> </w:t>
      </w:r>
      <w:r w:rsidRPr="00A15C08">
        <w:t>11a, art.</w:t>
      </w:r>
      <w:r w:rsidR="00151689">
        <w:t xml:space="preserve"> </w:t>
      </w:r>
      <w:r w:rsidRPr="00A15C08">
        <w:t>163 i</w:t>
      </w:r>
      <w:r w:rsidR="00151689">
        <w:t xml:space="preserve"> </w:t>
      </w:r>
      <w:r w:rsidRPr="00A15C08">
        <w:t>art.</w:t>
      </w:r>
      <w:r w:rsidR="00151689">
        <w:t xml:space="preserve"> </w:t>
      </w:r>
      <w:r w:rsidRPr="00A15C08">
        <w:t>223</w:t>
      </w:r>
      <w:r w:rsidR="00151689">
        <w:t xml:space="preserve"> </w:t>
      </w:r>
      <w:r w:rsidRPr="00A15C08">
        <w:t>ustawy z</w:t>
      </w:r>
      <w:r w:rsidR="00151689">
        <w:t xml:space="preserve"> </w:t>
      </w:r>
      <w:r w:rsidRPr="00A15C08">
        <w:t>dnia 27</w:t>
      </w:r>
      <w:r w:rsidR="00151689">
        <w:t xml:space="preserve"> </w:t>
      </w:r>
      <w:r w:rsidRPr="00A15C08">
        <w:t>sierpnia 2009</w:t>
      </w:r>
      <w:r w:rsidR="00151689">
        <w:t xml:space="preserve"> </w:t>
      </w:r>
      <w:r w:rsidRPr="00A15C08">
        <w:t>r. o</w:t>
      </w:r>
      <w:r w:rsidR="00151689">
        <w:t xml:space="preserve"> </w:t>
      </w:r>
      <w:r w:rsidRPr="00A15C08">
        <w:t>finansach publicznych, zwanej dalej „ustawą o</w:t>
      </w:r>
      <w:r w:rsidR="00151689">
        <w:t xml:space="preserve"> </w:t>
      </w:r>
      <w:r w:rsidRPr="00A15C08">
        <w:t>finansach publicznych”,</w:t>
      </w:r>
    </w:p>
    <w:p w14:paraId="51B09948" w14:textId="77777777" w:rsidR="00D51FB7" w:rsidRPr="00A15C08" w:rsidRDefault="00D51FB7" w:rsidP="00D51FB7">
      <w:pPr>
        <w:pStyle w:val="LITlitera"/>
      </w:pPr>
      <w:r w:rsidRPr="00A15C08">
        <w:t>d)</w:t>
      </w:r>
      <w:r w:rsidRPr="00A15C08">
        <w:tab/>
        <w:t>z wykonania planów finansowych samorządowych zakładów budżetowych,</w:t>
      </w:r>
    </w:p>
    <w:p w14:paraId="7EF531A6" w14:textId="77777777" w:rsidR="00D51FB7" w:rsidRPr="00A15C08" w:rsidRDefault="00D51FB7" w:rsidP="00D51FB7">
      <w:pPr>
        <w:pStyle w:val="LITlitera"/>
      </w:pPr>
      <w:r w:rsidRPr="00A15C08">
        <w:t>e)</w:t>
      </w:r>
      <w:r w:rsidRPr="00A15C08">
        <w:tab/>
        <w:t>z wykonania planów finansowych agencji wykonawczych,</w:t>
      </w:r>
    </w:p>
    <w:p w14:paraId="1F7EACFC" w14:textId="77777777" w:rsidR="00D51FB7" w:rsidRPr="00A15C08" w:rsidRDefault="00D51FB7" w:rsidP="00D51FB7">
      <w:pPr>
        <w:pStyle w:val="LITlitera"/>
      </w:pPr>
      <w:r w:rsidRPr="00A15C08">
        <w:t>f)</w:t>
      </w:r>
      <w:r w:rsidRPr="00A15C08">
        <w:tab/>
        <w:t>z wykonania planów finansowych instytucji gospodarki budżetowej,</w:t>
      </w:r>
    </w:p>
    <w:p w14:paraId="59BF06CD" w14:textId="77777777" w:rsidR="00D51FB7" w:rsidRPr="00A15C08" w:rsidRDefault="00D51FB7" w:rsidP="00D51FB7">
      <w:pPr>
        <w:pStyle w:val="LITlitera"/>
      </w:pPr>
      <w:r w:rsidRPr="00A15C08">
        <w:t>g)</w:t>
      </w:r>
      <w:r w:rsidRPr="00A15C08">
        <w:tab/>
        <w:t>z wykonania planów finansowych państwowych funduszy celowych,</w:t>
      </w:r>
    </w:p>
    <w:p w14:paraId="1074DCB6" w14:textId="19C9AF19" w:rsidR="00D51FB7" w:rsidRPr="00A15C08" w:rsidRDefault="00D51FB7" w:rsidP="00D51FB7">
      <w:pPr>
        <w:pStyle w:val="LITlitera"/>
      </w:pPr>
      <w:r w:rsidRPr="00A15C08">
        <w:t>h)</w:t>
      </w:r>
      <w:r w:rsidRPr="00A15C08">
        <w:tab/>
        <w:t>o stanie środków finansowych na rachunkach bankowych jednostek samorządu terytorialnego, państwowych jednostek budżetowych i</w:t>
      </w:r>
      <w:r w:rsidR="00A5168A" w:rsidRPr="00A15C08">
        <w:t xml:space="preserve"> </w:t>
      </w:r>
      <w:r w:rsidRPr="00A15C08">
        <w:t>urzędów skarbowych,</w:t>
      </w:r>
    </w:p>
    <w:p w14:paraId="6E43FDB8" w14:textId="77777777" w:rsidR="00D51FB7" w:rsidRPr="00A15C08" w:rsidRDefault="00D51FB7" w:rsidP="00D51FB7">
      <w:pPr>
        <w:pStyle w:val="LITlitera"/>
      </w:pPr>
      <w:r w:rsidRPr="00A15C08">
        <w:t>i)</w:t>
      </w:r>
      <w:r w:rsidRPr="00A15C08">
        <w:tab/>
        <w:t>z wykonania planów finansowych Zakładu Ubezpieczeń Społecznych;</w:t>
      </w:r>
    </w:p>
    <w:p w14:paraId="4169603F" w14:textId="6F6EA265" w:rsidR="00D51FB7" w:rsidRPr="00A15C08" w:rsidRDefault="00D51FB7" w:rsidP="00D51FB7">
      <w:pPr>
        <w:pStyle w:val="PKTpunkt"/>
      </w:pPr>
      <w:r w:rsidRPr="00A15C08">
        <w:t>2)</w:t>
      </w:r>
      <w:r w:rsidRPr="00A15C08">
        <w:tab/>
        <w:t>jednostki obowiązan</w:t>
      </w:r>
      <w:r w:rsidR="008A6897" w:rsidRPr="00A15C08">
        <w:t>e</w:t>
      </w:r>
      <w:r w:rsidRPr="00A15C08">
        <w:t xml:space="preserve"> do sporządzania poszczególnych rodzajów s</w:t>
      </w:r>
      <w:r w:rsidR="00151689">
        <w:t xml:space="preserve">prawozdań, o których mowa w pkt </w:t>
      </w:r>
      <w:r w:rsidRPr="00A15C08">
        <w:t>1, oraz odbiorców tych sprawozdań;</w:t>
      </w:r>
    </w:p>
    <w:p w14:paraId="029E3A04" w14:textId="0EA50A73" w:rsidR="00D51FB7" w:rsidRPr="00A15C08" w:rsidRDefault="00D51FB7" w:rsidP="00D51FB7">
      <w:pPr>
        <w:pStyle w:val="PKTpunkt"/>
      </w:pPr>
      <w:r w:rsidRPr="00A15C08">
        <w:lastRenderedPageBreak/>
        <w:t>3)</w:t>
      </w:r>
      <w:r w:rsidRPr="00A15C08">
        <w:tab/>
        <w:t>rodzaje i</w:t>
      </w:r>
      <w:r w:rsidR="00151689">
        <w:t xml:space="preserve"> </w:t>
      </w:r>
      <w:r w:rsidRPr="00A15C08">
        <w:t>z</w:t>
      </w:r>
      <w:r w:rsidR="00151689">
        <w:t xml:space="preserve">asady sporządzania sprawozdań w </w:t>
      </w:r>
      <w:r w:rsidRPr="00A15C08">
        <w:t>zakresie z</w:t>
      </w:r>
      <w:r w:rsidR="00151689">
        <w:t xml:space="preserve">obowiązań wynikających z umów o </w:t>
      </w:r>
      <w:r w:rsidRPr="00A15C08">
        <w:t>partnerstwie publiczno-prywatnym zawieranych na podstawie odrębnych ustaw przez podmioty sektora finansów publicznych.</w:t>
      </w:r>
    </w:p>
    <w:p w14:paraId="0B2458DD" w14:textId="353BF2B7" w:rsidR="00D51FB7" w:rsidRPr="00A15C08" w:rsidRDefault="00D51FB7" w:rsidP="00D51FB7">
      <w:pPr>
        <w:pStyle w:val="ARTartustawynprozporzdzenia"/>
      </w:pPr>
      <w:r w:rsidRPr="00A15C08">
        <w:rPr>
          <w:rStyle w:val="Ppogrubienie"/>
        </w:rPr>
        <w:t>§ 2.</w:t>
      </w:r>
      <w:r w:rsidR="00151689">
        <w:t xml:space="preserve"> Użyte w </w:t>
      </w:r>
      <w:r w:rsidRPr="00A15C08">
        <w:t>rozporządzeniu określenia oznaczają:</w:t>
      </w:r>
    </w:p>
    <w:p w14:paraId="0C71CC9D" w14:textId="77777777" w:rsidR="00D51FB7" w:rsidRPr="00A15C08" w:rsidRDefault="00D51FB7" w:rsidP="00D51FB7">
      <w:pPr>
        <w:pStyle w:val="PKTpunkt"/>
      </w:pPr>
      <w:r w:rsidRPr="00A15C08">
        <w:t>1)</w:t>
      </w:r>
      <w:r w:rsidRPr="00A15C08">
        <w:tab/>
        <w:t>placówka – jednostkę budżetową mającą siedzibę poza granicami Rzeczypospolitej Polskiej;</w:t>
      </w:r>
    </w:p>
    <w:p w14:paraId="04C36198" w14:textId="77777777" w:rsidR="00D51FB7" w:rsidRPr="00A15C08" w:rsidRDefault="00D51FB7" w:rsidP="00D51FB7">
      <w:pPr>
        <w:pStyle w:val="PKTpunkt"/>
      </w:pPr>
      <w:r w:rsidRPr="00A15C08">
        <w:t>2)</w:t>
      </w:r>
      <w:r w:rsidRPr="00A15C08">
        <w:tab/>
        <w:t>samorządowa jednostka budżetowa – odpowiednio gminną, powiatową lub wojewódzką jednostkę budżetową;</w:t>
      </w:r>
    </w:p>
    <w:p w14:paraId="5683C223" w14:textId="77777777" w:rsidR="00D51FB7" w:rsidRPr="00A15C08" w:rsidRDefault="00D51FB7" w:rsidP="00D51FB7">
      <w:pPr>
        <w:pStyle w:val="PKTpunkt"/>
      </w:pPr>
      <w:r w:rsidRPr="00A15C08">
        <w:t>3)</w:t>
      </w:r>
      <w:r w:rsidRPr="00A15C08">
        <w:tab/>
        <w:t>zarząd jednostki samorządu terytorialnego – odpowiednio wójta (burmistrza, prezydenta miasta), zarząd powiatu, zarząd województwa lub zarząd związku;</w:t>
      </w:r>
    </w:p>
    <w:p w14:paraId="17BB9B50" w14:textId="77777777" w:rsidR="00D51FB7" w:rsidRPr="00A15C08" w:rsidRDefault="00D51FB7" w:rsidP="00D51FB7">
      <w:pPr>
        <w:pStyle w:val="PKTpunkt"/>
      </w:pPr>
      <w:r w:rsidRPr="00A15C08">
        <w:t>4)</w:t>
      </w:r>
      <w:r w:rsidRPr="00A15C08">
        <w:tab/>
        <w:t>przewodniczący zarządu jednostki samorządu terytorialnego – odpowiednio wójta, burmistrza, prezydenta miasta, starostę, marszałka lub przewodniczącego zarządu związku;</w:t>
      </w:r>
    </w:p>
    <w:p w14:paraId="1342181E" w14:textId="70D5932F" w:rsidR="00D51FB7" w:rsidRPr="00A15C08" w:rsidRDefault="00D51FB7" w:rsidP="00D51FB7">
      <w:pPr>
        <w:pStyle w:val="PKTpunkt"/>
      </w:pPr>
      <w:r w:rsidRPr="00A15C08">
        <w:t>5)</w:t>
      </w:r>
      <w:r w:rsidRPr="00A15C08">
        <w:tab/>
        <w:t>dysponenci środków b</w:t>
      </w:r>
      <w:r w:rsidR="00151689">
        <w:t xml:space="preserve">udżetu państwa – dysponentów, o </w:t>
      </w:r>
      <w:r w:rsidRPr="00A15C08">
        <w:t>których mowa w</w:t>
      </w:r>
      <w:r w:rsidR="00151689">
        <w:t xml:space="preserve">  </w:t>
      </w:r>
      <w:r w:rsidRPr="00A15C08">
        <w:t>przepisach wydanych na podstawie art.</w:t>
      </w:r>
      <w:r w:rsidR="00151689">
        <w:t xml:space="preserve"> </w:t>
      </w:r>
      <w:r w:rsidRPr="00A15C08">
        <w:t>198</w:t>
      </w:r>
      <w:r w:rsidR="00151689">
        <w:t xml:space="preserve"> </w:t>
      </w:r>
      <w:r w:rsidRPr="00A15C08">
        <w:t>ustawy o</w:t>
      </w:r>
      <w:r w:rsidR="00151689">
        <w:t xml:space="preserve"> </w:t>
      </w:r>
      <w:r w:rsidRPr="00A15C08">
        <w:t>finansach publicznych;</w:t>
      </w:r>
    </w:p>
    <w:p w14:paraId="69A3F862" w14:textId="5DE277FC" w:rsidR="00D51FB7" w:rsidRPr="00A15C08" w:rsidRDefault="00D51FB7" w:rsidP="00D51FB7">
      <w:pPr>
        <w:pStyle w:val="PKTpunkt"/>
      </w:pPr>
      <w:r w:rsidRPr="00A15C08">
        <w:t>6)</w:t>
      </w:r>
      <w:r w:rsidRPr="00A15C08">
        <w:tab/>
        <w:t>klasyfikacja budżetowa – klasyfikację, o</w:t>
      </w:r>
      <w:r w:rsidR="00151689">
        <w:t xml:space="preserve"> </w:t>
      </w:r>
      <w:r w:rsidRPr="00A15C08">
        <w:t>której mowa w</w:t>
      </w:r>
      <w:r w:rsidR="00151689">
        <w:t xml:space="preserve"> </w:t>
      </w:r>
      <w:r w:rsidRPr="00A15C08">
        <w:t>przepisach wydanych na podstawie art.</w:t>
      </w:r>
      <w:r w:rsidR="00151689">
        <w:t xml:space="preserve"> </w:t>
      </w:r>
      <w:r w:rsidRPr="00A15C08">
        <w:t>39 ust.</w:t>
      </w:r>
      <w:r w:rsidR="00151689">
        <w:t xml:space="preserve"> </w:t>
      </w:r>
      <w:r w:rsidRPr="00A15C08">
        <w:t>4 pkt</w:t>
      </w:r>
      <w:r w:rsidR="00151689">
        <w:t xml:space="preserve"> </w:t>
      </w:r>
      <w:r w:rsidRPr="00A15C08">
        <w:t>1</w:t>
      </w:r>
      <w:r w:rsidR="00151689">
        <w:t xml:space="preserve"> </w:t>
      </w:r>
      <w:r w:rsidRPr="00A15C08">
        <w:t>ustawy o</w:t>
      </w:r>
      <w:r w:rsidR="00151689">
        <w:t xml:space="preserve"> </w:t>
      </w:r>
      <w:r w:rsidRPr="00A15C08">
        <w:t>finansach publicznych;</w:t>
      </w:r>
    </w:p>
    <w:p w14:paraId="527CBE5D" w14:textId="29640B96" w:rsidR="00D51FB7" w:rsidRPr="00A15C08" w:rsidRDefault="00D51FB7" w:rsidP="00D51FB7">
      <w:pPr>
        <w:pStyle w:val="PKTpunkt"/>
      </w:pPr>
      <w:r w:rsidRPr="00A15C08">
        <w:t>7)</w:t>
      </w:r>
      <w:r w:rsidRPr="00A15C08">
        <w:tab/>
        <w:t>koniec okresu sprawozdawczego lub dzień kończący rok sprawozdawczy – ostatni dzień okresu sprawozdawczego, dzień poprzedzający zmianę formy organizacyjno-prawnej, a</w:t>
      </w:r>
      <w:r w:rsidR="00151689">
        <w:t xml:space="preserve"> </w:t>
      </w:r>
      <w:r w:rsidRPr="00A15C08">
        <w:t>także dzień zakończenia likwidacji;</w:t>
      </w:r>
    </w:p>
    <w:p w14:paraId="169FCBCE" w14:textId="42444164" w:rsidR="00D51FB7" w:rsidRPr="00A15C08" w:rsidRDefault="00D51FB7" w:rsidP="00D51FB7">
      <w:pPr>
        <w:pStyle w:val="PKTpunkt"/>
      </w:pPr>
      <w:r w:rsidRPr="00A15C08">
        <w:t>8)</w:t>
      </w:r>
      <w:r w:rsidRPr="00A15C08">
        <w:tab/>
        <w:t>państwa członkowskie EFTA – państwa członkowskie Europejskiego Porozumienia o</w:t>
      </w:r>
      <w:r w:rsidR="00151689">
        <w:t xml:space="preserve"> </w:t>
      </w:r>
      <w:r w:rsidRPr="00A15C08">
        <w:t>Wolnym Handlu (EFTA);</w:t>
      </w:r>
    </w:p>
    <w:p w14:paraId="0B5A6565" w14:textId="24719507" w:rsidR="00D51FB7" w:rsidRPr="00A15C08" w:rsidRDefault="00D51FB7" w:rsidP="00B2796B">
      <w:pPr>
        <w:pStyle w:val="PKTpunkt"/>
      </w:pPr>
      <w:r w:rsidRPr="00A15C08">
        <w:t>9)</w:t>
      </w:r>
      <w:r w:rsidRPr="00A15C08">
        <w:tab/>
        <w:t>kierownik jednostki obsługującej – kierownika jednostki obsługującej, o której mowa odpowiednio w ustawie z dnia 8 marca 1990 r. o samorządzie gminnym (Dz. U. z 202</w:t>
      </w:r>
      <w:r w:rsidR="00A54D3E" w:rsidRPr="00A15C08">
        <w:t>3</w:t>
      </w:r>
      <w:r w:rsidRPr="00A15C08">
        <w:t xml:space="preserve"> r. poz. </w:t>
      </w:r>
      <w:r w:rsidR="00A54D3E" w:rsidRPr="00A15C08">
        <w:t>40</w:t>
      </w:r>
      <w:r w:rsidR="002D7F09" w:rsidRPr="00A15C08">
        <w:t>,</w:t>
      </w:r>
      <w:r w:rsidR="00235D88" w:rsidRPr="00A15C08">
        <w:t xml:space="preserve"> 57</w:t>
      </w:r>
      <w:r w:rsidR="00F46B4D" w:rsidRPr="00A15C08">
        <w:t>2</w:t>
      </w:r>
      <w:r w:rsidR="007C5EAC" w:rsidRPr="00A15C08">
        <w:t>,</w:t>
      </w:r>
      <w:r w:rsidR="002D7F09" w:rsidRPr="00A15C08">
        <w:t xml:space="preserve"> 1463</w:t>
      </w:r>
      <w:r w:rsidR="007C5EAC" w:rsidRPr="00A15C08">
        <w:t xml:space="preserve"> i 1688</w:t>
      </w:r>
      <w:r w:rsidR="00A54D3E" w:rsidRPr="00A15C08">
        <w:t>)</w:t>
      </w:r>
      <w:r w:rsidRPr="00A15C08">
        <w:t>, ustawie z dnia 5 czerwca 1998 r. o samorządzie powiatowym (Dz. U. z 202</w:t>
      </w:r>
      <w:r w:rsidR="008C7560">
        <w:t>4</w:t>
      </w:r>
      <w:r w:rsidRPr="00A15C08">
        <w:t xml:space="preserve"> r. poz. </w:t>
      </w:r>
      <w:r w:rsidR="0077051F" w:rsidRPr="00A15C08">
        <w:t>1</w:t>
      </w:r>
      <w:r w:rsidR="008C7560">
        <w:t>07</w:t>
      </w:r>
      <w:r w:rsidRPr="00A15C08">
        <w:t>) i ustawie z dnia 5 czerwca 1998 r. o</w:t>
      </w:r>
      <w:r w:rsidR="00151689">
        <w:t xml:space="preserve"> </w:t>
      </w:r>
      <w:r w:rsidRPr="00A15C08">
        <w:t>samorządzie województwa (Dz. U. z 202</w:t>
      </w:r>
      <w:r w:rsidR="0077051F" w:rsidRPr="00A15C08">
        <w:t>2</w:t>
      </w:r>
      <w:r w:rsidRPr="00A15C08">
        <w:t xml:space="preserve"> r. poz. </w:t>
      </w:r>
      <w:r w:rsidR="0077051F" w:rsidRPr="00A15C08">
        <w:t>2094</w:t>
      </w:r>
      <w:r w:rsidR="00235D88" w:rsidRPr="00A15C08">
        <w:t xml:space="preserve"> oraz z 2023 r. poz. 572</w:t>
      </w:r>
      <w:r w:rsidR="00190263" w:rsidRPr="00A15C08">
        <w:t xml:space="preserve"> i 1688</w:t>
      </w:r>
      <w:r w:rsidR="0077051F" w:rsidRPr="00A15C08">
        <w:t>)</w:t>
      </w:r>
      <w:r w:rsidRPr="00A15C08">
        <w:t>.</w:t>
      </w:r>
    </w:p>
    <w:p w14:paraId="25F09914" w14:textId="77777777" w:rsidR="00D51FB7" w:rsidRPr="00A15C08" w:rsidRDefault="00D51FB7" w:rsidP="00D51FB7">
      <w:pPr>
        <w:pStyle w:val="ROZDZODDZOZNoznaczenierozdziauluboddziau"/>
      </w:pPr>
      <w:r w:rsidRPr="00A15C08">
        <w:t>Rozdział 2</w:t>
      </w:r>
    </w:p>
    <w:p w14:paraId="1A2D4F63" w14:textId="77777777" w:rsidR="00D51FB7" w:rsidRPr="00A15C08" w:rsidRDefault="00D51FB7" w:rsidP="00D51FB7">
      <w:pPr>
        <w:pStyle w:val="TYTDZPRZEDMprzedmiotregulacjitytuulubdziau"/>
      </w:pPr>
      <w:r w:rsidRPr="00A15C08">
        <w:t>Rodzaje sprawozdań</w:t>
      </w:r>
    </w:p>
    <w:p w14:paraId="574B4881" w14:textId="77777777" w:rsidR="00D51FB7" w:rsidRPr="00A15C08" w:rsidRDefault="00D51FB7" w:rsidP="00D51FB7">
      <w:pPr>
        <w:pStyle w:val="ARTartustawynprozporzdzenia"/>
      </w:pPr>
      <w:r w:rsidRPr="00A15C08">
        <w:rPr>
          <w:rStyle w:val="Ppogrubienie"/>
        </w:rPr>
        <w:t>§ 3.</w:t>
      </w:r>
      <w:r w:rsidRPr="00A15C08">
        <w:t> Ustala się następujące rodzaje sprawozdań:</w:t>
      </w:r>
    </w:p>
    <w:p w14:paraId="7E2957E6" w14:textId="201C3FFC" w:rsidR="00D51FB7" w:rsidRPr="00A15C08" w:rsidRDefault="00B2796B" w:rsidP="00D51FB7">
      <w:pPr>
        <w:pStyle w:val="PKTpunkt"/>
      </w:pPr>
      <w:r>
        <w:t>1)</w:t>
      </w:r>
      <w:r>
        <w:tab/>
        <w:t xml:space="preserve">Rb-23 – sprawozdanie o </w:t>
      </w:r>
      <w:r w:rsidR="00D51FB7" w:rsidRPr="00A15C08">
        <w:t>stanie środków na rachunkach bankowych państwowych jednostek budżetowych; wzór sprawozdania stanowi załącznik nr</w:t>
      </w:r>
      <w:r>
        <w:t xml:space="preserve"> </w:t>
      </w:r>
      <w:r w:rsidR="00D51FB7" w:rsidRPr="00A15C08">
        <w:t>1</w:t>
      </w:r>
      <w:r>
        <w:t xml:space="preserve"> </w:t>
      </w:r>
      <w:r w:rsidR="00D51FB7" w:rsidRPr="00A15C08">
        <w:t>do rozporządzenia;</w:t>
      </w:r>
    </w:p>
    <w:p w14:paraId="131E06FF" w14:textId="3805F64A" w:rsidR="00D51FB7" w:rsidRPr="00A15C08" w:rsidRDefault="00D51FB7" w:rsidP="00D51FB7">
      <w:pPr>
        <w:pStyle w:val="PKTpunkt"/>
      </w:pPr>
      <w:r w:rsidRPr="00A15C08">
        <w:lastRenderedPageBreak/>
        <w:t>2)</w:t>
      </w:r>
      <w:r w:rsidRPr="00A15C08">
        <w:tab/>
        <w:t>Rb-23PL – sprawozdanie z</w:t>
      </w:r>
      <w:r w:rsidR="00B2796B">
        <w:t xml:space="preserve"> </w:t>
      </w:r>
      <w:r w:rsidRPr="00A15C08">
        <w:t>rozliczenia środków pieniężnych placówki; wzór sprawozdania stanowi załącznik nr</w:t>
      </w:r>
      <w:r w:rsidR="00B2796B">
        <w:t xml:space="preserve"> </w:t>
      </w:r>
      <w:r w:rsidRPr="00A15C08">
        <w:t>2</w:t>
      </w:r>
      <w:r w:rsidR="00B2796B">
        <w:t xml:space="preserve"> </w:t>
      </w:r>
      <w:r w:rsidRPr="00A15C08">
        <w:t>do rozporządzenia;</w:t>
      </w:r>
    </w:p>
    <w:p w14:paraId="01FF229B" w14:textId="77777777" w:rsidR="00D51FB7" w:rsidRPr="00A15C08" w:rsidRDefault="00D51FB7" w:rsidP="00D51FB7">
      <w:pPr>
        <w:pStyle w:val="PKTpunkt"/>
      </w:pPr>
      <w:r w:rsidRPr="00A15C08">
        <w:t>3)</w:t>
      </w:r>
      <w:r w:rsidRPr="00A15C08">
        <w:tab/>
        <w:t>Rb-24 – sprawozdanie o stanie środków na rachunkach bankowych urzędów skarbowych; wzór sprawozdania stanowi załącznik nr 3 do rozporządzenia;</w:t>
      </w:r>
    </w:p>
    <w:p w14:paraId="33DF501A" w14:textId="5C70CB04" w:rsidR="00D51FB7" w:rsidRPr="00A15C08" w:rsidRDefault="00D51FB7" w:rsidP="00D51FB7">
      <w:pPr>
        <w:pStyle w:val="PKTpunkt"/>
      </w:pPr>
      <w:r w:rsidRPr="00A15C08">
        <w:t>4)</w:t>
      </w:r>
      <w:r w:rsidRPr="00A15C08">
        <w:tab/>
        <w:t>Rb-27 – sprawozdanie z</w:t>
      </w:r>
      <w:r w:rsidR="00B2796B">
        <w:t xml:space="preserve"> </w:t>
      </w:r>
      <w:r w:rsidRPr="00A15C08">
        <w:t>wykonania planu dochodów budżetowych; wzór sprawozdania stanowi załącznik nr</w:t>
      </w:r>
      <w:r w:rsidR="00B2796B">
        <w:t xml:space="preserve"> </w:t>
      </w:r>
      <w:r w:rsidRPr="00A15C08">
        <w:t>4</w:t>
      </w:r>
      <w:r w:rsidR="00B2796B">
        <w:t xml:space="preserve"> </w:t>
      </w:r>
      <w:r w:rsidRPr="00A15C08">
        <w:t>do rozporządzenia;</w:t>
      </w:r>
    </w:p>
    <w:p w14:paraId="1910CD57" w14:textId="7BF5BC48" w:rsidR="00D51FB7" w:rsidRPr="00A15C08" w:rsidRDefault="00D51FB7" w:rsidP="00D51FB7">
      <w:pPr>
        <w:pStyle w:val="PKTpunkt"/>
      </w:pPr>
      <w:r w:rsidRPr="00A15C08">
        <w:t>5)</w:t>
      </w:r>
      <w:r w:rsidRPr="00A15C08">
        <w:tab/>
        <w:t>Rb-27PL – sprawozdanie z</w:t>
      </w:r>
      <w:r w:rsidR="00B2796B">
        <w:t xml:space="preserve"> </w:t>
      </w:r>
      <w:r w:rsidRPr="00A15C08">
        <w:t>wykonania planu dochodów budżetowych placówki; wzór sprawozdania stanowi załącznik nr</w:t>
      </w:r>
      <w:r w:rsidR="00B2796B">
        <w:t xml:space="preserve"> </w:t>
      </w:r>
      <w:r w:rsidRPr="00A15C08">
        <w:t>5</w:t>
      </w:r>
      <w:r w:rsidR="00B2796B">
        <w:t xml:space="preserve"> </w:t>
      </w:r>
      <w:r w:rsidRPr="00A15C08">
        <w:t>do rozporządzenia;</w:t>
      </w:r>
    </w:p>
    <w:p w14:paraId="34A24F8F" w14:textId="3C5D592F" w:rsidR="00D51FB7" w:rsidRPr="00A15C08" w:rsidRDefault="00D51FB7" w:rsidP="00D51FB7">
      <w:pPr>
        <w:pStyle w:val="PKTpunkt"/>
      </w:pPr>
      <w:r w:rsidRPr="00A15C08">
        <w:t>6)</w:t>
      </w:r>
      <w:r w:rsidRPr="00A15C08">
        <w:tab/>
        <w:t>Rb-27UE – sprawozdanie z</w:t>
      </w:r>
      <w:r w:rsidR="00B2796B">
        <w:t xml:space="preserve"> </w:t>
      </w:r>
      <w:r w:rsidRPr="00A15C08">
        <w:t>wykonania planu dochodów budżetu środków europejskich; wzór sprawozdania stanowi załącznik nr</w:t>
      </w:r>
      <w:r w:rsidR="00B2796B">
        <w:t xml:space="preserve"> </w:t>
      </w:r>
      <w:r w:rsidRPr="00A15C08">
        <w:t>6</w:t>
      </w:r>
      <w:r w:rsidR="00B2796B">
        <w:t xml:space="preserve"> </w:t>
      </w:r>
      <w:r w:rsidRPr="00A15C08">
        <w:t>do rozporządzenia;</w:t>
      </w:r>
    </w:p>
    <w:p w14:paraId="51D2E954" w14:textId="6853678E" w:rsidR="00D51FB7" w:rsidRPr="00A15C08" w:rsidRDefault="00D51FB7" w:rsidP="00D51FB7">
      <w:pPr>
        <w:pStyle w:val="PKTpunkt"/>
      </w:pPr>
      <w:r w:rsidRPr="00A15C08">
        <w:t>7)</w:t>
      </w:r>
      <w:r w:rsidRPr="00A15C08">
        <w:tab/>
        <w:t>Rb-27S – sprawozdanie z</w:t>
      </w:r>
      <w:r w:rsidR="00B2796B">
        <w:t xml:space="preserve"> </w:t>
      </w:r>
      <w:r w:rsidRPr="00A15C08">
        <w:t>wykonania planu dochodów budżetowych samorządowej jednostki budżetowej/jednostki samorządu terytorialnego; wzór sprawozdania stanowi załącznik nr</w:t>
      </w:r>
      <w:r w:rsidR="00B2796B">
        <w:t xml:space="preserve"> </w:t>
      </w:r>
      <w:r w:rsidRPr="00A15C08">
        <w:t>7</w:t>
      </w:r>
      <w:r w:rsidR="00B2796B">
        <w:t xml:space="preserve"> </w:t>
      </w:r>
      <w:r w:rsidRPr="00A15C08">
        <w:t>do rozporządzenia;</w:t>
      </w:r>
    </w:p>
    <w:p w14:paraId="234E2731" w14:textId="3729C8E6" w:rsidR="00D51FB7" w:rsidRPr="00A15C08" w:rsidRDefault="00D51FB7" w:rsidP="00D51FB7">
      <w:pPr>
        <w:pStyle w:val="PKTpunkt"/>
      </w:pPr>
      <w:r w:rsidRPr="00A15C08">
        <w:t>8)</w:t>
      </w:r>
      <w:r w:rsidRPr="00A15C08">
        <w:tab/>
        <w:t>Rb-27ZZ – sprawozdanie z</w:t>
      </w:r>
      <w:r w:rsidR="00B2796B">
        <w:t xml:space="preserve"> </w:t>
      </w:r>
      <w:r w:rsidRPr="00A15C08">
        <w:t>wykonania planu dochodów związanych z</w:t>
      </w:r>
      <w:r w:rsidR="00B2796B">
        <w:t xml:space="preserve"> </w:t>
      </w:r>
      <w:r w:rsidRPr="00A15C08">
        <w:t>realizacją zadań z</w:t>
      </w:r>
      <w:r w:rsidR="00B2796B">
        <w:t xml:space="preserve"> </w:t>
      </w:r>
      <w:r w:rsidRPr="00A15C08">
        <w:t>zakresu administracji rządowej oraz innych zadań zleconych jednostkom samorządu terytorialnego ustawami; wzór sprawozdania stanowi załącznik nr</w:t>
      </w:r>
      <w:r w:rsidR="00B2796B">
        <w:t xml:space="preserve"> </w:t>
      </w:r>
      <w:r w:rsidRPr="00A15C08">
        <w:t>8</w:t>
      </w:r>
      <w:r w:rsidR="00B2796B">
        <w:t xml:space="preserve"> </w:t>
      </w:r>
      <w:r w:rsidRPr="00A15C08">
        <w:t>do rozporządzenia;</w:t>
      </w:r>
    </w:p>
    <w:p w14:paraId="084236F4" w14:textId="4BF574EB" w:rsidR="00D51FB7" w:rsidRPr="00A15C08" w:rsidRDefault="00D51FB7" w:rsidP="00D51FB7">
      <w:pPr>
        <w:pStyle w:val="PKTpunkt"/>
      </w:pPr>
      <w:r w:rsidRPr="00A15C08">
        <w:t>9)</w:t>
      </w:r>
      <w:r w:rsidRPr="00A15C08">
        <w:tab/>
        <w:t>Rb-PDP – sprawozdanie z</w:t>
      </w:r>
      <w:r w:rsidR="00B2796B">
        <w:t xml:space="preserve"> </w:t>
      </w:r>
      <w:r w:rsidRPr="00A15C08">
        <w:t>wykonania dochodów podatkowych gminy/miasta na prawach powiatu; wzór sprawozdania stanowi załącznik nr</w:t>
      </w:r>
      <w:r w:rsidR="00B2796B">
        <w:t xml:space="preserve"> </w:t>
      </w:r>
      <w:r w:rsidRPr="00A15C08">
        <w:t>9</w:t>
      </w:r>
      <w:r w:rsidR="00B2796B">
        <w:t xml:space="preserve"> </w:t>
      </w:r>
      <w:r w:rsidRPr="00A15C08">
        <w:t>do rozporządzenia;</w:t>
      </w:r>
    </w:p>
    <w:p w14:paraId="6F42F24C" w14:textId="563A9449" w:rsidR="00D51FB7" w:rsidRPr="00A15C08" w:rsidRDefault="00D51FB7" w:rsidP="00D51FB7">
      <w:pPr>
        <w:pStyle w:val="PKTpunkt"/>
      </w:pPr>
      <w:r w:rsidRPr="00A15C08">
        <w:t>10)</w:t>
      </w:r>
      <w:r w:rsidRPr="00A15C08">
        <w:tab/>
        <w:t>Rb-28 – sprawozdanie z</w:t>
      </w:r>
      <w:r w:rsidR="00B2796B">
        <w:t xml:space="preserve"> </w:t>
      </w:r>
      <w:r w:rsidRPr="00A15C08">
        <w:t>wykonania planu wydatków budżetu państwa; wzór sprawozdania stanowi załącznik nr</w:t>
      </w:r>
      <w:r w:rsidR="00B2796B">
        <w:t xml:space="preserve"> </w:t>
      </w:r>
      <w:r w:rsidRPr="00A15C08">
        <w:t>10</w:t>
      </w:r>
      <w:r w:rsidR="00B2796B">
        <w:t xml:space="preserve"> </w:t>
      </w:r>
      <w:r w:rsidRPr="00A15C08">
        <w:t>do rozporządzenia;</w:t>
      </w:r>
    </w:p>
    <w:p w14:paraId="76564EA2" w14:textId="0C208C9B" w:rsidR="00D51FB7" w:rsidRPr="00A15C08" w:rsidRDefault="00D51FB7" w:rsidP="00D51FB7">
      <w:pPr>
        <w:pStyle w:val="PKTpunkt"/>
      </w:pPr>
      <w:r w:rsidRPr="00A15C08">
        <w:t>11)</w:t>
      </w:r>
      <w:r w:rsidRPr="00A15C08">
        <w:tab/>
        <w:t>Rb-28PL – sprawozdanie z</w:t>
      </w:r>
      <w:r w:rsidR="00B2796B">
        <w:t xml:space="preserve"> </w:t>
      </w:r>
      <w:r w:rsidRPr="00A15C08">
        <w:t>wykonania planu wydatków budżetowych placówki; wzór sprawozdania stanowi załącznik nr</w:t>
      </w:r>
      <w:r w:rsidR="00B2796B">
        <w:t xml:space="preserve"> </w:t>
      </w:r>
      <w:r w:rsidRPr="00A15C08">
        <w:t>11</w:t>
      </w:r>
      <w:r w:rsidR="00B2796B">
        <w:t xml:space="preserve"> </w:t>
      </w:r>
      <w:r w:rsidRPr="00A15C08">
        <w:t>do rozporządzenia;</w:t>
      </w:r>
    </w:p>
    <w:p w14:paraId="681394F6" w14:textId="548F65B5" w:rsidR="00D51FB7" w:rsidRPr="00A15C08" w:rsidRDefault="00D51FB7" w:rsidP="00D51FB7">
      <w:pPr>
        <w:pStyle w:val="PKTpunkt"/>
      </w:pPr>
      <w:r w:rsidRPr="00A15C08">
        <w:t>12)</w:t>
      </w:r>
      <w:r w:rsidRPr="00A15C08">
        <w:tab/>
        <w:t>Rb-28</w:t>
      </w:r>
      <w:r w:rsidR="00B2796B">
        <w:t xml:space="preserve"> </w:t>
      </w:r>
      <w:r w:rsidRPr="00A15C08">
        <w:t>Programy – sprawozdanie z</w:t>
      </w:r>
      <w:r w:rsidR="00B2796B">
        <w:t xml:space="preserve"> </w:t>
      </w:r>
      <w:r w:rsidRPr="00A15C08">
        <w:t>wykonania planu wydatków budżetu państwa w</w:t>
      </w:r>
      <w:r w:rsidR="00B2796B">
        <w:t xml:space="preserve"> </w:t>
      </w:r>
      <w:r w:rsidRPr="00A15C08">
        <w:t>zakresie programów realizowanych ze środków pochodzących z</w:t>
      </w:r>
      <w:r w:rsidR="00B2796B">
        <w:t xml:space="preserve"> </w:t>
      </w:r>
      <w:r w:rsidRPr="00A15C08">
        <w:t>budżetu UE oraz niepodlegających zwrotowi środków z</w:t>
      </w:r>
      <w:r w:rsidR="00B2796B">
        <w:t xml:space="preserve"> </w:t>
      </w:r>
      <w:r w:rsidRPr="00A15C08">
        <w:t>pomocy udzielanej przez państwa członkowskie EFTA, z</w:t>
      </w:r>
      <w:r w:rsidR="00B2796B">
        <w:t xml:space="preserve"> </w:t>
      </w:r>
      <w:r w:rsidRPr="00A15C08">
        <w:t>wyłączeniem wydatków na realizację Wspólnej Polityki Rolnej; wzór sprawozdania stanowi załącznik nr</w:t>
      </w:r>
      <w:r w:rsidR="00B2796B">
        <w:t xml:space="preserve"> </w:t>
      </w:r>
      <w:r w:rsidRPr="00A15C08">
        <w:t>12</w:t>
      </w:r>
      <w:r w:rsidR="00B2796B">
        <w:t xml:space="preserve"> </w:t>
      </w:r>
      <w:r w:rsidRPr="00A15C08">
        <w:t>do rozporządzenia;</w:t>
      </w:r>
    </w:p>
    <w:p w14:paraId="524681CD" w14:textId="57741248" w:rsidR="00D51FB7" w:rsidRPr="00A15C08" w:rsidRDefault="00D51FB7" w:rsidP="00D51FB7">
      <w:pPr>
        <w:pStyle w:val="PKTpunkt"/>
      </w:pPr>
      <w:r w:rsidRPr="00A15C08">
        <w:t>13)</w:t>
      </w:r>
      <w:r w:rsidRPr="00A15C08">
        <w:tab/>
        <w:t>Rb-28</w:t>
      </w:r>
      <w:r w:rsidR="00B2796B">
        <w:t xml:space="preserve"> </w:t>
      </w:r>
      <w:r w:rsidRPr="00A15C08">
        <w:t>Programy WPR – sprawozdanie z</w:t>
      </w:r>
      <w:r w:rsidR="00B2796B">
        <w:t xml:space="preserve"> </w:t>
      </w:r>
      <w:r w:rsidRPr="00A15C08">
        <w:t>wykonania planu wydatków budżetu państwa w</w:t>
      </w:r>
      <w:r w:rsidR="00B2796B">
        <w:t xml:space="preserve"> </w:t>
      </w:r>
      <w:r w:rsidRPr="00A15C08">
        <w:t>zakresie programów realizowanych ze środków pochodzących z</w:t>
      </w:r>
      <w:r w:rsidR="00B2796B">
        <w:t xml:space="preserve"> </w:t>
      </w:r>
      <w:r w:rsidRPr="00A15C08">
        <w:t>budżetu UE na realizację Wspólnej Polityki Rolnej; wzór sprawozdania stanowi załącznik nr</w:t>
      </w:r>
      <w:r w:rsidR="00B2796B">
        <w:t xml:space="preserve"> </w:t>
      </w:r>
      <w:r w:rsidRPr="00A15C08">
        <w:t>13</w:t>
      </w:r>
      <w:r w:rsidR="00B2796B">
        <w:t xml:space="preserve"> </w:t>
      </w:r>
      <w:r w:rsidRPr="00A15C08">
        <w:t>do rozporządzenia;</w:t>
      </w:r>
    </w:p>
    <w:p w14:paraId="75EE668B" w14:textId="65507B18" w:rsidR="00D51FB7" w:rsidRPr="00A15C08" w:rsidRDefault="00D51FB7" w:rsidP="00D51FB7">
      <w:pPr>
        <w:pStyle w:val="PKTpunkt"/>
      </w:pPr>
      <w:r w:rsidRPr="00A15C08">
        <w:t>14)</w:t>
      </w:r>
      <w:r w:rsidRPr="00A15C08">
        <w:tab/>
        <w:t>Rb-28UE – sprawozdanie z</w:t>
      </w:r>
      <w:r w:rsidR="00B2796B">
        <w:t xml:space="preserve"> </w:t>
      </w:r>
      <w:r w:rsidRPr="00A15C08">
        <w:t>wykonania planu wydatków budżetu środków europejskich, z</w:t>
      </w:r>
      <w:r w:rsidR="00B2796B">
        <w:t xml:space="preserve"> </w:t>
      </w:r>
      <w:r w:rsidRPr="00A15C08">
        <w:t>wyłączeniem wydatków na realizację Wspólnej Polityki Rolnej; wzór sprawozdania stanowi załącznik nr</w:t>
      </w:r>
      <w:r w:rsidR="00B2796B">
        <w:t xml:space="preserve"> </w:t>
      </w:r>
      <w:r w:rsidRPr="00A15C08">
        <w:t>14</w:t>
      </w:r>
      <w:r w:rsidR="00B2796B">
        <w:t xml:space="preserve"> </w:t>
      </w:r>
      <w:r w:rsidRPr="00A15C08">
        <w:t>do rozporządzenia;</w:t>
      </w:r>
    </w:p>
    <w:p w14:paraId="45B38E14" w14:textId="21206D6B" w:rsidR="00514871" w:rsidRPr="00A15C08" w:rsidRDefault="00514871" w:rsidP="00514871">
      <w:pPr>
        <w:pStyle w:val="PKTpunkt"/>
      </w:pPr>
      <w:r w:rsidRPr="00A15C08">
        <w:lastRenderedPageBreak/>
        <w:t>14a)</w:t>
      </w:r>
      <w:bookmarkStart w:id="0" w:name="_Ref153452974"/>
      <w:r w:rsidR="00635204" w:rsidRPr="00A15C08">
        <w:rPr>
          <w:rStyle w:val="Odwoanieprzypisudolnego"/>
        </w:rPr>
        <w:footnoteReference w:id="2"/>
      </w:r>
      <w:bookmarkEnd w:id="0"/>
      <w:r w:rsidR="00635204" w:rsidRPr="00A15C08">
        <w:rPr>
          <w:rStyle w:val="IGindeksgrny"/>
        </w:rPr>
        <w:t>)</w:t>
      </w:r>
      <w:r w:rsidRPr="00A15C08">
        <w:tab/>
        <w:t xml:space="preserve">Rb-28UE </w:t>
      </w:r>
      <w:r w:rsidR="00635204" w:rsidRPr="00A15C08">
        <w:t xml:space="preserve">KPO </w:t>
      </w:r>
      <w:r w:rsidRPr="00A15C08">
        <w:t xml:space="preserve">– </w:t>
      </w:r>
      <w:r w:rsidR="00635204" w:rsidRPr="00A15C08">
        <w:t>sprawozdanie z wykonania planu wydatków budżetu środków europejskich ze środków pochodzących z Instrumentu na rzecz Odbudowy i</w:t>
      </w:r>
      <w:r w:rsidR="00B2796B">
        <w:t xml:space="preserve"> </w:t>
      </w:r>
      <w:r w:rsidR="00635204" w:rsidRPr="00A15C08">
        <w:t>Zwiększania Odporności przeznaczonych na wsparcie o charakterze bezzwrotnym; wzór sprawozdania stanowi załącznik nr 14a do rozporządzenia;</w:t>
      </w:r>
    </w:p>
    <w:p w14:paraId="55E0D0DD" w14:textId="2FA09A2F" w:rsidR="00D51FB7" w:rsidRPr="00A15C08" w:rsidRDefault="00D51FB7" w:rsidP="00D51FB7">
      <w:pPr>
        <w:pStyle w:val="PKTpunkt"/>
      </w:pPr>
      <w:r w:rsidRPr="00A15C08">
        <w:t>15)</w:t>
      </w:r>
      <w:r w:rsidRPr="00A15C08">
        <w:tab/>
        <w:t>Rb-28UE WPR – sprawozdanie z</w:t>
      </w:r>
      <w:r w:rsidR="00B2796B">
        <w:t xml:space="preserve"> </w:t>
      </w:r>
      <w:r w:rsidRPr="00A15C08">
        <w:t>wykonania planu wydatków budżetu środków europejskich w</w:t>
      </w:r>
      <w:r w:rsidR="00B2796B">
        <w:t xml:space="preserve"> </w:t>
      </w:r>
      <w:r w:rsidRPr="00A15C08">
        <w:t>zakresie wydatków na realizację Wspólnej Polityki Rolnej; wzór sprawozdania stanowi załącznik nr</w:t>
      </w:r>
      <w:r w:rsidR="00B2796B">
        <w:t xml:space="preserve"> </w:t>
      </w:r>
      <w:r w:rsidRPr="00A15C08">
        <w:t>15</w:t>
      </w:r>
      <w:r w:rsidR="00B2796B">
        <w:t xml:space="preserve"> </w:t>
      </w:r>
      <w:r w:rsidRPr="00A15C08">
        <w:t>do rozporządzenia;</w:t>
      </w:r>
    </w:p>
    <w:p w14:paraId="2CB99D8E" w14:textId="41242A68" w:rsidR="00D51FB7" w:rsidRPr="00A15C08" w:rsidRDefault="00D51FB7" w:rsidP="00D51FB7">
      <w:pPr>
        <w:pStyle w:val="PKTpunkt"/>
      </w:pPr>
      <w:r w:rsidRPr="00A15C08">
        <w:t>16)</w:t>
      </w:r>
      <w:r w:rsidRPr="00A15C08">
        <w:tab/>
        <w:t>Rb-28NW – sprawozdanie z</w:t>
      </w:r>
      <w:r w:rsidR="00B2796B">
        <w:t xml:space="preserve"> </w:t>
      </w:r>
      <w:r w:rsidRPr="00A15C08">
        <w:t>wykonania planu wydatków, które nie wygasły z</w:t>
      </w:r>
      <w:r w:rsidR="00B2796B">
        <w:t xml:space="preserve"> </w:t>
      </w:r>
      <w:r w:rsidRPr="00A15C08">
        <w:t>upływem roku budżetowego; wzór sprawozdania stanowi załącznik nr</w:t>
      </w:r>
      <w:r w:rsidR="00B2796B">
        <w:t xml:space="preserve"> </w:t>
      </w:r>
      <w:r w:rsidRPr="00A15C08">
        <w:t>16</w:t>
      </w:r>
      <w:r w:rsidR="00B2796B">
        <w:t xml:space="preserve"> </w:t>
      </w:r>
      <w:r w:rsidRPr="00A15C08">
        <w:t>do rozporządzenia;</w:t>
      </w:r>
    </w:p>
    <w:p w14:paraId="67DE204F" w14:textId="6218AF1E" w:rsidR="00D51FB7" w:rsidRPr="00A15C08" w:rsidRDefault="00D51FB7" w:rsidP="00D51FB7">
      <w:pPr>
        <w:pStyle w:val="PKTpunkt"/>
      </w:pPr>
      <w:r w:rsidRPr="00A15C08">
        <w:t>17)</w:t>
      </w:r>
      <w:r w:rsidRPr="00A15C08">
        <w:tab/>
        <w:t>Rb-28NW Programy – sprawozdanie z</w:t>
      </w:r>
      <w:r w:rsidR="00B2796B">
        <w:t xml:space="preserve"> </w:t>
      </w:r>
      <w:r w:rsidRPr="00A15C08">
        <w:t>wykonania planu wydatków budżetu państwa, które nie wygasły z</w:t>
      </w:r>
      <w:r w:rsidR="00B2796B">
        <w:t xml:space="preserve"> </w:t>
      </w:r>
      <w:r w:rsidRPr="00A15C08">
        <w:t>upływem roku budżetowego w</w:t>
      </w:r>
      <w:r w:rsidR="00B2796B">
        <w:t xml:space="preserve"> </w:t>
      </w:r>
      <w:r w:rsidRPr="00A15C08">
        <w:t>zakresie programów realizowanych ze środków pochodzących z</w:t>
      </w:r>
      <w:r w:rsidR="00B2796B">
        <w:t xml:space="preserve"> </w:t>
      </w:r>
      <w:r w:rsidRPr="00A15C08">
        <w:t>budżetu UE oraz niepodlegających zwrotowi środków z</w:t>
      </w:r>
      <w:r w:rsidR="00B2796B">
        <w:t xml:space="preserve"> </w:t>
      </w:r>
      <w:r w:rsidRPr="00A15C08">
        <w:t>pomocy udzielanej przez państwa członkowskie EFTA; wzór sprawozdania stanowi załącznik nr</w:t>
      </w:r>
      <w:r w:rsidR="00B2796B">
        <w:t xml:space="preserve"> </w:t>
      </w:r>
      <w:r w:rsidRPr="00A15C08">
        <w:t>17</w:t>
      </w:r>
      <w:r w:rsidR="00B2796B">
        <w:t xml:space="preserve"> </w:t>
      </w:r>
      <w:r w:rsidRPr="00A15C08">
        <w:t>do rozporządzenia;</w:t>
      </w:r>
    </w:p>
    <w:p w14:paraId="4F8A5ABA" w14:textId="5BBF8453" w:rsidR="00D51FB7" w:rsidRPr="00A15C08" w:rsidRDefault="00D51FB7" w:rsidP="00D51FB7">
      <w:pPr>
        <w:pStyle w:val="PKTpunkt"/>
      </w:pPr>
      <w:r w:rsidRPr="00A15C08">
        <w:t>18)</w:t>
      </w:r>
      <w:r w:rsidRPr="00A15C08">
        <w:tab/>
        <w:t>Rb-28S – sprawozdanie z</w:t>
      </w:r>
      <w:r w:rsidR="00B2796B">
        <w:t xml:space="preserve"> </w:t>
      </w:r>
      <w:r w:rsidRPr="00A15C08">
        <w:t>wykonania planu wydatków budżetowych samorządowej jednostki budżetowej/jednostki samorządu terytorialnego; wzór sprawozdania stanowi załącznik nr</w:t>
      </w:r>
      <w:r w:rsidR="00B2796B">
        <w:t xml:space="preserve"> </w:t>
      </w:r>
      <w:r w:rsidRPr="00A15C08">
        <w:t>18</w:t>
      </w:r>
      <w:r w:rsidR="00B2796B">
        <w:t xml:space="preserve"> </w:t>
      </w:r>
      <w:r w:rsidRPr="00A15C08">
        <w:t>do rozporządzenia;</w:t>
      </w:r>
    </w:p>
    <w:p w14:paraId="09C77E38" w14:textId="78BF6A29" w:rsidR="00D51FB7" w:rsidRPr="00A15C08" w:rsidRDefault="00D51FB7" w:rsidP="00D51FB7">
      <w:pPr>
        <w:pStyle w:val="PKTpunkt"/>
      </w:pPr>
      <w:r w:rsidRPr="00A15C08">
        <w:t>19)</w:t>
      </w:r>
      <w:r w:rsidRPr="00A15C08">
        <w:tab/>
        <w:t>Rb-28NWS – sprawozdanie z</w:t>
      </w:r>
      <w:r w:rsidR="00B2796B">
        <w:t xml:space="preserve"> </w:t>
      </w:r>
      <w:r w:rsidRPr="00A15C08">
        <w:t>wykonania planu wydatków samorządowej jednostki budżetowej/jednostki samorządu terytorialnego, które nie wygasły z</w:t>
      </w:r>
      <w:r w:rsidR="00B2796B">
        <w:t xml:space="preserve"> </w:t>
      </w:r>
      <w:r w:rsidRPr="00A15C08">
        <w:t>upływem roku budżetowego; wzór sprawozdania stanowi załącznik nr</w:t>
      </w:r>
      <w:r w:rsidR="00B2796B">
        <w:t xml:space="preserve"> </w:t>
      </w:r>
      <w:r w:rsidRPr="00A15C08">
        <w:t>19</w:t>
      </w:r>
      <w:r w:rsidR="00B2796B">
        <w:t xml:space="preserve"> </w:t>
      </w:r>
      <w:r w:rsidRPr="00A15C08">
        <w:t>do rozporządzenia;</w:t>
      </w:r>
    </w:p>
    <w:p w14:paraId="4541EC5B" w14:textId="63643165" w:rsidR="00D51FB7" w:rsidRPr="00A15C08" w:rsidRDefault="00D51FB7" w:rsidP="00D51FB7">
      <w:pPr>
        <w:pStyle w:val="PKTpunkt"/>
      </w:pPr>
      <w:r w:rsidRPr="00A15C08">
        <w:t>20)</w:t>
      </w:r>
      <w:r w:rsidRPr="00A15C08">
        <w:tab/>
        <w:t>Rb-NDS – sprawozdanie o</w:t>
      </w:r>
      <w:r w:rsidR="00B2796B">
        <w:t xml:space="preserve"> </w:t>
      </w:r>
      <w:r w:rsidRPr="00A15C08">
        <w:t>nadwyżce/deficycie jednostki samorządu terytorialnego; wzór sprawozdania stanowi załącznik nr</w:t>
      </w:r>
      <w:r w:rsidR="00B2796B">
        <w:t xml:space="preserve"> </w:t>
      </w:r>
      <w:r w:rsidRPr="00A15C08">
        <w:t>20</w:t>
      </w:r>
      <w:r w:rsidR="00B2796B">
        <w:t xml:space="preserve"> </w:t>
      </w:r>
      <w:r w:rsidRPr="00A15C08">
        <w:t>do rozporządzenia;</w:t>
      </w:r>
    </w:p>
    <w:p w14:paraId="0D1539E0" w14:textId="00C2F87F" w:rsidR="00D51FB7" w:rsidRPr="00A15C08" w:rsidRDefault="00D51FB7" w:rsidP="00D51FB7">
      <w:pPr>
        <w:pStyle w:val="PKTpunkt"/>
      </w:pPr>
      <w:r w:rsidRPr="00A15C08">
        <w:t>21)</w:t>
      </w:r>
      <w:r w:rsidRPr="00A15C08">
        <w:tab/>
        <w:t>Rb-30S – sprawozdanie z</w:t>
      </w:r>
      <w:r w:rsidR="00B2796B">
        <w:t xml:space="preserve"> </w:t>
      </w:r>
      <w:r w:rsidRPr="00A15C08">
        <w:t>wykonania planów finansowych samorządowych zakładów budżetowych; wzór sprawozdania stanowi załącznik nr</w:t>
      </w:r>
      <w:r w:rsidR="00B2796B">
        <w:t xml:space="preserve"> </w:t>
      </w:r>
      <w:r w:rsidRPr="00A15C08">
        <w:t>21</w:t>
      </w:r>
      <w:r w:rsidR="00B2796B">
        <w:t xml:space="preserve"> </w:t>
      </w:r>
      <w:r w:rsidRPr="00A15C08">
        <w:t>do rozporządzenia;</w:t>
      </w:r>
    </w:p>
    <w:p w14:paraId="0259FF8D" w14:textId="1ED172C5" w:rsidR="00D51FB7" w:rsidRPr="00A15C08" w:rsidRDefault="00D51FB7" w:rsidP="00D51FB7">
      <w:pPr>
        <w:pStyle w:val="PKTpunkt"/>
      </w:pPr>
      <w:r w:rsidRPr="00A15C08">
        <w:t>22)</w:t>
      </w:r>
      <w:r w:rsidRPr="00A15C08">
        <w:tab/>
        <w:t>Rb-33 – sprawozdanie z</w:t>
      </w:r>
      <w:r w:rsidR="00B2796B">
        <w:t xml:space="preserve"> </w:t>
      </w:r>
      <w:r w:rsidRPr="00A15C08">
        <w:t>wykonania planu finansowego państwowego funduszu celowego; wzór sprawozdania stanowi załącznik nr</w:t>
      </w:r>
      <w:r w:rsidR="00B2796B">
        <w:t xml:space="preserve"> </w:t>
      </w:r>
      <w:r w:rsidRPr="00A15C08">
        <w:t>22</w:t>
      </w:r>
      <w:r w:rsidR="00B2796B">
        <w:t xml:space="preserve"> </w:t>
      </w:r>
      <w:r w:rsidRPr="00A15C08">
        <w:t>do rozporządzenia;</w:t>
      </w:r>
    </w:p>
    <w:p w14:paraId="51AD680A" w14:textId="1E58A2D5" w:rsidR="00D51FB7" w:rsidRPr="00A15C08" w:rsidRDefault="00D51FB7" w:rsidP="00D51FB7">
      <w:pPr>
        <w:pStyle w:val="PKTpunkt"/>
        <w:tabs>
          <w:tab w:val="left" w:pos="1276"/>
        </w:tabs>
      </w:pPr>
      <w:r w:rsidRPr="00A15C08">
        <w:t>23)</w:t>
      </w:r>
      <w:r w:rsidRPr="00A15C08">
        <w:tab/>
        <w:t>Rb-34 – sprawozdanie z</w:t>
      </w:r>
      <w:r w:rsidR="00B2796B">
        <w:t xml:space="preserve"> </w:t>
      </w:r>
      <w:r w:rsidRPr="00A15C08">
        <w:t>wykonania dochodów i</w:t>
      </w:r>
      <w:r w:rsidR="00B2796B">
        <w:t xml:space="preserve"> </w:t>
      </w:r>
      <w:r w:rsidRPr="00A15C08">
        <w:t>wydatków na rachunku, o</w:t>
      </w:r>
      <w:r w:rsidR="00B2796B">
        <w:t xml:space="preserve"> </w:t>
      </w:r>
      <w:r w:rsidRPr="00A15C08">
        <w:t>którym mowa w art.</w:t>
      </w:r>
      <w:r w:rsidR="00B2796B">
        <w:t xml:space="preserve"> </w:t>
      </w:r>
      <w:r w:rsidRPr="00A15C08">
        <w:t>11a</w:t>
      </w:r>
      <w:r w:rsidR="00B2796B">
        <w:t xml:space="preserve"> </w:t>
      </w:r>
      <w:r w:rsidRPr="00A15C08">
        <w:t>ustawy o</w:t>
      </w:r>
      <w:r w:rsidR="00B2796B">
        <w:t xml:space="preserve"> </w:t>
      </w:r>
      <w:r w:rsidRPr="00A15C08">
        <w:t>finansach publicznych; wzór sprawozdania stanowi załącznik nr</w:t>
      </w:r>
      <w:r w:rsidR="00B2796B">
        <w:t xml:space="preserve"> </w:t>
      </w:r>
      <w:r w:rsidRPr="00A15C08">
        <w:t>23</w:t>
      </w:r>
      <w:r w:rsidR="00B2796B">
        <w:t xml:space="preserve"> </w:t>
      </w:r>
      <w:r w:rsidRPr="00A15C08">
        <w:t>do rozporządzenia;</w:t>
      </w:r>
    </w:p>
    <w:p w14:paraId="047D1ABC" w14:textId="2B984E3E" w:rsidR="00D51FB7" w:rsidRPr="00A15C08" w:rsidRDefault="00D51FB7" w:rsidP="00D51FB7">
      <w:pPr>
        <w:pStyle w:val="PKTpunkt"/>
      </w:pPr>
      <w:r w:rsidRPr="00A15C08">
        <w:lastRenderedPageBreak/>
        <w:t>24)</w:t>
      </w:r>
      <w:r w:rsidRPr="00A15C08">
        <w:tab/>
        <w:t>Rb-34PL – sprawozdanie z</w:t>
      </w:r>
      <w:r w:rsidR="00B2796B">
        <w:t xml:space="preserve"> </w:t>
      </w:r>
      <w:r w:rsidRPr="00A15C08">
        <w:t>wykonania dochodów i</w:t>
      </w:r>
      <w:r w:rsidR="00B2796B">
        <w:t xml:space="preserve"> </w:t>
      </w:r>
      <w:r w:rsidRPr="00A15C08">
        <w:t>wydatków na rachunku, o</w:t>
      </w:r>
      <w:r w:rsidR="00B2796B">
        <w:t xml:space="preserve"> </w:t>
      </w:r>
      <w:r w:rsidRPr="00A15C08">
        <w:t>którym mowa w art.</w:t>
      </w:r>
      <w:r w:rsidR="00B2796B">
        <w:t xml:space="preserve"> </w:t>
      </w:r>
      <w:r w:rsidRPr="00A15C08">
        <w:t>163</w:t>
      </w:r>
      <w:r w:rsidR="00B2796B">
        <w:t xml:space="preserve"> </w:t>
      </w:r>
      <w:r w:rsidRPr="00A15C08">
        <w:t>ustawy o</w:t>
      </w:r>
      <w:r w:rsidR="00B2796B">
        <w:t xml:space="preserve"> </w:t>
      </w:r>
      <w:r w:rsidRPr="00A15C08">
        <w:t>finansach publicznych; wzór sprawozdania stanowi załącznik nr</w:t>
      </w:r>
      <w:r w:rsidR="00B2796B">
        <w:t xml:space="preserve"> </w:t>
      </w:r>
      <w:r w:rsidRPr="00A15C08">
        <w:t>24</w:t>
      </w:r>
      <w:r w:rsidR="00B2796B">
        <w:t xml:space="preserve"> </w:t>
      </w:r>
      <w:r w:rsidRPr="00A15C08">
        <w:t>do rozporządzenia;</w:t>
      </w:r>
    </w:p>
    <w:p w14:paraId="4E775345" w14:textId="6D8E0F59" w:rsidR="00D51FB7" w:rsidRPr="00A15C08" w:rsidRDefault="00D51FB7" w:rsidP="00D51FB7">
      <w:pPr>
        <w:pStyle w:val="PKTpunkt"/>
      </w:pPr>
      <w:r w:rsidRPr="00A15C08">
        <w:t>25)</w:t>
      </w:r>
      <w:r w:rsidRPr="00A15C08">
        <w:tab/>
        <w:t>Rb-34S – sprawozdanie z</w:t>
      </w:r>
      <w:r w:rsidR="00B2796B">
        <w:t xml:space="preserve"> </w:t>
      </w:r>
      <w:r w:rsidRPr="00A15C08">
        <w:t>wykonania dochodów i</w:t>
      </w:r>
      <w:r w:rsidR="00B2796B">
        <w:t xml:space="preserve"> </w:t>
      </w:r>
      <w:r w:rsidRPr="00A15C08">
        <w:t>wydatków na rachunku, o</w:t>
      </w:r>
      <w:r w:rsidR="00B2796B">
        <w:t xml:space="preserve"> </w:t>
      </w:r>
      <w:r w:rsidRPr="00A15C08">
        <w:t>którym mowa w art.</w:t>
      </w:r>
      <w:r w:rsidR="00B2796B">
        <w:t xml:space="preserve"> </w:t>
      </w:r>
      <w:r w:rsidRPr="00A15C08">
        <w:t>223 ust.</w:t>
      </w:r>
      <w:r w:rsidR="00B2796B">
        <w:t xml:space="preserve"> </w:t>
      </w:r>
      <w:r w:rsidRPr="00A15C08">
        <w:t>1</w:t>
      </w:r>
      <w:r w:rsidR="00B2796B">
        <w:t xml:space="preserve"> </w:t>
      </w:r>
      <w:r w:rsidRPr="00A15C08">
        <w:t>ustawy o</w:t>
      </w:r>
      <w:r w:rsidR="00B2796B">
        <w:t xml:space="preserve"> </w:t>
      </w:r>
      <w:r w:rsidRPr="00A15C08">
        <w:t>finansach publicznych; wzór sprawozdania stanowi załącznik nr</w:t>
      </w:r>
      <w:r w:rsidR="00B2796B">
        <w:t xml:space="preserve"> </w:t>
      </w:r>
      <w:r w:rsidRPr="00A15C08">
        <w:t>25</w:t>
      </w:r>
      <w:r w:rsidR="00B2796B">
        <w:t xml:space="preserve"> </w:t>
      </w:r>
      <w:r w:rsidRPr="00A15C08">
        <w:t>do rozporządzenia;</w:t>
      </w:r>
    </w:p>
    <w:p w14:paraId="52C26804" w14:textId="1A8CFD3A" w:rsidR="00D51FB7" w:rsidRPr="00A15C08" w:rsidRDefault="00D51FB7" w:rsidP="00D51FB7">
      <w:pPr>
        <w:pStyle w:val="PKTpunkt"/>
      </w:pPr>
      <w:r w:rsidRPr="00A15C08">
        <w:t>26)</w:t>
      </w:r>
      <w:r w:rsidRPr="00A15C08">
        <w:tab/>
        <w:t>Rb-35 – sprawozdanie z</w:t>
      </w:r>
      <w:r w:rsidR="00B2796B">
        <w:t xml:space="preserve"> </w:t>
      </w:r>
      <w:r w:rsidRPr="00A15C08">
        <w:t>wykonania planu dochodów i</w:t>
      </w:r>
      <w:r w:rsidR="00B2796B">
        <w:t xml:space="preserve"> </w:t>
      </w:r>
      <w:r w:rsidRPr="00A15C08">
        <w:t>wydatków agencji wykonawczej; wzór sprawozdania stanowi załącznik nr</w:t>
      </w:r>
      <w:r w:rsidR="00B2796B">
        <w:t xml:space="preserve"> </w:t>
      </w:r>
      <w:r w:rsidRPr="00A15C08">
        <w:t>26</w:t>
      </w:r>
      <w:r w:rsidR="00B2796B">
        <w:t xml:space="preserve"> </w:t>
      </w:r>
      <w:r w:rsidRPr="00A15C08">
        <w:t>do rozporządzenia;</w:t>
      </w:r>
    </w:p>
    <w:p w14:paraId="071D3527" w14:textId="761A0DFB" w:rsidR="00D51FB7" w:rsidRPr="00A15C08" w:rsidRDefault="00D51FB7" w:rsidP="00D51FB7">
      <w:pPr>
        <w:pStyle w:val="PKTpunkt"/>
      </w:pPr>
      <w:r w:rsidRPr="00A15C08">
        <w:t>27)</w:t>
      </w:r>
      <w:r w:rsidRPr="00A15C08">
        <w:tab/>
        <w:t>Rb-40 – sprawozdanie z</w:t>
      </w:r>
      <w:r w:rsidR="00B2796B">
        <w:t xml:space="preserve"> </w:t>
      </w:r>
      <w:r w:rsidRPr="00A15C08">
        <w:t>wykonania, określonego w</w:t>
      </w:r>
      <w:r w:rsidR="00B2796B">
        <w:t xml:space="preserve"> </w:t>
      </w:r>
      <w:r w:rsidRPr="00A15C08">
        <w:t>ustawie budżetowej na dany rok budżetowy, planu finansowego państwowego fundus</w:t>
      </w:r>
      <w:r w:rsidR="00DB4136">
        <w:t>zu celowego/agencji wykonawczej</w:t>
      </w:r>
      <w:r w:rsidRPr="00A15C08">
        <w:t>/instytucji gospodarki budżetowej/Zakładu Ubezpieczeń Społecznych; wzór sprawozdania stanowi załącznik nr</w:t>
      </w:r>
      <w:r w:rsidR="00B2796B">
        <w:t xml:space="preserve"> </w:t>
      </w:r>
      <w:r w:rsidRPr="00A15C08">
        <w:t>27</w:t>
      </w:r>
      <w:r w:rsidR="00B2796B">
        <w:t xml:space="preserve"> </w:t>
      </w:r>
      <w:r w:rsidRPr="00A15C08">
        <w:t>do rozporządzenia;</w:t>
      </w:r>
    </w:p>
    <w:p w14:paraId="068CC887" w14:textId="0248B7AB" w:rsidR="00D51FB7" w:rsidRPr="00A15C08" w:rsidRDefault="00D51FB7" w:rsidP="00D51FB7">
      <w:pPr>
        <w:pStyle w:val="PKTpunkt"/>
      </w:pPr>
      <w:r w:rsidRPr="00A15C08">
        <w:t>28)</w:t>
      </w:r>
      <w:r w:rsidRPr="00A15C08">
        <w:tab/>
        <w:t>Rb-50 – sprawozdanie o</w:t>
      </w:r>
      <w:r w:rsidR="00B2796B">
        <w:t xml:space="preserve"> </w:t>
      </w:r>
      <w:r w:rsidRPr="00A15C08">
        <w:t>dotacjach/wydatkach związanych z</w:t>
      </w:r>
      <w:r w:rsidR="00B2796B">
        <w:t xml:space="preserve"> </w:t>
      </w:r>
      <w:r w:rsidRPr="00A15C08">
        <w:t>wykonywaniem zadań z</w:t>
      </w:r>
      <w:r w:rsidR="00B2796B">
        <w:t xml:space="preserve"> </w:t>
      </w:r>
      <w:r w:rsidRPr="00A15C08">
        <w:t>zakresu administracji rządowej oraz innych zadań zleconych jednostkom samorządu terytorialnego ustawami; wzór sprawozdania stanowi załącznik nr</w:t>
      </w:r>
      <w:r w:rsidR="00B2796B">
        <w:t xml:space="preserve"> </w:t>
      </w:r>
      <w:r w:rsidRPr="00A15C08">
        <w:t>28</w:t>
      </w:r>
      <w:r w:rsidR="00B2796B">
        <w:t xml:space="preserve"> </w:t>
      </w:r>
      <w:r w:rsidRPr="00A15C08">
        <w:t>do rozporządzenia;</w:t>
      </w:r>
    </w:p>
    <w:p w14:paraId="61F58EB9" w14:textId="43461F8B" w:rsidR="00D51FB7" w:rsidRPr="00A15C08" w:rsidRDefault="00D51FB7" w:rsidP="00D51FB7">
      <w:pPr>
        <w:pStyle w:val="PKTpunkt"/>
      </w:pPr>
      <w:r w:rsidRPr="00A15C08">
        <w:t>29)</w:t>
      </w:r>
      <w:r w:rsidRPr="00A15C08">
        <w:tab/>
        <w:t>Rb-70 – sprawozdanie o</w:t>
      </w:r>
      <w:r w:rsidR="00B2796B">
        <w:t xml:space="preserve"> </w:t>
      </w:r>
      <w:r w:rsidRPr="00A15C08">
        <w:t>zatrudnieniu i</w:t>
      </w:r>
      <w:r w:rsidR="00B2796B">
        <w:t xml:space="preserve"> </w:t>
      </w:r>
      <w:r w:rsidRPr="00A15C08">
        <w:t>wynagrodzeniach; wzór sprawozdania stanowi załącznik nr</w:t>
      </w:r>
      <w:r w:rsidR="00B2796B">
        <w:t xml:space="preserve"> </w:t>
      </w:r>
      <w:r w:rsidRPr="00A15C08">
        <w:t>29</w:t>
      </w:r>
      <w:r w:rsidR="00B2796B">
        <w:t xml:space="preserve"> </w:t>
      </w:r>
      <w:r w:rsidRPr="00A15C08">
        <w:t>do rozporządzenia;</w:t>
      </w:r>
    </w:p>
    <w:p w14:paraId="24714B71" w14:textId="3BC3124F" w:rsidR="00D51FB7" w:rsidRPr="00A15C08" w:rsidRDefault="00D51FB7" w:rsidP="00D51FB7">
      <w:pPr>
        <w:pStyle w:val="PKTpunkt"/>
      </w:pPr>
      <w:r w:rsidRPr="00A15C08">
        <w:t>30)</w:t>
      </w:r>
      <w:r w:rsidRPr="00A15C08">
        <w:tab/>
        <w:t>Rb-ST – sprawozdanie o</w:t>
      </w:r>
      <w:r w:rsidR="00B2796B">
        <w:t xml:space="preserve"> </w:t>
      </w:r>
      <w:r w:rsidRPr="00A15C08">
        <w:t>stanie środków na rachunkach bankowych jednostki samorządu terytorialnego; wzór sprawozdania stanowi załącznik nr</w:t>
      </w:r>
      <w:r w:rsidR="00B2796B">
        <w:t xml:space="preserve"> </w:t>
      </w:r>
      <w:r w:rsidRPr="00A15C08">
        <w:t>30</w:t>
      </w:r>
      <w:r w:rsidR="00B2796B">
        <w:t xml:space="preserve"> </w:t>
      </w:r>
      <w:r w:rsidRPr="00A15C08">
        <w:t>do rozporządzenia;</w:t>
      </w:r>
    </w:p>
    <w:p w14:paraId="2967E7AC" w14:textId="75E4420F" w:rsidR="00D51FB7" w:rsidRPr="00A15C08" w:rsidRDefault="00D51FB7" w:rsidP="00D51FB7">
      <w:pPr>
        <w:pStyle w:val="PKTpunkt"/>
      </w:pPr>
      <w:r w:rsidRPr="00A15C08">
        <w:t>31)</w:t>
      </w:r>
      <w:r w:rsidRPr="00A15C08">
        <w:tab/>
        <w:t>Rb-Z-PPP – sprawozdanie o</w:t>
      </w:r>
      <w:r w:rsidR="00B2796B">
        <w:t xml:space="preserve"> </w:t>
      </w:r>
      <w:r w:rsidRPr="00A15C08">
        <w:t>stanie zobowiązań wynikających z</w:t>
      </w:r>
      <w:r w:rsidR="00B2796B">
        <w:t xml:space="preserve"> </w:t>
      </w:r>
      <w:r w:rsidRPr="00A15C08">
        <w:t>umów partnerstwa publiczno-prywatnego; wzór sprawozdania stanowi załącznik nr</w:t>
      </w:r>
      <w:r w:rsidR="00B2796B">
        <w:t xml:space="preserve"> </w:t>
      </w:r>
      <w:r w:rsidRPr="00A15C08">
        <w:t>31</w:t>
      </w:r>
      <w:r w:rsidR="00B2796B">
        <w:t xml:space="preserve"> </w:t>
      </w:r>
      <w:r w:rsidRPr="00A15C08">
        <w:t>do rozporządzenia;</w:t>
      </w:r>
    </w:p>
    <w:p w14:paraId="122F7F1D" w14:textId="561C0A57" w:rsidR="00D51FB7" w:rsidRPr="00A15C08" w:rsidRDefault="00D51FB7" w:rsidP="00D51FB7">
      <w:pPr>
        <w:pStyle w:val="PKTpunkt"/>
      </w:pPr>
      <w:r w:rsidRPr="00A15C08">
        <w:t>32)</w:t>
      </w:r>
      <w:r w:rsidRPr="00A15C08">
        <w:tab/>
        <w:t>Rb-FUS – sprawozdanie z</w:t>
      </w:r>
      <w:r w:rsidR="00B2796B">
        <w:t xml:space="preserve"> </w:t>
      </w:r>
      <w:r w:rsidRPr="00A15C08">
        <w:t>wykonania wybranych elementów planu finansowego Funduszu Ubezpieczeń Społecznych; wzór sprawozdania stanowi załącznik nr</w:t>
      </w:r>
      <w:r w:rsidR="00B2796B">
        <w:t xml:space="preserve"> </w:t>
      </w:r>
      <w:r w:rsidRPr="00A15C08">
        <w:t>32</w:t>
      </w:r>
      <w:r w:rsidR="00B2796B">
        <w:t xml:space="preserve"> </w:t>
      </w:r>
      <w:r w:rsidRPr="00A15C08">
        <w:t>do rozporządzenia;</w:t>
      </w:r>
    </w:p>
    <w:p w14:paraId="432C35E8" w14:textId="1E69DCEC" w:rsidR="00D51FB7" w:rsidRPr="00A15C08" w:rsidRDefault="00D51FB7" w:rsidP="00D51FB7">
      <w:pPr>
        <w:pStyle w:val="PKTpunkt"/>
      </w:pPr>
      <w:r w:rsidRPr="00A15C08">
        <w:t>33)</w:t>
      </w:r>
      <w:r w:rsidRPr="00A15C08">
        <w:tab/>
        <w:t>Rb-FER – sprawozdanie z</w:t>
      </w:r>
      <w:r w:rsidR="00B2796B">
        <w:t xml:space="preserve"> </w:t>
      </w:r>
      <w:r w:rsidRPr="00A15C08">
        <w:t>wykonania wybranych elementów planu finansowego Funduszu Emerytalno-Rentowego; wzór sprawozdania stanowi załącznik nr</w:t>
      </w:r>
      <w:r w:rsidR="00B2796B">
        <w:t xml:space="preserve"> </w:t>
      </w:r>
      <w:r w:rsidRPr="00A15C08">
        <w:t>33</w:t>
      </w:r>
      <w:r w:rsidR="00B2796B">
        <w:t xml:space="preserve"> </w:t>
      </w:r>
      <w:r w:rsidRPr="00A15C08">
        <w:t>do rozporządzenia;</w:t>
      </w:r>
    </w:p>
    <w:p w14:paraId="121CCBDE" w14:textId="5B371D77" w:rsidR="00D51FB7" w:rsidRPr="00A15C08" w:rsidRDefault="00DB4136" w:rsidP="00D51FB7">
      <w:pPr>
        <w:pStyle w:val="PKTpunkt"/>
      </w:pPr>
      <w:r>
        <w:t>34)</w:t>
      </w:r>
      <w:r>
        <w:tab/>
      </w:r>
      <w:r w:rsidR="00D51FB7" w:rsidRPr="00A15C08">
        <w:t>Rb-FEP – sprawozdanie z wykonania wybranych elementów planu finansowego Funduszu Emerytur Pomostowych; wzór sprawozdania stanowi załącznik nr 34 do rozporządzenia.</w:t>
      </w:r>
    </w:p>
    <w:p w14:paraId="75C5BB2B" w14:textId="77777777" w:rsidR="00D51FB7" w:rsidRPr="00A15C08" w:rsidRDefault="00D51FB7" w:rsidP="00D51FB7">
      <w:pPr>
        <w:pStyle w:val="ROZDZODDZOZNoznaczenierozdziauluboddziau"/>
      </w:pPr>
      <w:r w:rsidRPr="00A15C08">
        <w:lastRenderedPageBreak/>
        <w:t>Rozdział 3</w:t>
      </w:r>
    </w:p>
    <w:p w14:paraId="3DAA5150" w14:textId="29D6DA55" w:rsidR="00D51FB7" w:rsidRPr="00A15C08" w:rsidRDefault="00D51FB7" w:rsidP="00D51FB7">
      <w:pPr>
        <w:pStyle w:val="TYTDZPRZEDMprzedmiotregulacjitytuulubdziau"/>
      </w:pPr>
      <w:r w:rsidRPr="00A15C08">
        <w:t>Jednostki obowiązane do sporządzania i</w:t>
      </w:r>
      <w:r w:rsidR="00DB4136">
        <w:t xml:space="preserve"> </w:t>
      </w:r>
      <w:r w:rsidRPr="00A15C08">
        <w:t>przekazywania sprawozdań</w:t>
      </w:r>
    </w:p>
    <w:p w14:paraId="49FE4B18" w14:textId="6653E879" w:rsidR="00D51FB7" w:rsidRPr="00A15C08" w:rsidRDefault="00D51FB7" w:rsidP="00D51FB7">
      <w:pPr>
        <w:pStyle w:val="ARTartustawynprozporzdzenia"/>
      </w:pPr>
      <w:r w:rsidRPr="00A15C08">
        <w:rPr>
          <w:rStyle w:val="Ppogrubienie"/>
        </w:rPr>
        <w:t>§</w:t>
      </w:r>
      <w:r w:rsidR="00DB4136">
        <w:rPr>
          <w:rStyle w:val="Ppogrubienie"/>
        </w:rPr>
        <w:t> </w:t>
      </w:r>
      <w:r w:rsidRPr="00A15C08">
        <w:rPr>
          <w:rStyle w:val="Ppogrubienie"/>
        </w:rPr>
        <w:t>4.</w:t>
      </w:r>
      <w:r w:rsidR="00DB4136">
        <w:t> </w:t>
      </w:r>
      <w:r w:rsidRPr="00A15C08">
        <w:t>Do sporządzania i</w:t>
      </w:r>
      <w:r w:rsidR="00DB4136">
        <w:t xml:space="preserve"> </w:t>
      </w:r>
      <w:r w:rsidRPr="00A15C08">
        <w:t>przekazywania sprawozdań w</w:t>
      </w:r>
      <w:r w:rsidR="00DB4136">
        <w:t xml:space="preserve"> </w:t>
      </w:r>
      <w:r w:rsidRPr="00A15C08">
        <w:t>imieniu jednostki są obowiązani:</w:t>
      </w:r>
    </w:p>
    <w:p w14:paraId="3B93BA2D" w14:textId="77777777" w:rsidR="00D51FB7" w:rsidRPr="00A15C08" w:rsidRDefault="00D51FB7" w:rsidP="00D51FB7">
      <w:pPr>
        <w:pStyle w:val="PKTpunkt"/>
      </w:pPr>
      <w:r w:rsidRPr="00A15C08">
        <w:t>1)</w:t>
      </w:r>
      <w:r w:rsidRPr="00A15C08">
        <w:tab/>
        <w:t>w zakresie budżetu państwa:</w:t>
      </w:r>
    </w:p>
    <w:p w14:paraId="2D5A1DC0" w14:textId="77777777" w:rsidR="00D51FB7" w:rsidRPr="00A15C08" w:rsidRDefault="00D51FB7" w:rsidP="00D51FB7">
      <w:pPr>
        <w:pStyle w:val="LITlitera"/>
      </w:pPr>
      <w:r w:rsidRPr="00A15C08">
        <w:t>a)</w:t>
      </w:r>
      <w:r w:rsidRPr="00A15C08">
        <w:tab/>
        <w:t>dysponenci środków budżetu państwa wszystkich stopni, z wyłączeniem kierowników placówek – Rb-23, Rb-27, Rb-28, Rb-34 i Rb-70,</w:t>
      </w:r>
    </w:p>
    <w:p w14:paraId="75341A93" w14:textId="1DFAE2B4" w:rsidR="00D51FB7" w:rsidRPr="00A15C08" w:rsidRDefault="00D51FB7" w:rsidP="00D51FB7">
      <w:pPr>
        <w:pStyle w:val="LITlitera"/>
      </w:pPr>
      <w:r w:rsidRPr="00A15C08">
        <w:t>b)</w:t>
      </w:r>
      <w:r w:rsidRPr="00A15C08">
        <w:tab/>
        <w:t>dysponenci środków budżetu państwa wszystkich stopni, z</w:t>
      </w:r>
      <w:r w:rsidR="00DB4136">
        <w:t xml:space="preserve"> </w:t>
      </w:r>
      <w:r w:rsidRPr="00A15C08">
        <w:t>wyłączeniem kierowników placówek, realizujący wydatki na programy z</w:t>
      </w:r>
      <w:r w:rsidR="00DB4136">
        <w:t xml:space="preserve"> </w:t>
      </w:r>
      <w:r w:rsidRPr="00A15C08">
        <w:t>udziałem środków pochodzących z</w:t>
      </w:r>
      <w:r w:rsidR="00DB4136">
        <w:t xml:space="preserve"> </w:t>
      </w:r>
      <w:r w:rsidRPr="00A15C08">
        <w:t>budżetu UE i</w:t>
      </w:r>
      <w:r w:rsidR="00DB4136">
        <w:t xml:space="preserve"> </w:t>
      </w:r>
      <w:r w:rsidRPr="00A15C08">
        <w:t>niepodlegających zwrotowi środków z</w:t>
      </w:r>
      <w:r w:rsidR="00DB4136">
        <w:t xml:space="preserve"> </w:t>
      </w:r>
      <w:r w:rsidRPr="00A15C08">
        <w:t>pomocy udzielanej przez państwa członkowskie EFTA oraz na realizację Wspólnej Polityki Rolnej – Rb-28</w:t>
      </w:r>
      <w:r w:rsidR="00DB4136">
        <w:t xml:space="preserve"> </w:t>
      </w:r>
      <w:r w:rsidRPr="00A15C08">
        <w:t>Programy i</w:t>
      </w:r>
      <w:r w:rsidR="00DB4136">
        <w:t xml:space="preserve"> </w:t>
      </w:r>
      <w:r w:rsidRPr="00A15C08">
        <w:t>Rb-28</w:t>
      </w:r>
      <w:r w:rsidR="00DB4136">
        <w:t xml:space="preserve"> </w:t>
      </w:r>
      <w:r w:rsidRPr="00A15C08">
        <w:t>Programy WPR,</w:t>
      </w:r>
    </w:p>
    <w:p w14:paraId="6AEC72B5" w14:textId="3EF1CD6E" w:rsidR="00D51FB7" w:rsidRPr="00A15C08" w:rsidRDefault="00D51FB7" w:rsidP="00D51FB7">
      <w:pPr>
        <w:pStyle w:val="LITlitera"/>
      </w:pPr>
      <w:r w:rsidRPr="00A15C08">
        <w:t>c)</w:t>
      </w:r>
      <w:r w:rsidRPr="00A15C08">
        <w:tab/>
        <w:t>kierownicy placówek – Rb-23PL, Rb-27PL,</w:t>
      </w:r>
      <w:r w:rsidR="00DB4136">
        <w:t xml:space="preserve"> </w:t>
      </w:r>
      <w:r w:rsidRPr="00A15C08">
        <w:t>Rb-28PL i Rb-34PL,</w:t>
      </w:r>
    </w:p>
    <w:p w14:paraId="0BF98CF5" w14:textId="3EC25AF8" w:rsidR="00D51FB7" w:rsidRPr="00A15C08" w:rsidRDefault="00D51FB7" w:rsidP="00D51FB7">
      <w:pPr>
        <w:pStyle w:val="LITlitera"/>
      </w:pPr>
      <w:r w:rsidRPr="00A15C08">
        <w:t>d)</w:t>
      </w:r>
      <w:r w:rsidRPr="00A15C08">
        <w:tab/>
        <w:t>dysponenci środków budżetu państwa realizujący wydatki, które nie wygasły z</w:t>
      </w:r>
      <w:r w:rsidR="00DB4136">
        <w:t xml:space="preserve"> </w:t>
      </w:r>
      <w:r w:rsidRPr="00A15C08">
        <w:t>upływem roku budżetowego – Rb-28NW i</w:t>
      </w:r>
      <w:r w:rsidR="00DB4136">
        <w:t xml:space="preserve"> </w:t>
      </w:r>
      <w:r w:rsidRPr="00A15C08">
        <w:t>Rb-28NW Programy,</w:t>
      </w:r>
    </w:p>
    <w:p w14:paraId="7FA14893" w14:textId="6C909F38" w:rsidR="00D51FB7" w:rsidRPr="00A15C08" w:rsidRDefault="00D51FB7" w:rsidP="00D51FB7">
      <w:pPr>
        <w:pStyle w:val="LITlitera"/>
      </w:pPr>
      <w:r w:rsidRPr="00A15C08">
        <w:t>e)</w:t>
      </w:r>
      <w:r w:rsidRPr="00A15C08">
        <w:tab/>
        <w:t>dysponenci państwowych funduszy celowych – Rb-33</w:t>
      </w:r>
      <w:r w:rsidR="00DB4136">
        <w:t xml:space="preserve"> </w:t>
      </w:r>
      <w:r w:rsidRPr="00A15C08">
        <w:t>i</w:t>
      </w:r>
      <w:r w:rsidR="00DB4136">
        <w:t xml:space="preserve"> </w:t>
      </w:r>
      <w:r w:rsidRPr="00A15C08">
        <w:t>Rb-40,</w:t>
      </w:r>
    </w:p>
    <w:p w14:paraId="696A2ABB" w14:textId="4505A7A4" w:rsidR="00D51FB7" w:rsidRPr="00A15C08" w:rsidRDefault="00D51FB7" w:rsidP="00D51FB7">
      <w:pPr>
        <w:pStyle w:val="LITlitera"/>
      </w:pPr>
      <w:r w:rsidRPr="00A15C08">
        <w:t>f)</w:t>
      </w:r>
      <w:r w:rsidRPr="00A15C08">
        <w:tab/>
        <w:t>właściwy organ agencji wykonawczej – Rb-35</w:t>
      </w:r>
      <w:r w:rsidR="00DB4136">
        <w:t xml:space="preserve"> </w:t>
      </w:r>
      <w:r w:rsidRPr="00A15C08">
        <w:t>i</w:t>
      </w:r>
      <w:r w:rsidR="00DB4136">
        <w:t xml:space="preserve"> </w:t>
      </w:r>
      <w:r w:rsidRPr="00A15C08">
        <w:t>Rb-40,</w:t>
      </w:r>
    </w:p>
    <w:p w14:paraId="28F6478A" w14:textId="77777777" w:rsidR="00D51FB7" w:rsidRPr="00A15C08" w:rsidRDefault="00D51FB7" w:rsidP="00D51FB7">
      <w:pPr>
        <w:pStyle w:val="LITlitera"/>
      </w:pPr>
      <w:r w:rsidRPr="00A15C08">
        <w:t>g)</w:t>
      </w:r>
      <w:r w:rsidRPr="00A15C08">
        <w:tab/>
        <w:t>dyrektorzy instytucji gospodarki budżetowej – Rb-40,</w:t>
      </w:r>
    </w:p>
    <w:p w14:paraId="0B23396D" w14:textId="7AD2A73B" w:rsidR="00D51FB7" w:rsidRPr="00A15C08" w:rsidRDefault="00D51FB7" w:rsidP="00D51FB7">
      <w:pPr>
        <w:pStyle w:val="LITlitera"/>
      </w:pPr>
      <w:r w:rsidRPr="00A15C08">
        <w:t>h)</w:t>
      </w:r>
      <w:r w:rsidRPr="00A15C08">
        <w:tab/>
        <w:t>dysponenci środków budżetu państwa przekazujący dotacje na realizację zadań z</w:t>
      </w:r>
      <w:r w:rsidR="00DB4136">
        <w:t xml:space="preserve"> </w:t>
      </w:r>
      <w:r w:rsidRPr="00A15C08">
        <w:t>zakresu administracji rządowej oraz innych zadań zleconych jednostkom samorządu terytorialnego ustawami – Rb-50,</w:t>
      </w:r>
    </w:p>
    <w:p w14:paraId="615EB83A" w14:textId="77777777" w:rsidR="00D51FB7" w:rsidRPr="00A15C08" w:rsidRDefault="00D51FB7" w:rsidP="00D51FB7">
      <w:pPr>
        <w:pStyle w:val="LITlitera"/>
      </w:pPr>
      <w:r w:rsidRPr="00A15C08">
        <w:t>i)</w:t>
      </w:r>
      <w:r w:rsidRPr="00A15C08">
        <w:tab/>
        <w:t>naczelnicy urzędów skarbowych wyznaczeni do dysponowania środkami pieniężnymi zgromadzonymi odpowiednio na wspólnych rachunkach bankowych i rachunkach bankowych właściwych dla należności scentralizowanych – Rb-24 i Rb-27,</w:t>
      </w:r>
    </w:p>
    <w:p w14:paraId="09CE7AAA" w14:textId="4BB39CCB" w:rsidR="00D51FB7" w:rsidRPr="00A15C08" w:rsidRDefault="00D51FB7" w:rsidP="00D51FB7">
      <w:pPr>
        <w:pStyle w:val="LITlitera"/>
      </w:pPr>
      <w:r w:rsidRPr="00A15C08">
        <w:t>j)</w:t>
      </w:r>
      <w:r w:rsidRPr="00A15C08">
        <w:tab/>
        <w:t>przewodniczący zarządów jednostek samorządu terytorialnego oraz kierownicy jednostek organizacyjnych bezpośrednio realizujących zadania z</w:t>
      </w:r>
      <w:r w:rsidR="00DB4136">
        <w:t xml:space="preserve"> </w:t>
      </w:r>
      <w:r w:rsidRPr="00A15C08">
        <w:t>zakresu administracji rządowej oraz inne zadania zlecone jednostkom samorządu terytorialnego ustawami – Rb-27ZZ i</w:t>
      </w:r>
      <w:r w:rsidR="00DB4136">
        <w:t xml:space="preserve"> </w:t>
      </w:r>
      <w:r w:rsidRPr="00A15C08">
        <w:t>Rb-50,</w:t>
      </w:r>
    </w:p>
    <w:p w14:paraId="51448D52" w14:textId="6E26FFEA" w:rsidR="00D51FB7" w:rsidRPr="00A15C08" w:rsidRDefault="00D51FB7" w:rsidP="00D51FB7">
      <w:pPr>
        <w:pStyle w:val="LITlitera"/>
      </w:pPr>
      <w:r w:rsidRPr="00A15C08">
        <w:t>k)</w:t>
      </w:r>
      <w:r w:rsidRPr="00A15C08">
        <w:tab/>
        <w:t>Prezes Zakładu Ubezpieczeń Społecznych – Rb-33, Rb-40, Rb-FUS</w:t>
      </w:r>
      <w:r w:rsidR="00DB4136">
        <w:t xml:space="preserve"> </w:t>
      </w:r>
      <w:r w:rsidRPr="00A15C08">
        <w:t>i</w:t>
      </w:r>
      <w:r w:rsidR="00DB4136">
        <w:t xml:space="preserve"> </w:t>
      </w:r>
      <w:r w:rsidRPr="00A15C08">
        <w:t>Rb-FEP,</w:t>
      </w:r>
    </w:p>
    <w:p w14:paraId="4DEE5A28" w14:textId="1E6443D7" w:rsidR="00D51FB7" w:rsidRPr="00A15C08" w:rsidRDefault="00D51FB7" w:rsidP="00D51FB7">
      <w:pPr>
        <w:pStyle w:val="LITlitera"/>
      </w:pPr>
      <w:r w:rsidRPr="00A15C08">
        <w:t>l)</w:t>
      </w:r>
      <w:r w:rsidRPr="00A15C08">
        <w:tab/>
        <w:t>Prezes Kasy Rolniczego Ubezpieczenia Społecznego – Rb-33, Rb-40</w:t>
      </w:r>
      <w:r w:rsidR="00DB4136">
        <w:t xml:space="preserve"> </w:t>
      </w:r>
      <w:r w:rsidRPr="00A15C08">
        <w:t>i</w:t>
      </w:r>
      <w:r w:rsidR="00DB4136">
        <w:t xml:space="preserve"> </w:t>
      </w:r>
      <w:r w:rsidRPr="00A15C08">
        <w:t>Rb-FER,</w:t>
      </w:r>
    </w:p>
    <w:p w14:paraId="4C05826D" w14:textId="77777777" w:rsidR="00D51FB7" w:rsidRPr="00A15C08" w:rsidRDefault="00D51FB7" w:rsidP="00D51FB7">
      <w:pPr>
        <w:pStyle w:val="LITlitera"/>
      </w:pPr>
      <w:r w:rsidRPr="00A15C08">
        <w:t>m)</w:t>
      </w:r>
      <w:r w:rsidRPr="00A15C08">
        <w:tab/>
        <w:t>Prezes Zarządu Państwowego Funduszu Rehabilitacji Osób Niepełnosprawnych – Rb-33 i Rb-40;</w:t>
      </w:r>
    </w:p>
    <w:p w14:paraId="0A697DE5" w14:textId="77777777" w:rsidR="00D51FB7" w:rsidRPr="00A15C08" w:rsidRDefault="00D51FB7" w:rsidP="00D51FB7">
      <w:pPr>
        <w:pStyle w:val="PKTpunkt"/>
      </w:pPr>
      <w:r w:rsidRPr="00A15C08">
        <w:lastRenderedPageBreak/>
        <w:t>2)</w:t>
      </w:r>
      <w:r w:rsidRPr="00A15C08">
        <w:tab/>
        <w:t>w zakresie budżetu środków europejskich:</w:t>
      </w:r>
    </w:p>
    <w:p w14:paraId="0C0F7C0F" w14:textId="7566DD46" w:rsidR="00D51FB7" w:rsidRPr="00A15C08" w:rsidRDefault="00DB4136" w:rsidP="00D51FB7">
      <w:pPr>
        <w:pStyle w:val="LITlitera"/>
      </w:pPr>
      <w:r>
        <w:t>a)</w:t>
      </w:r>
      <w:r>
        <w:tab/>
        <w:t xml:space="preserve">dysponent części 87 </w:t>
      </w:r>
      <w:r w:rsidR="00D51FB7" w:rsidRPr="00A15C08">
        <w:t>– Rb-27UE,</w:t>
      </w:r>
    </w:p>
    <w:p w14:paraId="4916F1F6" w14:textId="71F41D7D" w:rsidR="00D51FB7" w:rsidRPr="00A15C08" w:rsidRDefault="00D51FB7" w:rsidP="00D51FB7">
      <w:pPr>
        <w:pStyle w:val="LITlitera"/>
      </w:pPr>
      <w:r w:rsidRPr="00A15C08">
        <w:t>b)</w:t>
      </w:r>
      <w:r w:rsidRPr="00A15C08">
        <w:tab/>
        <w:t>dysponenci środków budżetu państwa wszystkich stopni, wykonujący budżet ś</w:t>
      </w:r>
      <w:r w:rsidR="00DB4136">
        <w:t xml:space="preserve">rodków europejskich – Rb-28UE i </w:t>
      </w:r>
      <w:r w:rsidRPr="00A15C08">
        <w:t>Rb-28UE WPR</w:t>
      </w:r>
      <w:r w:rsidR="009955C4" w:rsidRPr="00A15C08">
        <w:t>,</w:t>
      </w:r>
    </w:p>
    <w:p w14:paraId="55883306" w14:textId="7343391C" w:rsidR="009955C4" w:rsidRPr="00A15C08" w:rsidRDefault="009955C4" w:rsidP="00D51FB7">
      <w:pPr>
        <w:pStyle w:val="LITlitera"/>
      </w:pPr>
      <w:r w:rsidRPr="00A15C08">
        <w:t>c)</w:t>
      </w:r>
      <w:r w:rsidR="00AF38ED" w:rsidRPr="00A15C08">
        <w:rPr>
          <w:rStyle w:val="Odwoanieprzypisudolnego"/>
        </w:rPr>
        <w:footnoteReference w:id="3"/>
      </w:r>
      <w:r w:rsidR="00AF38ED" w:rsidRPr="00A15C08">
        <w:rPr>
          <w:rStyle w:val="IGindeksgrny"/>
        </w:rPr>
        <w:t>)</w:t>
      </w:r>
      <w:r w:rsidRPr="00A15C08">
        <w:tab/>
        <w:t>dysponent części 34 – Rb-28UE KPO;</w:t>
      </w:r>
    </w:p>
    <w:p w14:paraId="104D5225" w14:textId="77777777" w:rsidR="00D51FB7" w:rsidRPr="00A15C08" w:rsidRDefault="00D51FB7" w:rsidP="00D51FB7">
      <w:pPr>
        <w:pStyle w:val="PKTpunkt"/>
      </w:pPr>
      <w:r w:rsidRPr="00A15C08">
        <w:t>3)</w:t>
      </w:r>
      <w:r w:rsidRPr="00A15C08">
        <w:tab/>
        <w:t>w zakresie budżetów jednostek samorządu terytorialnego:</w:t>
      </w:r>
    </w:p>
    <w:p w14:paraId="01551EE0" w14:textId="1240E203" w:rsidR="00D51FB7" w:rsidRPr="00A15C08" w:rsidRDefault="00D51FB7" w:rsidP="00D51FB7">
      <w:pPr>
        <w:pStyle w:val="LITlitera"/>
      </w:pPr>
      <w:r w:rsidRPr="00A15C08">
        <w:t>a)</w:t>
      </w:r>
      <w:r w:rsidRPr="00A15C08">
        <w:tab/>
        <w:t xml:space="preserve">przewodniczący zarządów jednostek samorządu terytorialnego – Rb-27S, Rb-27ZZ, Rb-PDP, Rb-28S, Rb-28NWS, </w:t>
      </w:r>
      <w:r w:rsidR="00DB4136">
        <w:t xml:space="preserve">Rb-NDS, Rb-30S, Rb-34S, Rb-50 i </w:t>
      </w:r>
      <w:r w:rsidRPr="00A15C08">
        <w:t>Rb-ST,</w:t>
      </w:r>
    </w:p>
    <w:p w14:paraId="398E2B27" w14:textId="494C4A50" w:rsidR="00D51FB7" w:rsidRPr="00A15C08" w:rsidRDefault="00D51FB7" w:rsidP="00D51FB7">
      <w:pPr>
        <w:pStyle w:val="LITlitera"/>
      </w:pPr>
      <w:r w:rsidRPr="00A15C08">
        <w:t>b)</w:t>
      </w:r>
      <w:r w:rsidR="00DE0C68" w:rsidRPr="00A15C08">
        <w:rPr>
          <w:rStyle w:val="Odwoanieprzypisudolnego"/>
        </w:rPr>
        <w:footnoteReference w:id="4"/>
      </w:r>
      <w:r w:rsidR="00DE0C68" w:rsidRPr="00A15C08">
        <w:rPr>
          <w:rStyle w:val="IGindeksgrny"/>
        </w:rPr>
        <w:t>)</w:t>
      </w:r>
      <w:r w:rsidRPr="00A15C08">
        <w:tab/>
      </w:r>
      <w:r w:rsidR="00DE0C68" w:rsidRPr="00A15C08">
        <w:t>kierownicy samorządowych jednostek budżetowych podległych jednostkom samorządu terytorialnego – Rb-27S i Rb-28S,</w:t>
      </w:r>
    </w:p>
    <w:p w14:paraId="1E1A3E5A" w14:textId="77777777" w:rsidR="00D51FB7" w:rsidRPr="00A15C08" w:rsidRDefault="00D51FB7" w:rsidP="00D51FB7">
      <w:pPr>
        <w:pStyle w:val="LITlitera"/>
      </w:pPr>
      <w:r w:rsidRPr="00A15C08">
        <w:t>c)</w:t>
      </w:r>
      <w:r w:rsidRPr="00A15C08">
        <w:tab/>
        <w:t>kierownicy samorządowych zakładów budżetowych – Rb-30S,</w:t>
      </w:r>
    </w:p>
    <w:p w14:paraId="6FD6D710" w14:textId="628638F5" w:rsidR="00D51FB7" w:rsidRPr="00A15C08" w:rsidRDefault="00D51FB7" w:rsidP="00D51FB7">
      <w:pPr>
        <w:pStyle w:val="LITlitera"/>
      </w:pPr>
      <w:r w:rsidRPr="00A15C08">
        <w:t>d)</w:t>
      </w:r>
      <w:r w:rsidRPr="00A15C08">
        <w:tab/>
        <w:t>kierownicy samorządowych jednostek budżetowych, dysponujący rachunkiem, o</w:t>
      </w:r>
      <w:r w:rsidR="00DB4136">
        <w:t xml:space="preserve"> </w:t>
      </w:r>
      <w:r w:rsidRPr="00A15C08">
        <w:t>którym mowa w art.</w:t>
      </w:r>
      <w:r w:rsidR="00DB4136">
        <w:t xml:space="preserve"> </w:t>
      </w:r>
      <w:r w:rsidRPr="00A15C08">
        <w:t>223 ust.</w:t>
      </w:r>
      <w:r w:rsidR="00DB4136">
        <w:t xml:space="preserve"> </w:t>
      </w:r>
      <w:r w:rsidRPr="00A15C08">
        <w:t>1</w:t>
      </w:r>
      <w:r w:rsidR="00DB4136">
        <w:t xml:space="preserve"> </w:t>
      </w:r>
      <w:r w:rsidRPr="00A15C08">
        <w:t>ustawy o</w:t>
      </w:r>
      <w:r w:rsidR="00DB4136">
        <w:t xml:space="preserve"> </w:t>
      </w:r>
      <w:r w:rsidRPr="00A15C08">
        <w:t>finansach publicznych – Rb-34S,</w:t>
      </w:r>
    </w:p>
    <w:p w14:paraId="20056EE2" w14:textId="123738EB" w:rsidR="00D51FB7" w:rsidRPr="00A15C08" w:rsidRDefault="00D51FB7" w:rsidP="00D51FB7">
      <w:pPr>
        <w:pStyle w:val="LITlitera"/>
      </w:pPr>
      <w:r w:rsidRPr="00A15C08">
        <w:t>e)</w:t>
      </w:r>
      <w:r w:rsidRPr="00A15C08">
        <w:tab/>
        <w:t>kierownicy jednostek budżetowych realizujący wydatki, które nie wygasły z</w:t>
      </w:r>
      <w:r w:rsidR="00DB4136">
        <w:t xml:space="preserve"> </w:t>
      </w:r>
      <w:r w:rsidRPr="00A15C08">
        <w:t>upływem roku budżetowego – Rb-28NWS,</w:t>
      </w:r>
    </w:p>
    <w:p w14:paraId="0B7BA780" w14:textId="54C3F945" w:rsidR="00D51FB7" w:rsidRPr="00A15C08" w:rsidRDefault="00D51FB7" w:rsidP="00D51FB7">
      <w:pPr>
        <w:pStyle w:val="LITlitera"/>
      </w:pPr>
      <w:r w:rsidRPr="00A15C08">
        <w:t>f)</w:t>
      </w:r>
      <w:r w:rsidRPr="00A15C08">
        <w:tab/>
        <w:t>kierownicy jednostek obsługujących, odpowiednio do zakresu wykonywanych zadań wynikających z przepisów odrębnych – Rb-27S, Rb-27ZZ, Rb-28S, R</w:t>
      </w:r>
      <w:r w:rsidR="002E3F82" w:rsidRPr="00A15C08">
        <w:t>b-28NWS, Rb-30S, Rb-34S i Rb-50,</w:t>
      </w:r>
    </w:p>
    <w:p w14:paraId="57B60580" w14:textId="7730C56E" w:rsidR="002E3F82" w:rsidRPr="00A15C08" w:rsidRDefault="002E3F82" w:rsidP="00D51FB7">
      <w:pPr>
        <w:pStyle w:val="LITlitera"/>
      </w:pPr>
      <w:r w:rsidRPr="00A15C08">
        <w:t>g)</w:t>
      </w:r>
      <w:r w:rsidRPr="00A15C08">
        <w:rPr>
          <w:rStyle w:val="Odwoanieprzypisudolnego"/>
        </w:rPr>
        <w:footnoteReference w:id="5"/>
      </w:r>
      <w:r w:rsidRPr="00A15C08">
        <w:rPr>
          <w:rStyle w:val="IGindeksgrny"/>
        </w:rPr>
        <w:t>)</w:t>
      </w:r>
      <w:r w:rsidRPr="00A15C08">
        <w:tab/>
        <w:t>kierownicy jednostek organizacyjnych bezpośrednio realizujący zadania z zakresu administracji rządowej oraz inne zadania zlecone jednostkom samorządu terytorialnego ustawami odpowiednio do zakresu wykonywanych zadań – Rb-27ZZ i Rb-50;</w:t>
      </w:r>
    </w:p>
    <w:p w14:paraId="21D59359" w14:textId="5F13DCB6" w:rsidR="00D51FB7" w:rsidRPr="00A15C08" w:rsidRDefault="00D51FB7" w:rsidP="00D51FB7">
      <w:pPr>
        <w:pStyle w:val="PKTpunkt"/>
      </w:pPr>
      <w:r w:rsidRPr="00A15C08">
        <w:t>4)</w:t>
      </w:r>
      <w:r w:rsidRPr="00A15C08">
        <w:tab/>
        <w:t>w zakres</w:t>
      </w:r>
      <w:r w:rsidR="00DB4136">
        <w:t xml:space="preserve">ie zatrudnienia i wynagrodzeń w </w:t>
      </w:r>
      <w:r w:rsidRPr="00A15C08">
        <w:t>uczelniach publicznych – kierownicy uczelni publicznych – Rb-70;</w:t>
      </w:r>
    </w:p>
    <w:p w14:paraId="19827981" w14:textId="4DA9535A" w:rsidR="00D51FB7" w:rsidRPr="00A15C08" w:rsidRDefault="00D51FB7" w:rsidP="00D51FB7">
      <w:pPr>
        <w:pStyle w:val="PKTpunkt"/>
      </w:pPr>
      <w:r w:rsidRPr="00A15C08">
        <w:t>5)</w:t>
      </w:r>
      <w:r w:rsidRPr="00A15C08">
        <w:tab/>
        <w:t>w zakresie zobowiązań wynikających z</w:t>
      </w:r>
      <w:r w:rsidR="00DB4136">
        <w:t xml:space="preserve"> </w:t>
      </w:r>
      <w:r w:rsidRPr="00A15C08">
        <w:t>umów partnerstwa publiczno-prywatnego jednostki sektora finansów publicznych, jeżeli zawarły umowy partnerstwa publiczno-prywatnego na podstawie przepisów ustawy z dnia 19 grudnia 2008 r. o</w:t>
      </w:r>
      <w:r w:rsidR="00DB4136">
        <w:t xml:space="preserve"> </w:t>
      </w:r>
      <w:r w:rsidRPr="00A15C08">
        <w:t>partnerstwie publiczno-prywatnym (Dz. U. z 202</w:t>
      </w:r>
      <w:r w:rsidR="00AC5041" w:rsidRPr="00A15C08">
        <w:t xml:space="preserve">3 </w:t>
      </w:r>
      <w:r w:rsidRPr="00A15C08">
        <w:t xml:space="preserve">r. poz. </w:t>
      </w:r>
      <w:r w:rsidR="00E94077" w:rsidRPr="00A15C08">
        <w:t>1637</w:t>
      </w:r>
      <w:r w:rsidRPr="00A15C08">
        <w:t>) – Rb-Z-PPP.</w:t>
      </w:r>
    </w:p>
    <w:p w14:paraId="3D7BF7DF" w14:textId="77777777" w:rsidR="00D51FB7" w:rsidRPr="00A15C08" w:rsidRDefault="00D51FB7" w:rsidP="00D51FB7">
      <w:pPr>
        <w:pStyle w:val="ROZDZODDZOZNoznaczenierozdziauluboddziau"/>
      </w:pPr>
      <w:r w:rsidRPr="00A15C08">
        <w:lastRenderedPageBreak/>
        <w:t>Rozdział 4</w:t>
      </w:r>
    </w:p>
    <w:p w14:paraId="57E0EDB8" w14:textId="44DDEBE2" w:rsidR="00D51FB7" w:rsidRPr="00A15C08" w:rsidRDefault="00D51FB7" w:rsidP="00D51FB7">
      <w:pPr>
        <w:pStyle w:val="TYTDZPRZEDMprzedmiotregulacjitytuulubdziau"/>
      </w:pPr>
      <w:r w:rsidRPr="00A15C08">
        <w:t>Sposoby sporządzania i</w:t>
      </w:r>
      <w:r w:rsidR="00DB4136">
        <w:t xml:space="preserve"> </w:t>
      </w:r>
      <w:r w:rsidRPr="00A15C08">
        <w:t>przekazywania sprawozdań</w:t>
      </w:r>
    </w:p>
    <w:p w14:paraId="6B0C7F29" w14:textId="22C3A05A" w:rsidR="00D51FB7" w:rsidRPr="00A15C08" w:rsidRDefault="00D51FB7" w:rsidP="00D51FB7">
      <w:pPr>
        <w:pStyle w:val="ARTartustawynprozporzdzenia"/>
      </w:pPr>
      <w:r w:rsidRPr="00A15C08">
        <w:rPr>
          <w:rStyle w:val="Ppogrubienie"/>
        </w:rPr>
        <w:t>§</w:t>
      </w:r>
      <w:r w:rsidR="00DB4136">
        <w:rPr>
          <w:rStyle w:val="Ppogrubienie"/>
        </w:rPr>
        <w:t> </w:t>
      </w:r>
      <w:r w:rsidRPr="00A15C08">
        <w:rPr>
          <w:rStyle w:val="Ppogrubienie"/>
        </w:rPr>
        <w:t>5.</w:t>
      </w:r>
      <w:r w:rsidR="00DB4136">
        <w:t> </w:t>
      </w:r>
      <w:r w:rsidRPr="00A15C08">
        <w:t>Dane w</w:t>
      </w:r>
      <w:r w:rsidR="00DB4136">
        <w:t xml:space="preserve"> </w:t>
      </w:r>
      <w:r w:rsidRPr="00A15C08">
        <w:t>sprawozdaniach wykazuje się:</w:t>
      </w:r>
    </w:p>
    <w:p w14:paraId="5977477F" w14:textId="723579B6" w:rsidR="00D51FB7" w:rsidRPr="00A15C08" w:rsidRDefault="00D51FB7" w:rsidP="00D51FB7">
      <w:pPr>
        <w:pStyle w:val="PKTpunkt"/>
      </w:pPr>
      <w:r w:rsidRPr="00A15C08">
        <w:t>1)</w:t>
      </w:r>
      <w:r w:rsidRPr="00A15C08">
        <w:tab/>
        <w:t>w zakresie planu – w</w:t>
      </w:r>
      <w:r w:rsidR="00DB4136">
        <w:t xml:space="preserve"> </w:t>
      </w:r>
      <w:r w:rsidRPr="00A15C08">
        <w:t>kwotach wynikających z</w:t>
      </w:r>
      <w:r w:rsidR="00DB4136">
        <w:t xml:space="preserve"> </w:t>
      </w:r>
      <w:r w:rsidRPr="00A15C08">
        <w:t>planu finansowego jednostki, po uwzględnieniu zmian dokonanych w</w:t>
      </w:r>
      <w:r w:rsidR="00DB4136">
        <w:t xml:space="preserve"> </w:t>
      </w:r>
      <w:r w:rsidRPr="00A15C08">
        <w:t>trybie ustawy o</w:t>
      </w:r>
      <w:r w:rsidR="00DB4136">
        <w:t xml:space="preserve"> </w:t>
      </w:r>
      <w:r w:rsidRPr="00A15C08">
        <w:t>finansach publicznych;</w:t>
      </w:r>
    </w:p>
    <w:p w14:paraId="4FFEB9DD" w14:textId="6BA80BA1" w:rsidR="00D51FB7" w:rsidRPr="00A15C08" w:rsidRDefault="00D51FB7" w:rsidP="00D51FB7">
      <w:pPr>
        <w:pStyle w:val="PKTpunkt"/>
      </w:pPr>
      <w:r w:rsidRPr="00A15C08">
        <w:t>2)</w:t>
      </w:r>
      <w:r w:rsidRPr="00A15C08">
        <w:tab/>
        <w:t>w zakresie wykonania – narastająco od początku roku do końca okresu sprawozdawczego lub, w</w:t>
      </w:r>
      <w:r w:rsidR="00DB4136">
        <w:t xml:space="preserve"> </w:t>
      </w:r>
      <w:r w:rsidRPr="00A15C08">
        <w:t>przypadkach określonych w</w:t>
      </w:r>
      <w:r w:rsidR="00DB4136">
        <w:t xml:space="preserve"> </w:t>
      </w:r>
      <w:r w:rsidRPr="00A15C08">
        <w:t>sprawozdaniach, według stanu na określony dzień.</w:t>
      </w:r>
    </w:p>
    <w:p w14:paraId="7A2D2E3F" w14:textId="279B0829" w:rsidR="00D51FB7" w:rsidRPr="00A15C08" w:rsidRDefault="00D51FB7" w:rsidP="00D51FB7">
      <w:pPr>
        <w:pStyle w:val="ARTartustawynprozporzdzenia"/>
      </w:pPr>
      <w:r w:rsidRPr="00A15C08">
        <w:rPr>
          <w:rStyle w:val="Ppogrubienie"/>
        </w:rPr>
        <w:t>§ 6.</w:t>
      </w:r>
      <w:r w:rsidR="00DB4136">
        <w:t> 1. </w:t>
      </w:r>
      <w:r w:rsidRPr="00A15C08">
        <w:t>Sprawozdania:</w:t>
      </w:r>
    </w:p>
    <w:p w14:paraId="3254145C" w14:textId="77777777" w:rsidR="00D51FB7" w:rsidRPr="00A15C08" w:rsidRDefault="00D51FB7" w:rsidP="00D51FB7">
      <w:pPr>
        <w:pStyle w:val="PKTpunkt"/>
      </w:pPr>
      <w:r w:rsidRPr="00A15C08">
        <w:t>1)</w:t>
      </w:r>
      <w:r w:rsidRPr="00A15C08">
        <w:tab/>
        <w:t>jednostkowe – są sporządzane przez kierowników jednostek organizacyjnych, kierowników jednostek obsługujących i naczelników urzędów skarbowych na podstawie ewidencji księgowej;</w:t>
      </w:r>
    </w:p>
    <w:p w14:paraId="5E9DCF6F" w14:textId="47EBD166" w:rsidR="00D51FB7" w:rsidRPr="00A15C08" w:rsidRDefault="00D51FB7" w:rsidP="00D51FB7">
      <w:pPr>
        <w:pStyle w:val="PKTpunkt"/>
      </w:pPr>
      <w:r w:rsidRPr="00A15C08">
        <w:t>2)</w:t>
      </w:r>
      <w:r w:rsidRPr="00A15C08">
        <w:tab/>
        <w:t>łączne, w</w:t>
      </w:r>
      <w:r w:rsidR="00DB4136">
        <w:t xml:space="preserve"> </w:t>
      </w:r>
      <w:r w:rsidRPr="00A15C08">
        <w:t>szczegółowości sprawozdań jednostkowych – są sporządzane przez:</w:t>
      </w:r>
    </w:p>
    <w:p w14:paraId="672BB023" w14:textId="44BDF041" w:rsidR="00D51FB7" w:rsidRPr="00A15C08" w:rsidRDefault="00D51FB7" w:rsidP="00D51FB7">
      <w:pPr>
        <w:pStyle w:val="LITlitera"/>
      </w:pPr>
      <w:r w:rsidRPr="00A15C08">
        <w:t>a)</w:t>
      </w:r>
      <w:r w:rsidRPr="00A15C08">
        <w:tab/>
        <w:t>dysponentów środków budżetu państwa drugiego stopnia i</w:t>
      </w:r>
      <w:r w:rsidR="00DB4136">
        <w:t xml:space="preserve"> </w:t>
      </w:r>
      <w:r w:rsidRPr="00A15C08">
        <w:t>dysponentów części budżetowych, którzy posiadają jednostki podległe – na podstawie sprawozdań jednostkowych jednostek im podległych i</w:t>
      </w:r>
      <w:r w:rsidR="00DB4136">
        <w:t xml:space="preserve"> </w:t>
      </w:r>
      <w:r w:rsidRPr="00A15C08">
        <w:t>własnego sprawozdania jednostkowego,</w:t>
      </w:r>
    </w:p>
    <w:p w14:paraId="12110E40" w14:textId="5D3DEA23" w:rsidR="00D51FB7" w:rsidRPr="00A15C08" w:rsidRDefault="00D51FB7" w:rsidP="00D51FB7">
      <w:pPr>
        <w:pStyle w:val="LITlitera"/>
      </w:pPr>
      <w:r w:rsidRPr="00A15C08">
        <w:t>b)</w:t>
      </w:r>
      <w:r w:rsidRPr="00A15C08">
        <w:tab/>
        <w:t>dysponentów środków budżetu państwa, przekazujących dotacje na realizację zadań z</w:t>
      </w:r>
      <w:r w:rsidR="00DB4136">
        <w:t xml:space="preserve"> </w:t>
      </w:r>
      <w:r w:rsidRPr="00A15C08">
        <w:t>zakresu administracji rządowej oraz innych zadań zleconych jednostkom samorządu terytorialnego ustawami na podstawie sprawozdań Rb-50</w:t>
      </w:r>
      <w:r w:rsidR="00DB4136">
        <w:t xml:space="preserve"> </w:t>
      </w:r>
      <w:r w:rsidRPr="00A15C08">
        <w:t>otrzymanych od jednostek samorządu terytorialnego;</w:t>
      </w:r>
    </w:p>
    <w:p w14:paraId="335C776E" w14:textId="46C9519C" w:rsidR="00D51FB7" w:rsidRPr="00A15C08" w:rsidRDefault="00D51FB7" w:rsidP="00D51FB7">
      <w:pPr>
        <w:pStyle w:val="PKTpunkt"/>
      </w:pPr>
      <w:r w:rsidRPr="00A15C08">
        <w:t>3)</w:t>
      </w:r>
      <w:r w:rsidRPr="00A15C08">
        <w:tab/>
        <w:t>zbiorcze, w</w:t>
      </w:r>
      <w:r w:rsidR="00DB4136">
        <w:t xml:space="preserve"> </w:t>
      </w:r>
      <w:r w:rsidRPr="00A15C08">
        <w:t>szczegółowości sprawozdań jednostkowych – są sporządzane przez przewodniczących zarządów jednostek samorządu terytorialnego na podstawie sprawozdań jednostkowych jednostek im podległych oraz sprawozdania jednostkowego jednostki samorządu terytorialnego, jako jednostki budżetowej i</w:t>
      </w:r>
      <w:r w:rsidR="00DB4136">
        <w:t xml:space="preserve"> </w:t>
      </w:r>
      <w:r w:rsidRPr="00A15C08">
        <w:t>jako organu.</w:t>
      </w:r>
    </w:p>
    <w:p w14:paraId="7D5E8A0E" w14:textId="77777777" w:rsidR="00D51FB7" w:rsidRPr="00A15C08" w:rsidRDefault="00D51FB7" w:rsidP="00D51FB7">
      <w:pPr>
        <w:pStyle w:val="USTustnpkodeksu"/>
      </w:pPr>
      <w:r w:rsidRPr="00A15C08">
        <w:t>2. Dysponent części 77. Podatki i inne wpłaty na rzecz budżetu państwa sporządza łączne sprawozdania na podstawie:</w:t>
      </w:r>
    </w:p>
    <w:p w14:paraId="2EE325C9" w14:textId="77777777" w:rsidR="00D51FB7" w:rsidRPr="00A15C08" w:rsidRDefault="00D51FB7" w:rsidP="00D51FB7">
      <w:pPr>
        <w:pStyle w:val="PKTpunkt"/>
      </w:pPr>
      <w:r w:rsidRPr="00A15C08">
        <w:t>1)</w:t>
      </w:r>
      <w:r w:rsidRPr="00A15C08">
        <w:tab/>
        <w:t>sprawozdań urzędów skarbowych;</w:t>
      </w:r>
    </w:p>
    <w:p w14:paraId="5B2D5CAB" w14:textId="2E059CAC" w:rsidR="00D51FB7" w:rsidRPr="00A15C08" w:rsidRDefault="00D51FB7" w:rsidP="00D51FB7">
      <w:pPr>
        <w:pStyle w:val="PKTpunkt"/>
      </w:pPr>
      <w:r w:rsidRPr="00A15C08">
        <w:t>2)</w:t>
      </w:r>
      <w:r w:rsidRPr="00A15C08">
        <w:tab/>
      </w:r>
      <w:r w:rsidR="00D43A6D" w:rsidRPr="00A15C08">
        <w:t>(</w:t>
      </w:r>
      <w:r w:rsidR="00AC5041" w:rsidRPr="00A15C08">
        <w:t>uchylony</w:t>
      </w:r>
      <w:r w:rsidR="00D43A6D" w:rsidRPr="00A15C08">
        <w:t>)</w:t>
      </w:r>
      <w:r w:rsidR="00AC5041" w:rsidRPr="00A15C08">
        <w:t>;</w:t>
      </w:r>
      <w:r w:rsidR="00AC5041" w:rsidRPr="00A15C08">
        <w:rPr>
          <w:rStyle w:val="Odwoanieprzypisudolnego"/>
        </w:rPr>
        <w:footnoteReference w:id="6"/>
      </w:r>
      <w:r w:rsidR="00AC5041" w:rsidRPr="00A15C08">
        <w:rPr>
          <w:rStyle w:val="IGindeksgrny"/>
        </w:rPr>
        <w:t>)</w:t>
      </w:r>
    </w:p>
    <w:p w14:paraId="7649055A" w14:textId="77777777" w:rsidR="00D51FB7" w:rsidRPr="00A15C08" w:rsidRDefault="00D51FB7" w:rsidP="00D51FB7">
      <w:pPr>
        <w:pStyle w:val="PKTpunkt"/>
      </w:pPr>
      <w:r w:rsidRPr="00A15C08">
        <w:t>3)</w:t>
      </w:r>
      <w:r w:rsidRPr="00A15C08">
        <w:tab/>
        <w:t>danych wynikających z ewidencji środków pochodzących z budżetu Unii Europejskiej przekazanych na rachunek dochodów budżetu państwa;</w:t>
      </w:r>
    </w:p>
    <w:p w14:paraId="6A5F49D9" w14:textId="77777777" w:rsidR="00D51FB7" w:rsidRPr="00A15C08" w:rsidRDefault="00D51FB7" w:rsidP="00D51FB7">
      <w:pPr>
        <w:pStyle w:val="PKTpunkt"/>
      </w:pPr>
      <w:r w:rsidRPr="00A15C08">
        <w:lastRenderedPageBreak/>
        <w:t>4)</w:t>
      </w:r>
      <w:r w:rsidRPr="00A15C08">
        <w:tab/>
        <w:t>danych wynikających z ewidencji środków niewykorzystanych w terminie na wydatki, które nie wygasają z upływem roku budżetowego, przekazanych na rachunek dochodów budżetu państwa.</w:t>
      </w:r>
    </w:p>
    <w:p w14:paraId="64A10948" w14:textId="7FE57F88" w:rsidR="00D51FB7" w:rsidRPr="00A15C08" w:rsidRDefault="00D51FB7" w:rsidP="00D51FB7">
      <w:pPr>
        <w:pStyle w:val="USTustnpkodeksu"/>
      </w:pPr>
      <w:r w:rsidRPr="00A15C08">
        <w:t>3.</w:t>
      </w:r>
      <w:r w:rsidR="00DB4136">
        <w:t> </w:t>
      </w:r>
      <w:r w:rsidRPr="00A15C08">
        <w:t>Naczelnik urzędu skarbowego, wyznaczony zgodnie z przepisami wydanymi na podstawie art. 11 ust. 8 ustawy z dnia 16 listopada 2016 r. o Krajowej Administracji Skarbowej (Dz. U. z 202</w:t>
      </w:r>
      <w:r w:rsidR="000C50EB" w:rsidRPr="00A15C08">
        <w:t>3</w:t>
      </w:r>
      <w:r w:rsidRPr="00A15C08">
        <w:t xml:space="preserve"> r. poz. </w:t>
      </w:r>
      <w:r w:rsidR="000C50EB" w:rsidRPr="00A15C08">
        <w:t>615</w:t>
      </w:r>
      <w:r w:rsidRPr="00A15C08">
        <w:t>, z późn. zm.</w:t>
      </w:r>
      <w:r w:rsidRPr="00A15C08">
        <w:rPr>
          <w:rStyle w:val="Odwoanieprzypisudolnego"/>
        </w:rPr>
        <w:footnoteReference w:id="7"/>
      </w:r>
      <w:r w:rsidRPr="00A15C08">
        <w:rPr>
          <w:rStyle w:val="IGindeksgrny"/>
        </w:rPr>
        <w:t>)</w:t>
      </w:r>
      <w:r w:rsidRPr="00A15C08">
        <w:t>) do dysponowania środkami pieniężnymi gromadzonymi na rachunku o symbolu 222-7, sporządza roczne sprawozdanie, z uwzględnieniem stanu środków na rachunkach budżetu państwa.</w:t>
      </w:r>
    </w:p>
    <w:p w14:paraId="10EE0E3D" w14:textId="67AE3C77" w:rsidR="00D51FB7" w:rsidRPr="00A15C08" w:rsidRDefault="00DB4136" w:rsidP="00D51FB7">
      <w:pPr>
        <w:pStyle w:val="USTustnpkodeksu"/>
      </w:pPr>
      <w:r>
        <w:t>4. </w:t>
      </w:r>
      <w:r w:rsidR="00D51FB7" w:rsidRPr="00A15C08">
        <w:t>W</w:t>
      </w:r>
      <w:r>
        <w:t xml:space="preserve"> </w:t>
      </w:r>
      <w:r w:rsidR="00D51FB7" w:rsidRPr="00A15C08">
        <w:t>przypadku zmiany, w</w:t>
      </w:r>
      <w:r>
        <w:t xml:space="preserve"> </w:t>
      </w:r>
      <w:r w:rsidR="00D51FB7" w:rsidRPr="00A15C08">
        <w:t>trakcie roku budżetowego, organu dysponującego częścią budżetu państwa, sprawozdania sporządza organ, który jest dysponentem części na koniec okresu sprawozdawczego, uwzględniając w</w:t>
      </w:r>
      <w:r>
        <w:t xml:space="preserve"> </w:t>
      </w:r>
      <w:r w:rsidR="00D51FB7" w:rsidRPr="00A15C08">
        <w:t>sprawozdaniu dane ze sprawozdania sporządzonego przez organ poprzednio dysponujący częścią, na dzień kończący uprawnienie do dysponowania częścią.</w:t>
      </w:r>
    </w:p>
    <w:p w14:paraId="17A4F009" w14:textId="13594295" w:rsidR="00D51FB7" w:rsidRPr="00A15C08" w:rsidRDefault="00D51FB7" w:rsidP="00D51FB7">
      <w:pPr>
        <w:pStyle w:val="ARTartustawynprozporzdzenia"/>
      </w:pPr>
      <w:r w:rsidRPr="00A15C08">
        <w:rPr>
          <w:rStyle w:val="Ppogrubienie"/>
        </w:rPr>
        <w:t>§ 7.</w:t>
      </w:r>
      <w:r w:rsidRPr="00A15C08">
        <w:t> W</w:t>
      </w:r>
      <w:r w:rsidR="00DB4136">
        <w:t xml:space="preserve"> </w:t>
      </w:r>
      <w:r w:rsidRPr="00A15C08">
        <w:t>przypadku gdy minister jest dysponentem kilku części budżetowych, sprawozdania łączne sporządza odrębnie dla poszczególnych części budżetowych.</w:t>
      </w:r>
    </w:p>
    <w:p w14:paraId="2D9953C0" w14:textId="5713707A" w:rsidR="00D51FB7" w:rsidRPr="00A15C08" w:rsidRDefault="00D51FB7" w:rsidP="00D51FB7">
      <w:pPr>
        <w:pStyle w:val="ARTartustawynprozporzdzenia"/>
      </w:pPr>
      <w:r w:rsidRPr="00A15C08">
        <w:rPr>
          <w:rStyle w:val="Ppogrubienie"/>
        </w:rPr>
        <w:t>§ 8.</w:t>
      </w:r>
      <w:r w:rsidR="00DB4136">
        <w:t> 1. </w:t>
      </w:r>
      <w:r w:rsidRPr="00A15C08">
        <w:t>Dane wykazywane w</w:t>
      </w:r>
      <w:r w:rsidR="00DB4136">
        <w:t xml:space="preserve"> </w:t>
      </w:r>
      <w:r w:rsidRPr="00A15C08">
        <w:t>sprawozdaniach:</w:t>
      </w:r>
    </w:p>
    <w:p w14:paraId="6E2EB55A" w14:textId="3AE00704" w:rsidR="00D51FB7" w:rsidRPr="00A15C08" w:rsidRDefault="00D51FB7" w:rsidP="00D51FB7">
      <w:pPr>
        <w:pStyle w:val="PKTpunkt"/>
      </w:pPr>
      <w:r w:rsidRPr="00A15C08">
        <w:t>1)</w:t>
      </w:r>
      <w:r w:rsidRPr="00A15C08">
        <w:tab/>
        <w:t>jednostkowych – wyraża się w</w:t>
      </w:r>
      <w:r w:rsidR="00DB4136">
        <w:t xml:space="preserve"> </w:t>
      </w:r>
      <w:r w:rsidRPr="00A15C08">
        <w:t>złotych i</w:t>
      </w:r>
      <w:r w:rsidR="00DB4136">
        <w:t xml:space="preserve"> </w:t>
      </w:r>
      <w:r w:rsidRPr="00A15C08">
        <w:t>groszach stosownie do zasad obowiązujących przy prowadzeniu ksiąg rachunkowych, z</w:t>
      </w:r>
      <w:r w:rsidR="00DB4136">
        <w:t xml:space="preserve"> </w:t>
      </w:r>
      <w:r w:rsidRPr="00A15C08">
        <w:t>wyjątkiem sprawozdań jednostkowych placówek, w</w:t>
      </w:r>
      <w:r w:rsidR="00DB4136">
        <w:t xml:space="preserve"> </w:t>
      </w:r>
      <w:r w:rsidRPr="00A15C08">
        <w:t>których dane wyraża się w</w:t>
      </w:r>
      <w:r w:rsidR="00DB4136">
        <w:t xml:space="preserve"> </w:t>
      </w:r>
      <w:r w:rsidRPr="00A15C08">
        <w:t>walucie, w</w:t>
      </w:r>
      <w:r w:rsidR="00DB4136">
        <w:t xml:space="preserve"> </w:t>
      </w:r>
      <w:r w:rsidRPr="00A15C08">
        <w:t>jakiej jest prowadzona rachunkowość;</w:t>
      </w:r>
    </w:p>
    <w:p w14:paraId="10F03E47" w14:textId="3580CE0F" w:rsidR="00D51FB7" w:rsidRPr="00A15C08" w:rsidRDefault="00D51FB7" w:rsidP="00D51FB7">
      <w:pPr>
        <w:pStyle w:val="PKTpunkt"/>
      </w:pPr>
      <w:r w:rsidRPr="00A15C08">
        <w:t>2)</w:t>
      </w:r>
      <w:r w:rsidRPr="00A15C08">
        <w:tab/>
        <w:t>łącznych i</w:t>
      </w:r>
      <w:r w:rsidR="00DB4136">
        <w:t xml:space="preserve"> </w:t>
      </w:r>
      <w:r w:rsidRPr="00A15C08">
        <w:t>zbiorczych – wyraża się w</w:t>
      </w:r>
      <w:r w:rsidR="00DB4136">
        <w:t xml:space="preserve"> </w:t>
      </w:r>
      <w:r w:rsidRPr="00A15C08">
        <w:t>złotych i</w:t>
      </w:r>
      <w:r w:rsidR="00DB4136">
        <w:t xml:space="preserve"> </w:t>
      </w:r>
      <w:r w:rsidRPr="00A15C08">
        <w:t>groszach, z</w:t>
      </w:r>
      <w:r w:rsidR="00DB4136">
        <w:t xml:space="preserve"> </w:t>
      </w:r>
      <w:r w:rsidRPr="00A15C08">
        <w:t>wyjątkiem sprawozdania Rb-70, w</w:t>
      </w:r>
      <w:r w:rsidR="00DB4136">
        <w:t xml:space="preserve"> </w:t>
      </w:r>
      <w:r w:rsidRPr="00A15C08">
        <w:t>którym dane wyraża się w</w:t>
      </w:r>
      <w:r w:rsidR="00DB4136">
        <w:t xml:space="preserve"> </w:t>
      </w:r>
      <w:r w:rsidRPr="00A15C08">
        <w:t>złotych.</w:t>
      </w:r>
    </w:p>
    <w:p w14:paraId="6B91D194" w14:textId="62DFE753" w:rsidR="00D51FB7" w:rsidRPr="00A15C08" w:rsidRDefault="00D51FB7" w:rsidP="00D51FB7">
      <w:pPr>
        <w:pStyle w:val="USTustnpkodeksu"/>
      </w:pPr>
      <w:r w:rsidRPr="00A15C08">
        <w:t>2. Dane wykazywane w</w:t>
      </w:r>
      <w:r w:rsidR="00DB4136">
        <w:t xml:space="preserve"> </w:t>
      </w:r>
      <w:r w:rsidRPr="00A15C08">
        <w:t>sprawozdaniach Rb-Z-PPP, Rb-FUS, Rb-FER i</w:t>
      </w:r>
      <w:r w:rsidR="00DB4136">
        <w:t xml:space="preserve"> </w:t>
      </w:r>
      <w:r w:rsidRPr="00A15C08">
        <w:t>Rb-FEP wyraża się w</w:t>
      </w:r>
      <w:r w:rsidR="00DB4136">
        <w:t xml:space="preserve"> </w:t>
      </w:r>
      <w:r w:rsidRPr="00A15C08">
        <w:t>tysiącach złotych.</w:t>
      </w:r>
    </w:p>
    <w:p w14:paraId="542205EA" w14:textId="3CB22354" w:rsidR="00D51FB7" w:rsidRPr="00A15C08" w:rsidRDefault="00D51FB7" w:rsidP="00D51FB7">
      <w:pPr>
        <w:pStyle w:val="ARTartustawynprozporzdzenia"/>
      </w:pPr>
      <w:r w:rsidRPr="00A15C08">
        <w:rPr>
          <w:rStyle w:val="Ppogrubienie"/>
        </w:rPr>
        <w:t>§ 9.</w:t>
      </w:r>
      <w:r w:rsidR="00DB4136">
        <w:t> 1. </w:t>
      </w:r>
      <w:r w:rsidRPr="00A15C08">
        <w:t>Kierownicy jednostek, kierownicy jednostek obsługujących i naczelnicy urzędów skarbowych są obowiązani sporządzać sprawozdania rzetelnie i prawidłowo pod względem merytorycznym i formalno-rachunkowym.</w:t>
      </w:r>
    </w:p>
    <w:p w14:paraId="3849B242" w14:textId="57F3F579" w:rsidR="00D51FB7" w:rsidRPr="00A15C08" w:rsidRDefault="00DB4136" w:rsidP="00D51FB7">
      <w:pPr>
        <w:pStyle w:val="USTustnpkodeksu"/>
      </w:pPr>
      <w:r>
        <w:t xml:space="preserve">2. Kwoty wykazane w </w:t>
      </w:r>
      <w:r w:rsidR="00D51FB7" w:rsidRPr="00A15C08">
        <w:t>sprawozdaniach powinny być</w:t>
      </w:r>
      <w:r>
        <w:t xml:space="preserve"> zgodne z danymi wynikającymi z </w:t>
      </w:r>
      <w:r w:rsidR="00D51FB7" w:rsidRPr="00A15C08">
        <w:t>ewidencji księgowej.</w:t>
      </w:r>
    </w:p>
    <w:p w14:paraId="7E48560E" w14:textId="7D9B4F08" w:rsidR="00D51FB7" w:rsidRPr="00A15C08" w:rsidRDefault="00DB4136" w:rsidP="00D51FB7">
      <w:pPr>
        <w:pStyle w:val="USTustnpkodeksu"/>
      </w:pPr>
      <w:r>
        <w:t>3. </w:t>
      </w:r>
      <w:r w:rsidR="00D51FB7" w:rsidRPr="00A15C08">
        <w:t>Jednostki otrzymujące sprawozdania są obowiązane sprawdzić je pod względem formalno-rachunkowym.</w:t>
      </w:r>
    </w:p>
    <w:p w14:paraId="381A4D40" w14:textId="6479AD4A" w:rsidR="00D51FB7" w:rsidRPr="00A15C08" w:rsidRDefault="00DB4136" w:rsidP="00D51FB7">
      <w:pPr>
        <w:pStyle w:val="USTustnpkodeksu"/>
      </w:pPr>
      <w:r>
        <w:lastRenderedPageBreak/>
        <w:t>4. </w:t>
      </w:r>
      <w:r w:rsidR="00D51FB7" w:rsidRPr="00A15C08">
        <w:t>Jednostki otrzymujące sprawozdania są uprawnione do kontrolowania merytorycznej prawidłowości przekazanych sprawozdań; w</w:t>
      </w:r>
      <w:r>
        <w:t xml:space="preserve"> </w:t>
      </w:r>
      <w:r w:rsidR="00D51FB7" w:rsidRPr="00A15C08">
        <w:t xml:space="preserve">tym celu mogą żądać przedstawienia </w:t>
      </w:r>
      <w:r>
        <w:t xml:space="preserve">wskazanych ksiąg rachunkowych i </w:t>
      </w:r>
      <w:r w:rsidR="00D51FB7" w:rsidRPr="00A15C08">
        <w:t>dokumentów.</w:t>
      </w:r>
    </w:p>
    <w:p w14:paraId="641254F5" w14:textId="40D6FB92" w:rsidR="00D51FB7" w:rsidRPr="00A15C08" w:rsidRDefault="00D51FB7" w:rsidP="00D51FB7">
      <w:pPr>
        <w:pStyle w:val="USTustnpkodeksu"/>
      </w:pPr>
      <w:r w:rsidRPr="00A15C08">
        <w:t>5.</w:t>
      </w:r>
      <w:r w:rsidR="00DB4136">
        <w:t> </w:t>
      </w:r>
      <w:r w:rsidRPr="00A15C08">
        <w:t>Nieprawidłowości w sprawozdaniach, ujawnione w trybie ust. 3 i 4, usuwają odpowiednio kierownicy jednostek, kierownicy jednostek obsługujących albo naczelnicy urzędów skarbowych sporządzający sprawozdania jednostkowe przed włączeniem zawartych w nich danych do sprawozdań łącznych lub zbiorczych, w terminie umożliwiającym jednostkom otrzymującym sprawozdania ponowne ich sprawdzenie, parafowanie i terminowe przekazanie. W razie potrzeby należy dokonać także odpowiednich zapisów korygujących w księgach rachunkowych okresu sprawozdawczego.</w:t>
      </w:r>
    </w:p>
    <w:p w14:paraId="3D0DD565" w14:textId="4FE14028" w:rsidR="00AC5041" w:rsidRPr="00A15C08" w:rsidRDefault="00AC5041" w:rsidP="00D51FB7">
      <w:pPr>
        <w:pStyle w:val="USTustnpkodeksu"/>
      </w:pPr>
      <w:r w:rsidRPr="00A15C08">
        <w:t>5a.</w:t>
      </w:r>
      <w:r w:rsidRPr="00A15C08">
        <w:rPr>
          <w:rStyle w:val="Odwoanieprzypisudolnego"/>
        </w:rPr>
        <w:footnoteReference w:id="8"/>
      </w:r>
      <w:r w:rsidRPr="00A15C08">
        <w:rPr>
          <w:rStyle w:val="IGindeksgrny"/>
        </w:rPr>
        <w:t>)</w:t>
      </w:r>
      <w:r w:rsidR="00DB4136">
        <w:t> </w:t>
      </w:r>
      <w:r w:rsidR="00F95EA9" w:rsidRPr="00A15C08">
        <w:t>Czynność parafowania, o której mowa w ust. 5, nie ma zastosowania w przypadku stwierdzenia nieprawidłowości ujawnionych w trybie ust. 3 i 4 w sprawozdaniach sporządzanych przez kierowników jednostek organizacyjnych jednostki samorządu terytorialnego oraz kierowników jednostek obsługujących.</w:t>
      </w:r>
    </w:p>
    <w:p w14:paraId="2E522A80" w14:textId="1BFFF19B" w:rsidR="00D51FB7" w:rsidRPr="00A15C08" w:rsidRDefault="00DB4136" w:rsidP="00D51FB7">
      <w:pPr>
        <w:pStyle w:val="USTustnpkodeksu"/>
      </w:pPr>
      <w:r>
        <w:t>6. </w:t>
      </w:r>
      <w:r w:rsidR="00D51FB7" w:rsidRPr="00A15C08">
        <w:t>W</w:t>
      </w:r>
      <w:r>
        <w:t xml:space="preserve"> </w:t>
      </w:r>
      <w:r w:rsidR="00D51FB7" w:rsidRPr="00A15C08">
        <w:t>przypadku stwierdzonych przez Ministerstwo Finansów nieprawidłowości w</w:t>
      </w:r>
      <w:r>
        <w:t xml:space="preserve"> </w:t>
      </w:r>
      <w:r w:rsidR="00D51FB7" w:rsidRPr="00A15C08">
        <w:t>sprawozdaniach dysponent środków budżetu państwa, który przekazał sprawozdania, jest obowiązany do niezwłocznego usunięcia tych nieprawidłowości.</w:t>
      </w:r>
    </w:p>
    <w:p w14:paraId="21352EC5" w14:textId="55D4E559" w:rsidR="00D51FB7" w:rsidRPr="00A15C08" w:rsidRDefault="00D51FB7" w:rsidP="00D51FB7">
      <w:pPr>
        <w:pStyle w:val="ARTartustawynprozporzdzenia"/>
      </w:pPr>
      <w:r w:rsidRPr="00A15C08">
        <w:rPr>
          <w:rStyle w:val="Ppogrubienie"/>
        </w:rPr>
        <w:t>§ 10.</w:t>
      </w:r>
      <w:r w:rsidR="00DB4136">
        <w:t xml:space="preserve"> Sprawozdania sporządza się w </w:t>
      </w:r>
      <w:r w:rsidRPr="00A15C08">
        <w:t>form</w:t>
      </w:r>
      <w:r w:rsidR="00DB4136">
        <w:t xml:space="preserve">ie dokumentu elektronicznego, z zastrzeżeniem § 13 ust. </w:t>
      </w:r>
      <w:r w:rsidRPr="00A15C08">
        <w:t>1.</w:t>
      </w:r>
    </w:p>
    <w:p w14:paraId="104FECDF" w14:textId="7F46219A" w:rsidR="00D51FB7" w:rsidRPr="00A15C08" w:rsidRDefault="00D51FB7" w:rsidP="00D51FB7">
      <w:pPr>
        <w:pStyle w:val="ARTartustawynprozporzdzenia"/>
      </w:pPr>
      <w:r w:rsidRPr="00A15C08">
        <w:rPr>
          <w:rStyle w:val="Ppogrubienie"/>
        </w:rPr>
        <w:t>§ 11.</w:t>
      </w:r>
      <w:r w:rsidRPr="00A15C08">
        <w:t> 1.</w:t>
      </w:r>
      <w:r w:rsidR="009E2AC5" w:rsidRPr="00A15C08">
        <w:rPr>
          <w:rStyle w:val="Odwoanieprzypisudolnego"/>
        </w:rPr>
        <w:footnoteReference w:id="9"/>
      </w:r>
      <w:r w:rsidR="009E2AC5" w:rsidRPr="00A15C08">
        <w:rPr>
          <w:rStyle w:val="IGindeksgrny"/>
        </w:rPr>
        <w:t>)</w:t>
      </w:r>
      <w:r w:rsidRPr="00A15C08">
        <w:t> </w:t>
      </w:r>
      <w:r w:rsidR="009E2AC5" w:rsidRPr="00A15C08">
        <w:t>Sprawozdania Rb-23, Rb-24, Rb-27, Rb-28, Rb-28NW, Rb-28 Programy, Rb-28 Programy WPR, Rb-28NW Programy, Rb-28UE, Rb-28UE KPO, Rb-28UE WPR, Rb-33, Rb-34, Rb-35, Rb-40, Rb-50 i łączne Rb-34PL przekazuje się w Informatycznym Systemie Obsługi Budżetu Państwa.</w:t>
      </w:r>
    </w:p>
    <w:p w14:paraId="653EEE6B" w14:textId="2D1C6C21" w:rsidR="00D51FB7" w:rsidRPr="00A15C08" w:rsidRDefault="00DB4136" w:rsidP="00D51FB7">
      <w:pPr>
        <w:pStyle w:val="USTustnpkodeksu"/>
      </w:pPr>
      <w:r>
        <w:t>2. </w:t>
      </w:r>
      <w:r w:rsidR="00D51FB7" w:rsidRPr="00A15C08">
        <w:t>Sprawozdania Rb-70, Rb-Z-PPP, Rb-FUS, Rb-FER i Rb-FEP przekazuje się odbiorcom sprawozdań na elektroniczną skrzynkę podawczą, o której mowa w ustawie z dnia 17 lutego 2005 r. o informatyzacji działalności podmiotów realizujących zadania publiczne (Dz. U. z 202</w:t>
      </w:r>
      <w:r w:rsidR="00BF2E7F">
        <w:t>4</w:t>
      </w:r>
      <w:r w:rsidR="00D51FB7" w:rsidRPr="00A15C08">
        <w:t xml:space="preserve"> r. poz. </w:t>
      </w:r>
      <w:r w:rsidR="00BF2E7F">
        <w:t>307</w:t>
      </w:r>
      <w:r w:rsidR="00D51FB7" w:rsidRPr="00A15C08">
        <w:t>), oznaczając tytuły wiadomości z przesyłanymi sprawozdaniami określeniami odpowiadającymi numerom części i nazwom tych sprawozdań.</w:t>
      </w:r>
    </w:p>
    <w:p w14:paraId="3A4D5CAF" w14:textId="28413B35" w:rsidR="00D51FB7" w:rsidRPr="00A15C08" w:rsidRDefault="00D51FB7" w:rsidP="00D51FB7">
      <w:pPr>
        <w:pStyle w:val="USTustnpkodeksu"/>
      </w:pPr>
      <w:r w:rsidRPr="00A15C08">
        <w:t>3.</w:t>
      </w:r>
      <w:r w:rsidR="00DB4136">
        <w:t> </w:t>
      </w:r>
      <w:r w:rsidRPr="00A15C08">
        <w:t xml:space="preserve">W przypadku dysponentów środków budżetu państwa, gdy dysponent przekazujący sprawozdanie posiada ten sam </w:t>
      </w:r>
      <w:r w:rsidRPr="00A15C08">
        <w:rPr>
          <w:rStyle w:val="IIGPindeksgrnyindeksugrnegoipogrubienie"/>
          <w:b w:val="0"/>
          <w:position w:val="0"/>
          <w:vertAlign w:val="baseline"/>
        </w:rPr>
        <w:t>adres</w:t>
      </w:r>
      <w:r w:rsidRPr="00A15C08">
        <w:t xml:space="preserve"> elektroniczny, na który przekazywane są sprawozdania, </w:t>
      </w:r>
      <w:r w:rsidRPr="00A15C08">
        <w:lastRenderedPageBreak/>
        <w:t>co dysponent nadrzędny, będący odbiorcą tego sprawozdania, dysponent niższego stopnia przekazuje sprawozdanie za pomocą wewnętrznych rozwiązań informatycznych albo adresów elektronicznych przeznaczonych do przekazywania sprawozdań wskazanych przez dysponenta nadrzędnego.</w:t>
      </w:r>
    </w:p>
    <w:p w14:paraId="44E968EF" w14:textId="4125FF9F" w:rsidR="00D51FB7" w:rsidRPr="00A15C08" w:rsidRDefault="00DB4136" w:rsidP="00D51FB7">
      <w:pPr>
        <w:pStyle w:val="USTustnpkodeksu"/>
      </w:pPr>
      <w:r>
        <w:t>4. </w:t>
      </w:r>
      <w:r w:rsidR="00D51FB7" w:rsidRPr="00A15C08">
        <w:t>W przypadku braku możliwości terminowego przekazania sprawozdań:</w:t>
      </w:r>
    </w:p>
    <w:p w14:paraId="496B7DFA" w14:textId="5D6DFEED" w:rsidR="00D51FB7" w:rsidRPr="00A15C08" w:rsidRDefault="00DB4136" w:rsidP="00D51FB7">
      <w:pPr>
        <w:pStyle w:val="PKTpunkt"/>
      </w:pPr>
      <w:r>
        <w:t>1)</w:t>
      </w:r>
      <w:r>
        <w:tab/>
        <w:t xml:space="preserve">w </w:t>
      </w:r>
      <w:r w:rsidR="00D51FB7" w:rsidRPr="00A15C08">
        <w:t>Informatycznym Systemie Obsługi Budżetu Państwa spowodowanych:</w:t>
      </w:r>
    </w:p>
    <w:p w14:paraId="3BCCC1E7" w14:textId="6F29AD93" w:rsidR="00D51FB7" w:rsidRPr="00A15C08" w:rsidRDefault="00D51FB7" w:rsidP="00D51FB7">
      <w:pPr>
        <w:pStyle w:val="LITlitera"/>
      </w:pPr>
      <w:r w:rsidRPr="00A15C08">
        <w:t>a)</w:t>
      </w:r>
      <w:r w:rsidRPr="00A15C08">
        <w:tab/>
        <w:t>awarią systemu – przepisy wydane na podstawie art.</w:t>
      </w:r>
      <w:r w:rsidR="00DB4136">
        <w:t xml:space="preserve"> </w:t>
      </w:r>
      <w:r w:rsidRPr="00A15C08">
        <w:t>198</w:t>
      </w:r>
      <w:r w:rsidR="00DB4136">
        <w:t xml:space="preserve"> </w:t>
      </w:r>
      <w:r w:rsidRPr="00A15C08">
        <w:t>ustawy o</w:t>
      </w:r>
      <w:r w:rsidR="00DB4136">
        <w:t xml:space="preserve"> </w:t>
      </w:r>
      <w:r w:rsidRPr="00A15C08">
        <w:t>finansach publicznych stosuje się odpowiednio,</w:t>
      </w:r>
    </w:p>
    <w:p w14:paraId="39378BD7" w14:textId="739F3799" w:rsidR="00D51FB7" w:rsidRPr="00A15C08" w:rsidRDefault="00D51FB7" w:rsidP="00D51FB7">
      <w:pPr>
        <w:pStyle w:val="LITlitera"/>
      </w:pPr>
      <w:r w:rsidRPr="00A15C08">
        <w:t>b)</w:t>
      </w:r>
      <w:r w:rsidRPr="00A15C08">
        <w:tab/>
        <w:t>innymi przyczynami technicznymi systemu dotyczącymi pojedynczych przypadków – sprawozdania przekazuje się w</w:t>
      </w:r>
      <w:r w:rsidR="00DB4136">
        <w:t xml:space="preserve"> </w:t>
      </w:r>
      <w:r w:rsidRPr="00A15C08">
        <w:t>arkuszu kalkulacyjnym za pośrednictwem elektronicznej skrzynki podawczej, o</w:t>
      </w:r>
      <w:r w:rsidR="00DB4136">
        <w:t xml:space="preserve"> </w:t>
      </w:r>
      <w:r w:rsidRPr="00A15C08">
        <w:t>której mowa w</w:t>
      </w:r>
      <w:r w:rsidR="00DB4136">
        <w:t xml:space="preserve"> </w:t>
      </w:r>
      <w:r w:rsidRPr="00A15C08">
        <w:t>ust.</w:t>
      </w:r>
      <w:r w:rsidR="00DB4136">
        <w:t xml:space="preserve"> </w:t>
      </w:r>
      <w:r w:rsidRPr="00A15C08">
        <w:t>2; sprawozdania przekazuje się w</w:t>
      </w:r>
      <w:r w:rsidR="00DB4136">
        <w:t xml:space="preserve"> </w:t>
      </w:r>
      <w:r w:rsidRPr="00A15C08">
        <w:t>Informatycznym Systemie Obsługi Budżetu Państwa najpóźniej pierwszego dnia roboczego następującego po dniu usunięcia przyczyny technicznej;</w:t>
      </w:r>
    </w:p>
    <w:p w14:paraId="22FC978A" w14:textId="77777777" w:rsidR="00D51FB7" w:rsidRPr="00A15C08" w:rsidRDefault="00D51FB7" w:rsidP="00D51FB7">
      <w:pPr>
        <w:pStyle w:val="PKTpunkt"/>
      </w:pPr>
      <w:r w:rsidRPr="00A15C08">
        <w:t>2)</w:t>
      </w:r>
      <w:r w:rsidRPr="00A15C08">
        <w:tab/>
        <w:t>poprzez elektroniczną skrzynkę podawczą spowodowanego nieprawidłowym działaniem systemu informatycznego – sprawozdania przekazuje się najpóźniej pierwszego dnia roboczego następującego po dniu usunięcia nieprawidłowości.</w:t>
      </w:r>
    </w:p>
    <w:p w14:paraId="4F4E5A34" w14:textId="353BB38D" w:rsidR="00D51FB7" w:rsidRPr="00A15C08" w:rsidRDefault="00DB4136" w:rsidP="00D51FB7">
      <w:pPr>
        <w:pStyle w:val="USTustnpkodeksu"/>
      </w:pPr>
      <w:r>
        <w:t>5. </w:t>
      </w:r>
      <w:r w:rsidR="00D51FB7" w:rsidRPr="00A15C08">
        <w:t>Sprawozdania Rb-27ZZ i Rb-50 zarządy jednostek samorządu terytorialnego przekazują w formie dokumentu elektronicznego do Informatycznego Systemu Obsługi Budżetu Państwa oraz do wiadomości właściwych regionalnych izb obrachunkowych.</w:t>
      </w:r>
    </w:p>
    <w:p w14:paraId="0BE76B43" w14:textId="57B8009B" w:rsidR="00D51FB7" w:rsidRPr="00A15C08" w:rsidRDefault="00D51FB7" w:rsidP="00D51FB7">
      <w:pPr>
        <w:pStyle w:val="ARTartustawynprozporzdzenia"/>
      </w:pPr>
      <w:r w:rsidRPr="006014CB">
        <w:rPr>
          <w:rStyle w:val="Ppogrubienie"/>
        </w:rPr>
        <w:t>§ 12.</w:t>
      </w:r>
      <w:r w:rsidR="00DB4136">
        <w:t> 1. </w:t>
      </w:r>
      <w:r w:rsidRPr="00A15C08">
        <w:t>Sprawozdania Rb-27S, Rb-PDP, Rb-28S, Rb-28NWS, Rb-NDS, Rb-30S, Rb-34S i Rb-ST zarządy jednostek samorządu terytorialnego przekazują do właściwych re</w:t>
      </w:r>
      <w:r w:rsidR="00DB4136">
        <w:t xml:space="preserve">gionalnych izb obrachunkowych w </w:t>
      </w:r>
      <w:r w:rsidRPr="00A15C08">
        <w:t>formie dokumentu elektronicznego.</w:t>
      </w:r>
    </w:p>
    <w:p w14:paraId="480AB22C" w14:textId="7166FEAD" w:rsidR="00D51FB7" w:rsidRPr="00A15C08" w:rsidRDefault="00D51FB7" w:rsidP="00D51FB7">
      <w:pPr>
        <w:pStyle w:val="USTustnpkodeksu"/>
      </w:pPr>
      <w:r w:rsidRPr="00A15C08">
        <w:t>2. Regionalne izby obrachunkowe p</w:t>
      </w:r>
      <w:r w:rsidR="00DB4136">
        <w:t xml:space="preserve">rzekazują dane ze sprawozdań, o </w:t>
      </w:r>
      <w:r w:rsidRPr="00A15C08">
        <w:t>których mowa w ust.</w:t>
      </w:r>
      <w:r w:rsidR="00DB4136">
        <w:t xml:space="preserve"> 1, do Ministerstwa Finansów w </w:t>
      </w:r>
      <w:r w:rsidRPr="00A15C08">
        <w:t>formie dokumentu elektronicznego.</w:t>
      </w:r>
    </w:p>
    <w:p w14:paraId="5D620ABD" w14:textId="6AF59D89" w:rsidR="00D51FB7" w:rsidRPr="00A15C08" w:rsidRDefault="00D51FB7" w:rsidP="00D51FB7">
      <w:pPr>
        <w:pStyle w:val="USTustnpkodeksu"/>
      </w:pPr>
      <w:r w:rsidRPr="00A15C08">
        <w:t>3.</w:t>
      </w:r>
      <w:r w:rsidR="0044082F" w:rsidRPr="00A15C08">
        <w:rPr>
          <w:rStyle w:val="Odwoanieprzypisudolnego"/>
        </w:rPr>
        <w:footnoteReference w:id="10"/>
      </w:r>
      <w:r w:rsidR="0044082F" w:rsidRPr="00A15C08">
        <w:rPr>
          <w:rStyle w:val="IGindeksgrny"/>
        </w:rPr>
        <w:t>)</w:t>
      </w:r>
      <w:r w:rsidRPr="00A15C08">
        <w:t> </w:t>
      </w:r>
      <w:r w:rsidR="0044082F" w:rsidRPr="00A15C08">
        <w:t>W przypadku braku możliwości terminowego przekazania sprawozdań w sposób wskazany w ust. 1, 2 i 4, spowodowanego awarią systemu informatycznego, sprawozdania przekazuje się nie później niż pierwszego dnia roboczego następującego po dniu usunięcia awarii.</w:t>
      </w:r>
    </w:p>
    <w:p w14:paraId="16DD9724" w14:textId="01B738D9" w:rsidR="00C01F63" w:rsidRPr="00A15C08" w:rsidRDefault="00C01F63" w:rsidP="00D51FB7">
      <w:pPr>
        <w:pStyle w:val="USTustnpkodeksu"/>
      </w:pPr>
      <w:r w:rsidRPr="00A15C08">
        <w:t>3a.</w:t>
      </w:r>
      <w:r w:rsidRPr="00A15C08">
        <w:rPr>
          <w:rStyle w:val="Odwoanieprzypisudolnego"/>
        </w:rPr>
        <w:footnoteReference w:id="11"/>
      </w:r>
      <w:r w:rsidRPr="00A15C08">
        <w:rPr>
          <w:rStyle w:val="IGindeksgrny"/>
        </w:rPr>
        <w:t>)</w:t>
      </w:r>
      <w:r w:rsidRPr="00A15C08">
        <w:t xml:space="preserve"> W przypadku braku możliwości terminowego przekazania przez zarząd jednostki samorządu terytorialnego sprawozdań, o których mowa w ust. 1, spowodowanej </w:t>
      </w:r>
      <w:r w:rsidRPr="00A15C08">
        <w:lastRenderedPageBreak/>
        <w:t>nieprawidłowym działaniem systemu informatycznego lub innymi przyczynami technicznymi dotyczącymi pojedynczych przypadków – sprawozdania przekazuje się niezwłocznie po usunięciu przyczyny technicznej uniemożliwiającej terminowe przekazanie sprawozdań</w:t>
      </w:r>
      <w:r w:rsidR="0028433C">
        <w:t>,</w:t>
      </w:r>
      <w:r w:rsidRPr="00A15C08">
        <w:t xml:space="preserve"> jednak nie później niż w terminie umożliwiającym właściwej terytorialnie regionalnej izbie obrachunkowej ich terminowe przekazanie. Zarząd jednostki samorządu terytorialnego niezwłocznie informuje właściwą terytorialnie regionalną izbę obrachunkową o wystąpieniu sytuacji, o której mowa w zdaniu pierwszym, przedstawiając szczegółowy opis przyczyn braku możliwości terminowego przekazania sprawozdań.</w:t>
      </w:r>
    </w:p>
    <w:p w14:paraId="1542DCD0" w14:textId="549C0D47" w:rsidR="00D51FB7" w:rsidRPr="00A15C08" w:rsidRDefault="00D51FB7" w:rsidP="00D51FB7">
      <w:pPr>
        <w:pStyle w:val="USTustnpkodeksu"/>
      </w:pPr>
      <w:r w:rsidRPr="00A15C08">
        <w:t>4.</w:t>
      </w:r>
      <w:r w:rsidR="000D4150" w:rsidRPr="00A15C08">
        <w:rPr>
          <w:rStyle w:val="Odwoanieprzypisudolnego"/>
        </w:rPr>
        <w:footnoteReference w:id="12"/>
      </w:r>
      <w:r w:rsidR="000D4150" w:rsidRPr="00A15C08">
        <w:rPr>
          <w:rStyle w:val="IGindeksgrny"/>
        </w:rPr>
        <w:t>)</w:t>
      </w:r>
      <w:r w:rsidR="00DB4136">
        <w:t> </w:t>
      </w:r>
      <w:r w:rsidR="000D4150" w:rsidRPr="00A15C08">
        <w:t>Kierownicy jednostek albo kierownicy jednostek obsługujących przekazują do zarządu jednostki samorządu terytorialnego sprawozdania w formie dokumentu elektronicznego na elektroniczną skrzynkę podawczą jednostki samorządu terytorialnego albo w sposób określony przez zarząd jednostki samorządu terytorialnego zgodnie z ust. 5.</w:t>
      </w:r>
    </w:p>
    <w:p w14:paraId="34AD71DD" w14:textId="4A3A69E8" w:rsidR="00DB5560" w:rsidRPr="00A15C08" w:rsidRDefault="00DB5560" w:rsidP="00D51FB7">
      <w:pPr>
        <w:pStyle w:val="USTustnpkodeksu"/>
      </w:pPr>
      <w:r w:rsidRPr="00A15C08">
        <w:t>5.</w:t>
      </w:r>
      <w:r w:rsidRPr="00A15C08">
        <w:rPr>
          <w:rStyle w:val="Odwoanieprzypisudolnego"/>
        </w:rPr>
        <w:footnoteReference w:id="13"/>
      </w:r>
      <w:r w:rsidRPr="00A15C08">
        <w:rPr>
          <w:rStyle w:val="IGindeksgrny"/>
        </w:rPr>
        <w:t>)</w:t>
      </w:r>
      <w:r w:rsidR="00DB4136">
        <w:t> </w:t>
      </w:r>
      <w:r w:rsidRPr="00A15C08">
        <w:t>Sprawozdania, o których mowa w ust. 4, przekazuje się z wykorzystaniem wewnętrznych rozwiązań informatycznych, w szczególności z wykorzystaniem aplikacji, o której mowa w § 23 ust. 1 załącznika nr 37 do rozporządzenia, albo na adresy elektroniczne wskazane przez zarząd jednostki samorządu terytorialnego przeznaczone do przekazywania sprawozdań.</w:t>
      </w:r>
    </w:p>
    <w:p w14:paraId="411DDD79" w14:textId="0FACB8AC" w:rsidR="00D51FB7" w:rsidRPr="00A15C08" w:rsidRDefault="00D51FB7" w:rsidP="00D51FB7">
      <w:pPr>
        <w:pStyle w:val="ARTartustawynprozporzdzenia"/>
      </w:pPr>
      <w:r w:rsidRPr="00A15C08">
        <w:rPr>
          <w:rStyle w:val="Ppogrubienie"/>
        </w:rPr>
        <w:t>§ 13.</w:t>
      </w:r>
      <w:r w:rsidR="00DB4136">
        <w:t> 1. </w:t>
      </w:r>
      <w:r w:rsidRPr="00A15C08">
        <w:t>Sprawozdania Rb-23PL, Rb-27PL, Rb-27UE, Rb-28PL, Rb-34PL sporządza się w</w:t>
      </w:r>
      <w:r w:rsidR="00DB4136">
        <w:t xml:space="preserve"> </w:t>
      </w:r>
      <w:r w:rsidRPr="00A15C08">
        <w:t>formie pisemnej.</w:t>
      </w:r>
    </w:p>
    <w:p w14:paraId="31C6307E" w14:textId="71F3B82B" w:rsidR="00D51FB7" w:rsidRPr="00A15C08" w:rsidRDefault="00DB4136" w:rsidP="00D51FB7">
      <w:pPr>
        <w:pStyle w:val="USTustnpkodeksu"/>
      </w:pPr>
      <w:r>
        <w:t xml:space="preserve">2. Dane ze sprawozdań Rb-27PL i </w:t>
      </w:r>
      <w:r w:rsidR="00D51FB7" w:rsidRPr="00A15C08">
        <w:t>Rb-28PL właściwy dysponent części budżetowej wprowadza do Informatycznego Systemu Obsługi Budżetu Państwa.</w:t>
      </w:r>
    </w:p>
    <w:p w14:paraId="1B3F1AD5" w14:textId="03E1BCD7" w:rsidR="00D51FB7" w:rsidRPr="00A15C08" w:rsidRDefault="00D51FB7" w:rsidP="00D51FB7">
      <w:pPr>
        <w:pStyle w:val="ARTartustawynprozporzdzenia"/>
      </w:pPr>
      <w:r w:rsidRPr="00A15C08">
        <w:rPr>
          <w:rStyle w:val="Ppogrubienie"/>
        </w:rPr>
        <w:t>§ 14.</w:t>
      </w:r>
      <w:r w:rsidRPr="00A15C08">
        <w:t> 1.</w:t>
      </w:r>
      <w:r w:rsidR="00DB4136">
        <w:t> </w:t>
      </w:r>
      <w:r w:rsidRPr="00A15C08">
        <w:t>Sprawozdanie podpisują główny księgowy (skarbnik) i kierownik jednostki (dysponent funduszu, przewodniczący zarządu jednostki samorządu terytorialnego, kierownik jednostki obsługującej).</w:t>
      </w:r>
    </w:p>
    <w:p w14:paraId="5EF514AD" w14:textId="1C6ACBCC" w:rsidR="00D51FB7" w:rsidRPr="00A15C08" w:rsidRDefault="00D51FB7" w:rsidP="00D51FB7">
      <w:pPr>
        <w:pStyle w:val="USTustnpkodeksu"/>
      </w:pPr>
      <w:r w:rsidRPr="00A15C08">
        <w:t>2.</w:t>
      </w:r>
      <w:r w:rsidR="00DB4136">
        <w:t> </w:t>
      </w:r>
      <w:r w:rsidRPr="00A15C08">
        <w:t>W urzędach skarbowych sprawozdanie podpisują kierujący komórką właściwą do spraw rachunkowości i naczelnik urzędu skarbowego.</w:t>
      </w:r>
    </w:p>
    <w:p w14:paraId="7B270CA2" w14:textId="47DE2451" w:rsidR="00D51FB7" w:rsidRPr="00A15C08" w:rsidRDefault="00DB4136" w:rsidP="00D51FB7">
      <w:pPr>
        <w:pStyle w:val="USTustnpkodeksu"/>
      </w:pPr>
      <w:r>
        <w:t xml:space="preserve">3. Sprawozdanie w </w:t>
      </w:r>
      <w:r w:rsidR="00D51FB7" w:rsidRPr="00A15C08">
        <w:t>formie dokumentu elektronicznego opatruje się kwalifikowanym podpisem elektronicznym.</w:t>
      </w:r>
    </w:p>
    <w:p w14:paraId="241C9040" w14:textId="58826DFE" w:rsidR="00D51FB7" w:rsidRPr="00A15C08" w:rsidRDefault="00DB4136" w:rsidP="00D51FB7">
      <w:pPr>
        <w:pStyle w:val="USTustnpkodeksu"/>
      </w:pPr>
      <w:r>
        <w:lastRenderedPageBreak/>
        <w:t>4. </w:t>
      </w:r>
      <w:r w:rsidR="00D51FB7" w:rsidRPr="00A15C08">
        <w:t>Sprawozdanie przekazywane na elektroniczną skrzynkę podawczą może być opatrzone podpisem potwierdzonym profilem zaufanym, o którym mowa w ustawie wymienionej w § 11 ust. 2.</w:t>
      </w:r>
    </w:p>
    <w:p w14:paraId="76D6A237" w14:textId="6B74E7A3" w:rsidR="00D51FB7" w:rsidRPr="00A15C08" w:rsidRDefault="00DB4136" w:rsidP="00D51FB7">
      <w:pPr>
        <w:pStyle w:val="USTustnpkodeksu"/>
      </w:pPr>
      <w:r>
        <w:t xml:space="preserve">5. W </w:t>
      </w:r>
      <w:r w:rsidR="00D51FB7" w:rsidRPr="00A15C08">
        <w:t>przypadku sprawozdania przekazywanego w</w:t>
      </w:r>
      <w:r>
        <w:t xml:space="preserve"> </w:t>
      </w:r>
      <w:r w:rsidR="00D51FB7" w:rsidRPr="00A15C08">
        <w:t>Informatycznym Systemie Obsługi Budżetu Państwa dopuszcza się stoso</w:t>
      </w:r>
      <w:r>
        <w:t xml:space="preserve">wanie podpisu elektronicznego z </w:t>
      </w:r>
      <w:r w:rsidR="00D51FB7" w:rsidRPr="00A15C08">
        <w:t>zastosowaniem certyfikatów wydany</w:t>
      </w:r>
      <w:r>
        <w:t xml:space="preserve">ch przez Narodowy Bank Polski z </w:t>
      </w:r>
      <w:r w:rsidR="00D51FB7" w:rsidRPr="00A15C08">
        <w:t>wykorzystaniem urządzeń wskazanych przez Narodowy Bank Polski w</w:t>
      </w:r>
      <w:r>
        <w:t xml:space="preserve"> </w:t>
      </w:r>
      <w:r w:rsidR="00D51FB7" w:rsidRPr="00A15C08">
        <w:t>ramach świadczenia:</w:t>
      </w:r>
    </w:p>
    <w:p w14:paraId="231A1650" w14:textId="77777777" w:rsidR="00D51FB7" w:rsidRPr="00A15C08" w:rsidRDefault="00D51FB7" w:rsidP="00D51FB7">
      <w:pPr>
        <w:pStyle w:val="PKTpunkt"/>
      </w:pPr>
      <w:r w:rsidRPr="00A15C08">
        <w:t>1)</w:t>
      </w:r>
      <w:r w:rsidRPr="00A15C08">
        <w:tab/>
        <w:t>usługi obsługi rachunków bankowych;</w:t>
      </w:r>
    </w:p>
    <w:p w14:paraId="3AD6B821" w14:textId="77777777" w:rsidR="00D51FB7" w:rsidRPr="00A15C08" w:rsidRDefault="00D51FB7" w:rsidP="00D51FB7">
      <w:pPr>
        <w:pStyle w:val="PKTpunkt"/>
      </w:pPr>
      <w:r w:rsidRPr="00A15C08">
        <w:t>2)</w:t>
      </w:r>
      <w:r w:rsidRPr="00A15C08">
        <w:tab/>
        <w:t>usługi certyfikacyjnej dla Informatycznego Systemu Obsługi Budżetu Państwa.</w:t>
      </w:r>
    </w:p>
    <w:p w14:paraId="5A62A540" w14:textId="5DD89374" w:rsidR="00D51FB7" w:rsidRPr="00A15C08" w:rsidRDefault="00DB4136" w:rsidP="00D51FB7">
      <w:pPr>
        <w:pStyle w:val="USTustnpkodeksu"/>
      </w:pPr>
      <w:r>
        <w:t>6. </w:t>
      </w:r>
      <w:r w:rsidR="00D51FB7" w:rsidRPr="00A15C08">
        <w:t>Podpisy na sprawozdaniu sporządzonym w</w:t>
      </w:r>
      <w:r>
        <w:t xml:space="preserve"> </w:t>
      </w:r>
      <w:r w:rsidR="00D51FB7" w:rsidRPr="00A15C08">
        <w:t>formie pisemnej składa się odręcznie w</w:t>
      </w:r>
      <w:r>
        <w:t xml:space="preserve"> </w:t>
      </w:r>
      <w:r w:rsidR="00D51FB7" w:rsidRPr="00A15C08">
        <w:t>miejscu oznaczonym na formularzu. Pod podpisem umieszcza się pieczątkę z</w:t>
      </w:r>
      <w:r>
        <w:t xml:space="preserve"> </w:t>
      </w:r>
      <w:r w:rsidR="00D51FB7" w:rsidRPr="00A15C08">
        <w:t>imieniem i</w:t>
      </w:r>
      <w:r>
        <w:t xml:space="preserve"> </w:t>
      </w:r>
      <w:r w:rsidR="00D51FB7" w:rsidRPr="00A15C08">
        <w:t>nazwiskiem osoby podpisującej.</w:t>
      </w:r>
    </w:p>
    <w:p w14:paraId="156A6B3C" w14:textId="335F9EE6" w:rsidR="00D51FB7" w:rsidRPr="00A15C08" w:rsidRDefault="00D51FB7" w:rsidP="00D51FB7">
      <w:pPr>
        <w:pStyle w:val="ARTartustawynprozporzdzenia"/>
      </w:pPr>
      <w:r w:rsidRPr="00A15C08">
        <w:rPr>
          <w:rStyle w:val="Ppogrubienie"/>
        </w:rPr>
        <w:t>§ 15.</w:t>
      </w:r>
      <w:r w:rsidRPr="00A15C08">
        <w:t> Szczegółowy sposób sporzą</w:t>
      </w:r>
      <w:r w:rsidR="00DB4136">
        <w:t xml:space="preserve">dzania sprawozdań budżetowych w </w:t>
      </w:r>
      <w:r w:rsidRPr="00A15C08">
        <w:t>zakresie:</w:t>
      </w:r>
    </w:p>
    <w:p w14:paraId="2EA08E40" w14:textId="735B2B0A" w:rsidR="00D51FB7" w:rsidRPr="00A15C08" w:rsidRDefault="00D51FB7" w:rsidP="00D51FB7">
      <w:pPr>
        <w:pStyle w:val="PKTpunkt"/>
      </w:pPr>
      <w:r w:rsidRPr="00A15C08">
        <w:t>1)</w:t>
      </w:r>
      <w:r w:rsidRPr="00A15C08">
        <w:tab/>
        <w:t>budżetu państwa – określa instrukcja stanowiąca załącznik nr</w:t>
      </w:r>
      <w:r w:rsidR="00DB4136">
        <w:t xml:space="preserve"> </w:t>
      </w:r>
      <w:r w:rsidRPr="00A15C08">
        <w:t>35</w:t>
      </w:r>
      <w:r w:rsidR="00DB4136">
        <w:t xml:space="preserve"> </w:t>
      </w:r>
      <w:r w:rsidRPr="00A15C08">
        <w:t>do rozporządzenia;</w:t>
      </w:r>
    </w:p>
    <w:p w14:paraId="607E0297" w14:textId="2BAE1EA4" w:rsidR="00D51FB7" w:rsidRPr="00A15C08" w:rsidRDefault="00D51FB7" w:rsidP="00D51FB7">
      <w:pPr>
        <w:pStyle w:val="PKTpunkt"/>
      </w:pPr>
      <w:r w:rsidRPr="00A15C08">
        <w:t>2)</w:t>
      </w:r>
      <w:r w:rsidRPr="00A15C08">
        <w:tab/>
        <w:t>budżetu środków europejskich – określa instrukcja stanowiąca załącznik nr</w:t>
      </w:r>
      <w:r w:rsidR="00DB4136">
        <w:t xml:space="preserve"> </w:t>
      </w:r>
      <w:r w:rsidRPr="00A15C08">
        <w:t>36</w:t>
      </w:r>
      <w:r w:rsidR="00DB4136">
        <w:t xml:space="preserve"> </w:t>
      </w:r>
      <w:r w:rsidRPr="00A15C08">
        <w:t>do rozporządzenia;</w:t>
      </w:r>
    </w:p>
    <w:p w14:paraId="5D3656C9" w14:textId="0221C194" w:rsidR="00D51FB7" w:rsidRPr="00A15C08" w:rsidRDefault="00D51FB7" w:rsidP="00D51FB7">
      <w:pPr>
        <w:pStyle w:val="PKTpunkt"/>
      </w:pPr>
      <w:r w:rsidRPr="00A15C08">
        <w:t>3)</w:t>
      </w:r>
      <w:r w:rsidRPr="00A15C08">
        <w:tab/>
        <w:t>budżetów jednostek samorządu terytorialnego – określa instrukcja stanowiąca załącznik nr</w:t>
      </w:r>
      <w:r w:rsidR="00DB4136">
        <w:t xml:space="preserve"> </w:t>
      </w:r>
      <w:r w:rsidRPr="00A15C08">
        <w:t>37</w:t>
      </w:r>
      <w:r w:rsidR="00DB4136">
        <w:t xml:space="preserve"> </w:t>
      </w:r>
      <w:r w:rsidRPr="00A15C08">
        <w:t>do rozporządzenia;</w:t>
      </w:r>
    </w:p>
    <w:p w14:paraId="08AC477F" w14:textId="576C64CF" w:rsidR="00D51FB7" w:rsidRPr="00A15C08" w:rsidRDefault="00D51FB7" w:rsidP="00D51FB7">
      <w:pPr>
        <w:pStyle w:val="PKTpunkt"/>
      </w:pPr>
      <w:r w:rsidRPr="00A15C08">
        <w:t>4)</w:t>
      </w:r>
      <w:r w:rsidRPr="00A15C08">
        <w:tab/>
        <w:t>zobowiązań wynikających z</w:t>
      </w:r>
      <w:r w:rsidR="00DB4136">
        <w:t xml:space="preserve"> </w:t>
      </w:r>
      <w:r w:rsidRPr="00A15C08">
        <w:t>umów partnerstwa publiczno-prywatnego – określa instrukcja stanowiąca załącznik nr</w:t>
      </w:r>
      <w:r w:rsidR="00DB4136">
        <w:t xml:space="preserve"> </w:t>
      </w:r>
      <w:r w:rsidRPr="00A15C08">
        <w:t>38</w:t>
      </w:r>
      <w:r w:rsidR="00DB4136">
        <w:t xml:space="preserve"> </w:t>
      </w:r>
      <w:r w:rsidRPr="00A15C08">
        <w:t>do rozporządzenia.</w:t>
      </w:r>
    </w:p>
    <w:p w14:paraId="543F8AE2" w14:textId="45907B14" w:rsidR="00D51FB7" w:rsidRPr="00A15C08" w:rsidRDefault="00D51FB7" w:rsidP="00D51FB7">
      <w:pPr>
        <w:pStyle w:val="ARTartustawynprozporzdzenia"/>
      </w:pPr>
      <w:r w:rsidRPr="00A15C08">
        <w:rPr>
          <w:rStyle w:val="Ppogrubienie"/>
        </w:rPr>
        <w:t>§ 16.</w:t>
      </w:r>
      <w:r w:rsidR="00DB4136">
        <w:t> </w:t>
      </w:r>
      <w:r w:rsidRPr="00A15C08">
        <w:t>Kierownicy państwowych i samorządowych jednostek organizacyjnych, kierownicy jednostek obsługujących oraz naczelnicy urzędów skarbowych sporządzający sprawozdania są obowiązani do ich terminowego przekazywania odbiorcom tych sprawozdań.</w:t>
      </w:r>
    </w:p>
    <w:p w14:paraId="24BFDF56" w14:textId="58AD9E1E" w:rsidR="00D51FB7" w:rsidRPr="00A15C08" w:rsidRDefault="00D51FB7" w:rsidP="00D51FB7">
      <w:pPr>
        <w:pStyle w:val="ARTartustawynprozporzdzenia"/>
      </w:pPr>
      <w:r w:rsidRPr="00A15C08">
        <w:rPr>
          <w:rStyle w:val="Ppogrubienie"/>
        </w:rPr>
        <w:t>§ 17.</w:t>
      </w:r>
      <w:r w:rsidRPr="00A15C08">
        <w:t> 1.</w:t>
      </w:r>
      <w:r w:rsidR="00DB4136">
        <w:t> </w:t>
      </w:r>
      <w:r w:rsidRPr="00A15C08">
        <w:t>Terminy przekazywania sprawozdań oraz odbiorców sprawozdań w</w:t>
      </w:r>
      <w:r w:rsidR="00DB4136">
        <w:t xml:space="preserve"> </w:t>
      </w:r>
      <w:r w:rsidRPr="00A15C08">
        <w:t>zakresie:</w:t>
      </w:r>
    </w:p>
    <w:p w14:paraId="6FE7BAE9" w14:textId="5C51B400" w:rsidR="00D51FB7" w:rsidRPr="00A15C08" w:rsidRDefault="00D51FB7" w:rsidP="00D51FB7">
      <w:pPr>
        <w:pStyle w:val="PKTpunkt"/>
      </w:pPr>
      <w:r w:rsidRPr="00A15C08">
        <w:t>1)</w:t>
      </w:r>
      <w:r w:rsidRPr="00A15C08">
        <w:tab/>
        <w:t>budżetu państwa – określa załącznik nr</w:t>
      </w:r>
      <w:r w:rsidR="00DB4136">
        <w:t xml:space="preserve"> </w:t>
      </w:r>
      <w:r w:rsidRPr="00A15C08">
        <w:t>39</w:t>
      </w:r>
      <w:r w:rsidR="00DB4136">
        <w:t xml:space="preserve"> </w:t>
      </w:r>
      <w:r w:rsidRPr="00A15C08">
        <w:t>do rozporządzenia;</w:t>
      </w:r>
    </w:p>
    <w:p w14:paraId="27FA603A" w14:textId="179ACD60" w:rsidR="00D51FB7" w:rsidRPr="00A15C08" w:rsidRDefault="00D51FB7" w:rsidP="00D51FB7">
      <w:pPr>
        <w:pStyle w:val="PKTpunkt"/>
      </w:pPr>
      <w:r w:rsidRPr="00A15C08">
        <w:t>2)</w:t>
      </w:r>
      <w:r w:rsidRPr="00A15C08">
        <w:tab/>
        <w:t>budżetu środków europejskich – określa załącznik nr</w:t>
      </w:r>
      <w:r w:rsidR="00DB4136">
        <w:t xml:space="preserve"> </w:t>
      </w:r>
      <w:r w:rsidRPr="00A15C08">
        <w:t>40</w:t>
      </w:r>
      <w:r w:rsidR="00DB4136">
        <w:t xml:space="preserve"> </w:t>
      </w:r>
      <w:r w:rsidRPr="00A15C08">
        <w:t>do rozporządzenia;</w:t>
      </w:r>
    </w:p>
    <w:p w14:paraId="4B4A53FB" w14:textId="3FC58E19" w:rsidR="00D51FB7" w:rsidRPr="00A15C08" w:rsidRDefault="00D51FB7" w:rsidP="00D51FB7">
      <w:pPr>
        <w:pStyle w:val="PKTpunkt"/>
      </w:pPr>
      <w:r w:rsidRPr="00A15C08">
        <w:t>3)</w:t>
      </w:r>
      <w:r w:rsidRPr="00A15C08">
        <w:tab/>
        <w:t>budżetów jednostek samorządu terytorialnego – określa załącznik nr</w:t>
      </w:r>
      <w:r w:rsidR="00DB4136">
        <w:t xml:space="preserve"> </w:t>
      </w:r>
      <w:r w:rsidRPr="00A15C08">
        <w:t>41 do rozporządzenia.</w:t>
      </w:r>
    </w:p>
    <w:p w14:paraId="7D84A5E3" w14:textId="006CFF0E" w:rsidR="00D51FB7" w:rsidRPr="00A15C08" w:rsidRDefault="00DB4136" w:rsidP="00D51FB7">
      <w:pPr>
        <w:pStyle w:val="USTustnpkodeksu"/>
      </w:pPr>
      <w:r>
        <w:t>2. </w:t>
      </w:r>
      <w:r w:rsidR="00D51FB7" w:rsidRPr="00A15C08">
        <w:t>Termin przekazywania sprawozdań określony dla dysponentów środków budżetu państwa trzeciego stopnia ma zastosowanie do przekazywania własnych sprawozdań jednostkowych dysponentów drugiego stopnia i</w:t>
      </w:r>
      <w:r>
        <w:t xml:space="preserve"> </w:t>
      </w:r>
      <w:r w:rsidR="00D51FB7" w:rsidRPr="00A15C08">
        <w:t>dysponentów części budżetowych.</w:t>
      </w:r>
    </w:p>
    <w:p w14:paraId="64DCF045" w14:textId="78FED1FE" w:rsidR="00D51FB7" w:rsidRPr="00A15C08" w:rsidRDefault="00DB4136" w:rsidP="00D51FB7">
      <w:pPr>
        <w:pStyle w:val="USTustnpkodeksu"/>
      </w:pPr>
      <w:r>
        <w:lastRenderedPageBreak/>
        <w:t>3. </w:t>
      </w:r>
      <w:r w:rsidR="00D51FB7" w:rsidRPr="00A15C08">
        <w:t>Dysponenci części budżetowych 72 i 73 sporządzają własne sprawozdania jednostkowe w terminie 2 dni po upływie terminu określonego dla dysponentów środków budżetu państwa trzeciego stopnia, z wyjątkiem sprawozdań sporządzanych za rok budżetowy.</w:t>
      </w:r>
    </w:p>
    <w:p w14:paraId="0AFA7C2F" w14:textId="77777777" w:rsidR="00D51FB7" w:rsidRPr="00A15C08" w:rsidRDefault="00D51FB7" w:rsidP="00D51FB7">
      <w:pPr>
        <w:pStyle w:val="ROZDZODDZOZNoznaczenierozdziauluboddziau"/>
      </w:pPr>
      <w:r w:rsidRPr="00A15C08">
        <w:t>Rozdział 5</w:t>
      </w:r>
    </w:p>
    <w:p w14:paraId="467AC6E1" w14:textId="77777777" w:rsidR="00D51FB7" w:rsidRPr="00A15C08" w:rsidRDefault="00D51FB7" w:rsidP="00D51FB7">
      <w:pPr>
        <w:pStyle w:val="TYTDZPRZEDMprzedmiotregulacjitytuulubdziau"/>
      </w:pPr>
      <w:r w:rsidRPr="00A15C08">
        <w:t>Okresy sprawozdawcze</w:t>
      </w:r>
    </w:p>
    <w:p w14:paraId="6F2C7B3B" w14:textId="209BE0CC" w:rsidR="00D51FB7" w:rsidRPr="00A15C08" w:rsidRDefault="00D51FB7" w:rsidP="00D51FB7">
      <w:pPr>
        <w:pStyle w:val="ARTartustawynprozporzdzenia"/>
      </w:pPr>
      <w:r w:rsidRPr="00A15C08">
        <w:rPr>
          <w:rStyle w:val="Ppogrubienie"/>
        </w:rPr>
        <w:t>§ 18.</w:t>
      </w:r>
      <w:r w:rsidRPr="00A15C08">
        <w:t> 1</w:t>
      </w:r>
      <w:r w:rsidR="003C4A97" w:rsidRPr="00A15C08">
        <w:t>.</w:t>
      </w:r>
      <w:r w:rsidR="007C0B6E" w:rsidRPr="00A15C08">
        <w:rPr>
          <w:rStyle w:val="Odwoanieprzypisudolnego"/>
        </w:rPr>
        <w:footnoteReference w:id="14"/>
      </w:r>
      <w:r w:rsidR="007C0B6E" w:rsidRPr="00A15C08">
        <w:rPr>
          <w:rStyle w:val="IGindeksgrny"/>
        </w:rPr>
        <w:t>)</w:t>
      </w:r>
      <w:r w:rsidR="00DB4136">
        <w:t> </w:t>
      </w:r>
      <w:r w:rsidR="007C0B6E" w:rsidRPr="00A15C08">
        <w:t>Sprawozdania Rb-23, Rb-24, Rb-27, Rb-27UE, Rb-27S, Rb-28, Rb-28 Programy, Rb-28 Programy WPR, Rb-28UE, Rb-28UE KPO, Rb-28UE WPR, Rb-28NW, Rb-28NW Programy, Rb-28S, Rb-FUS, Rb-FER i Rb-FEP sporządza się narastająco za kolejne miesiące roku budżetowego.</w:t>
      </w:r>
    </w:p>
    <w:p w14:paraId="6486265B" w14:textId="35CAD26E" w:rsidR="00A06E1D" w:rsidRPr="00A15C08" w:rsidRDefault="00A06E1D" w:rsidP="00DB4136">
      <w:pPr>
        <w:pStyle w:val="USTustnpkodeksu"/>
      </w:pPr>
      <w:r w:rsidRPr="00A15C08">
        <w:t>1a.</w:t>
      </w:r>
      <w:r w:rsidRPr="00A15C08">
        <w:rPr>
          <w:rStyle w:val="Odwoanieprzypisudolnego"/>
        </w:rPr>
        <w:footnoteReference w:id="15"/>
      </w:r>
      <w:r w:rsidRPr="00A15C08">
        <w:rPr>
          <w:rStyle w:val="IGindeksgrny"/>
        </w:rPr>
        <w:t>)</w:t>
      </w:r>
      <w:r w:rsidR="00DB4136">
        <w:t> </w:t>
      </w:r>
      <w:r w:rsidRPr="00A15C08">
        <w:t>Sprawozdania Rb-40 sporządza się od początku roku do dnia 31 marca i narastająco za kolejne miesiące roku budżetowego.</w:t>
      </w:r>
    </w:p>
    <w:p w14:paraId="188069F1" w14:textId="19DE21A6" w:rsidR="00D51FB7" w:rsidRPr="00A15C08" w:rsidRDefault="00DB4136" w:rsidP="00D51FB7">
      <w:pPr>
        <w:pStyle w:val="USTustnpkodeksu"/>
      </w:pPr>
      <w:r>
        <w:t>2. </w:t>
      </w:r>
      <w:r w:rsidR="00D51FB7" w:rsidRPr="00A15C08">
        <w:t>Sprawozdania Rb-23, Rb-24, Rb-27, Rb-28, Rb-28</w:t>
      </w:r>
      <w:r>
        <w:t xml:space="preserve"> </w:t>
      </w:r>
      <w:r w:rsidR="00D51FB7" w:rsidRPr="00A15C08">
        <w:t xml:space="preserve">Programy </w:t>
      </w:r>
      <w:r>
        <w:t xml:space="preserve">i Rb-28 </w:t>
      </w:r>
      <w:r w:rsidR="00D51FB7" w:rsidRPr="00A15C08">
        <w:t>Programy WPR za grudzień sporządza się narastająco od początku roku do końca grudnia z</w:t>
      </w:r>
      <w:r>
        <w:t xml:space="preserve"> </w:t>
      </w:r>
      <w:r w:rsidR="00D51FB7" w:rsidRPr="00A15C08">
        <w:t>uwzględnieniem operac</w:t>
      </w:r>
      <w:r>
        <w:t xml:space="preserve">ji finansowych dokonanych do 9. </w:t>
      </w:r>
      <w:r w:rsidR="00D51FB7" w:rsidRPr="00A15C08">
        <w:t>dnia roboczego następującego po roku budżetowym.</w:t>
      </w:r>
    </w:p>
    <w:p w14:paraId="116CFE6C" w14:textId="1FDAE8FC" w:rsidR="00D51FB7" w:rsidRPr="00A15C08" w:rsidRDefault="00D51FB7" w:rsidP="00D51FB7">
      <w:pPr>
        <w:pStyle w:val="USTustnpkodeksu"/>
      </w:pPr>
      <w:r w:rsidRPr="00A15C08">
        <w:t>3.</w:t>
      </w:r>
      <w:r w:rsidR="00564960" w:rsidRPr="00A15C08">
        <w:rPr>
          <w:rStyle w:val="Odwoanieprzypisudolnego"/>
        </w:rPr>
        <w:footnoteReference w:id="16"/>
      </w:r>
      <w:r w:rsidR="00564960" w:rsidRPr="00A15C08">
        <w:rPr>
          <w:rStyle w:val="IGindeksgrny"/>
        </w:rPr>
        <w:t>)</w:t>
      </w:r>
      <w:r w:rsidR="00DB4136">
        <w:t> </w:t>
      </w:r>
      <w:r w:rsidR="00564960" w:rsidRPr="00A15C08">
        <w:t>Sprawozdania Rb-23PL, Rb-27PL, Rb-27ZZ, Rb-28PL, Rb-NDS, Rb-30S, Rb-33, Rb-34, Rb-34PL</w:t>
      </w:r>
      <w:r w:rsidR="00DB4136">
        <w:t xml:space="preserve">, Rb-34S, Rb-35, Rb-50, Rb-70 i </w:t>
      </w:r>
      <w:r w:rsidR="00564960" w:rsidRPr="00A15C08">
        <w:t>Rb-Z-PPP sporządza się narastająco za kolejne kwartały roku budżetowego.</w:t>
      </w:r>
    </w:p>
    <w:p w14:paraId="1D692DBC" w14:textId="59129F79" w:rsidR="00D51FB7" w:rsidRPr="00A15C08" w:rsidRDefault="00DB4136" w:rsidP="00D51FB7">
      <w:pPr>
        <w:pStyle w:val="USTustnpkodeksu"/>
      </w:pPr>
      <w:r>
        <w:t>4. </w:t>
      </w:r>
      <w:r w:rsidR="00D51FB7" w:rsidRPr="00A15C08">
        <w:t>Sprawozdanie Rb-28NWS s</w:t>
      </w:r>
      <w:r>
        <w:t xml:space="preserve">porządza się narastająco za I i </w:t>
      </w:r>
      <w:r w:rsidR="00D51FB7" w:rsidRPr="00A15C08">
        <w:t>II kwartały roku budżetowego.</w:t>
      </w:r>
    </w:p>
    <w:p w14:paraId="670C371F" w14:textId="66F77992" w:rsidR="00D51FB7" w:rsidRPr="00A15C08" w:rsidRDefault="00D51FB7" w:rsidP="00D51FB7">
      <w:pPr>
        <w:pStyle w:val="USTustnpkodeksu"/>
      </w:pPr>
      <w:r w:rsidRPr="00A15C08">
        <w:t>5.</w:t>
      </w:r>
      <w:r w:rsidR="009C52D3" w:rsidRPr="00A15C08">
        <w:rPr>
          <w:rStyle w:val="Odwoanieprzypisudolnego"/>
        </w:rPr>
        <w:footnoteReference w:id="17"/>
      </w:r>
      <w:r w:rsidR="009C52D3" w:rsidRPr="00A15C08">
        <w:rPr>
          <w:rStyle w:val="IGindeksgrny"/>
        </w:rPr>
        <w:t>)</w:t>
      </w:r>
      <w:r w:rsidR="00DB4136">
        <w:t> </w:t>
      </w:r>
      <w:r w:rsidR="009C52D3" w:rsidRPr="00A15C08">
        <w:t>Sprawozdania Rb-23, łączne Rb-23PL, Rb-24, Rb-27, Rb-27UE, Rb-27S, Rb-28, Rb-28 Programy, Rb-28 Programy WPR, Rb-28UE, Rb-28UE KPO, Rb-28UE WPR, Rb-28NW, Rb-28NW Programy, Rb-28S, Rb-PDP i Rb-ST sporządza się za rok budżetowy, z tym że w zakresie budżetu państwa – z uwzględnieniem operacji finansowych związanych z rozliczeniami w okresie przejściowym po zakończeniu roku budżetowego, o których mowa w przepisach wykonawczych wydanych na podstawie art. 198 ustawy o finansach publicznych.</w:t>
      </w:r>
    </w:p>
    <w:p w14:paraId="5AAB9872" w14:textId="77777777" w:rsidR="00D51FB7" w:rsidRPr="00A15C08" w:rsidRDefault="00D51FB7" w:rsidP="00D51FB7">
      <w:pPr>
        <w:pStyle w:val="ROZDZODDZOZNoznaczenierozdziauluboddziau"/>
      </w:pPr>
      <w:r w:rsidRPr="00A15C08">
        <w:lastRenderedPageBreak/>
        <w:t>Rozdział 6</w:t>
      </w:r>
    </w:p>
    <w:p w14:paraId="040434BF" w14:textId="4207C73B" w:rsidR="00D51FB7" w:rsidRPr="00A15C08" w:rsidRDefault="00046FB1" w:rsidP="00D51FB7">
      <w:pPr>
        <w:pStyle w:val="TYTDZPRZEDMprzedmiotregulacjitytuulubdziau"/>
      </w:pPr>
      <w:r>
        <w:t xml:space="preserve">Przepisy przejściowe i </w:t>
      </w:r>
      <w:r w:rsidR="00D51FB7" w:rsidRPr="00A15C08">
        <w:t>przepis końcowy</w:t>
      </w:r>
    </w:p>
    <w:p w14:paraId="30682302" w14:textId="6CC960E8" w:rsidR="00D51FB7" w:rsidRPr="00A15C08" w:rsidRDefault="00D51FB7" w:rsidP="00D51FB7">
      <w:pPr>
        <w:pStyle w:val="ARTartustawynprozporzdzenia"/>
      </w:pPr>
      <w:r w:rsidRPr="00A15C08">
        <w:rPr>
          <w:rStyle w:val="Ppogrubienie"/>
        </w:rPr>
        <w:t>§ 19.</w:t>
      </w:r>
      <w:r w:rsidR="00CD4C66" w:rsidRPr="00A15C08">
        <w:rPr>
          <w:rStyle w:val="Ppogrubienie"/>
        </w:rPr>
        <w:t> </w:t>
      </w:r>
      <w:r w:rsidR="00077B2A" w:rsidRPr="00A15C08">
        <w:t>(pominięty).</w:t>
      </w:r>
      <w:r w:rsidR="00077B2A" w:rsidRPr="00A15C08">
        <w:rPr>
          <w:rStyle w:val="Odwoanieprzypisudolnego"/>
        </w:rPr>
        <w:footnoteReference w:id="18"/>
      </w:r>
      <w:r w:rsidR="00077B2A" w:rsidRPr="00A15C08">
        <w:rPr>
          <w:rStyle w:val="IGindeksgrny"/>
        </w:rPr>
        <w:t>)</w:t>
      </w:r>
    </w:p>
    <w:p w14:paraId="2613D03B" w14:textId="01ECF144" w:rsidR="00D51FB7" w:rsidRPr="00A15C08" w:rsidRDefault="00D51FB7" w:rsidP="00D51FB7">
      <w:pPr>
        <w:pStyle w:val="ARTartustawynprozporzdzenia"/>
      </w:pPr>
      <w:r w:rsidRPr="00A15C08">
        <w:rPr>
          <w:rStyle w:val="Ppogrubienie"/>
        </w:rPr>
        <w:t>§ 20.</w:t>
      </w:r>
      <w:r w:rsidR="00CD4C66" w:rsidRPr="00A15C08">
        <w:rPr>
          <w:rStyle w:val="Ppogrubienie"/>
        </w:rPr>
        <w:t> </w:t>
      </w:r>
      <w:r w:rsidR="00CD4C66" w:rsidRPr="00A15C08">
        <w:t>(pominięty).</w:t>
      </w:r>
      <w:r w:rsidR="00CD4C66" w:rsidRPr="00A15C08">
        <w:rPr>
          <w:rStyle w:val="IGindeksgrny"/>
        </w:rPr>
        <w:t>1</w:t>
      </w:r>
      <w:r w:rsidR="009E32F5" w:rsidRPr="00A15C08">
        <w:rPr>
          <w:rStyle w:val="IGindeksgrny"/>
        </w:rPr>
        <w:t>8</w:t>
      </w:r>
      <w:r w:rsidR="00CD4C66" w:rsidRPr="00A15C08">
        <w:rPr>
          <w:rStyle w:val="IGindeksgrny"/>
        </w:rPr>
        <w:t>)</w:t>
      </w:r>
    </w:p>
    <w:p w14:paraId="61282C5E" w14:textId="62E71730" w:rsidR="00D51FB7" w:rsidRPr="00A15C08" w:rsidRDefault="00046FB1" w:rsidP="00D51FB7">
      <w:pPr>
        <w:pStyle w:val="ARTartustawynprozporzdzenia"/>
      </w:pPr>
      <w:r>
        <w:rPr>
          <w:rStyle w:val="Ppogrubienie"/>
        </w:rPr>
        <w:t>§ </w:t>
      </w:r>
      <w:r w:rsidR="00D51FB7" w:rsidRPr="00A15C08">
        <w:rPr>
          <w:rStyle w:val="Ppogrubienie"/>
        </w:rPr>
        <w:t>21.</w:t>
      </w:r>
      <w:r w:rsidR="00CD4C66" w:rsidRPr="00A15C08">
        <w:rPr>
          <w:rStyle w:val="Ppogrubienie"/>
        </w:rPr>
        <w:t> </w:t>
      </w:r>
      <w:r w:rsidR="00CD4C66" w:rsidRPr="00A15C08">
        <w:t>(pominięty).</w:t>
      </w:r>
      <w:r w:rsidR="00CD4C66" w:rsidRPr="00A15C08">
        <w:rPr>
          <w:rStyle w:val="IGindeksgrny"/>
        </w:rPr>
        <w:t>1</w:t>
      </w:r>
      <w:r w:rsidR="009E32F5" w:rsidRPr="00A15C08">
        <w:rPr>
          <w:rStyle w:val="IGindeksgrny"/>
        </w:rPr>
        <w:t>8</w:t>
      </w:r>
      <w:r w:rsidR="00CD4C66" w:rsidRPr="00A15C08">
        <w:rPr>
          <w:rStyle w:val="IGindeksgrny"/>
        </w:rPr>
        <w:t>)</w:t>
      </w:r>
    </w:p>
    <w:p w14:paraId="391D1357" w14:textId="1B20B32E" w:rsidR="00D51FB7" w:rsidRPr="00A15C08" w:rsidRDefault="00D51FB7" w:rsidP="008E58B1">
      <w:pPr>
        <w:pStyle w:val="ARTartustawynprozporzdzenia"/>
      </w:pPr>
      <w:r w:rsidRPr="00A15C08">
        <w:rPr>
          <w:rStyle w:val="Ppogrubienie"/>
        </w:rPr>
        <w:t>§ 22.</w:t>
      </w:r>
      <w:r w:rsidR="008E58B1" w:rsidRPr="00A15C08">
        <w:rPr>
          <w:rStyle w:val="Ppogrubienie"/>
        </w:rPr>
        <w:t> </w:t>
      </w:r>
      <w:r w:rsidR="008E58B1" w:rsidRPr="00A15C08">
        <w:t>(pominięty).</w:t>
      </w:r>
      <w:r w:rsidR="008E58B1" w:rsidRPr="00A15C08">
        <w:rPr>
          <w:rStyle w:val="IGindeksgrny"/>
        </w:rPr>
        <w:t>1</w:t>
      </w:r>
      <w:r w:rsidR="009E32F5" w:rsidRPr="00A15C08">
        <w:rPr>
          <w:rStyle w:val="IGindeksgrny"/>
        </w:rPr>
        <w:t>8</w:t>
      </w:r>
      <w:r w:rsidR="008E58B1" w:rsidRPr="00A15C08">
        <w:rPr>
          <w:rStyle w:val="IGindeksgrny"/>
        </w:rPr>
        <w:t>)</w:t>
      </w:r>
    </w:p>
    <w:p w14:paraId="46EA0AE5" w14:textId="5A5EA609" w:rsidR="00D51FB7" w:rsidRPr="00A15C08" w:rsidRDefault="00D51FB7" w:rsidP="008E58B1">
      <w:pPr>
        <w:pStyle w:val="ARTartustawynprozporzdzenia"/>
      </w:pPr>
      <w:r w:rsidRPr="00A15C08">
        <w:rPr>
          <w:rStyle w:val="Ppogrubienie"/>
        </w:rPr>
        <w:t>§ 23.</w:t>
      </w:r>
      <w:r w:rsidR="008E58B1" w:rsidRPr="00A15C08">
        <w:rPr>
          <w:rStyle w:val="Ppogrubienie"/>
        </w:rPr>
        <w:t> </w:t>
      </w:r>
      <w:r w:rsidR="008E58B1" w:rsidRPr="00A15C08">
        <w:t>(pominięty).</w:t>
      </w:r>
      <w:r w:rsidR="008E58B1" w:rsidRPr="00A15C08">
        <w:rPr>
          <w:rStyle w:val="IGindeksgrny"/>
        </w:rPr>
        <w:t>1</w:t>
      </w:r>
      <w:r w:rsidR="009E32F5" w:rsidRPr="00A15C08">
        <w:rPr>
          <w:rStyle w:val="IGindeksgrny"/>
        </w:rPr>
        <w:t>8</w:t>
      </w:r>
      <w:r w:rsidR="008E58B1" w:rsidRPr="00A15C08">
        <w:rPr>
          <w:rStyle w:val="IGindeksgrny"/>
        </w:rPr>
        <w:t>)</w:t>
      </w:r>
    </w:p>
    <w:p w14:paraId="1BB0DFEA" w14:textId="3BA989D3" w:rsidR="00D51FB7" w:rsidRPr="00A15C08" w:rsidRDefault="00D51FB7" w:rsidP="00D51FB7">
      <w:pPr>
        <w:pStyle w:val="ARTartustawynprozporzdzenia"/>
      </w:pPr>
      <w:r w:rsidRPr="00A15C08">
        <w:rPr>
          <w:rStyle w:val="Ppogrubienie"/>
        </w:rPr>
        <w:t>§ 24.</w:t>
      </w:r>
      <w:r w:rsidR="008E58B1" w:rsidRPr="00A15C08">
        <w:rPr>
          <w:rStyle w:val="Ppogrubienie"/>
        </w:rPr>
        <w:t> </w:t>
      </w:r>
      <w:r w:rsidR="008E58B1" w:rsidRPr="00A15C08">
        <w:t>(pominięty).</w:t>
      </w:r>
      <w:r w:rsidR="008E58B1" w:rsidRPr="00A15C08">
        <w:rPr>
          <w:rStyle w:val="IGindeksgrny"/>
        </w:rPr>
        <w:t>1</w:t>
      </w:r>
      <w:r w:rsidR="009E32F5" w:rsidRPr="00A15C08">
        <w:rPr>
          <w:rStyle w:val="IGindeksgrny"/>
        </w:rPr>
        <w:t>8</w:t>
      </w:r>
      <w:r w:rsidR="008E58B1" w:rsidRPr="00A15C08">
        <w:rPr>
          <w:rStyle w:val="IGindeksgrny"/>
        </w:rPr>
        <w:t>)</w:t>
      </w:r>
    </w:p>
    <w:p w14:paraId="17E39A3E" w14:textId="6232E634" w:rsidR="00ED7533" w:rsidRPr="00A15C08" w:rsidRDefault="00ED7533" w:rsidP="00ED7533">
      <w:pPr>
        <w:pStyle w:val="ARTartustawynprozporzdzenia"/>
      </w:pPr>
      <w:r w:rsidRPr="00A15C08">
        <w:rPr>
          <w:rStyle w:val="Ppogrubienie"/>
        </w:rPr>
        <w:t>§ 25.</w:t>
      </w:r>
      <w:r w:rsidRPr="00A15C08">
        <w:t> Rozporządzenie wchodzi w życie z dniem następującym po dniu ogłoszenia</w:t>
      </w:r>
      <w:r w:rsidR="001720C6" w:rsidRPr="00A15C08">
        <w:rPr>
          <w:rStyle w:val="Odwoanieprzypisudolnego"/>
        </w:rPr>
        <w:footnoteReference w:id="19"/>
      </w:r>
      <w:r w:rsidR="001720C6" w:rsidRPr="00A15C08">
        <w:rPr>
          <w:rStyle w:val="IGindeksgrny"/>
        </w:rPr>
        <w:t>)</w:t>
      </w:r>
      <w:r w:rsidRPr="00A15C08">
        <w:t>.</w:t>
      </w:r>
      <w:r w:rsidR="005E7671" w:rsidRPr="00A15C08">
        <w:rPr>
          <w:rStyle w:val="Odwoanieprzypisudolnego"/>
        </w:rPr>
        <w:footnoteReference w:id="20"/>
      </w:r>
      <w:r w:rsidR="005E7671" w:rsidRPr="00A15C08">
        <w:rPr>
          <w:rStyle w:val="IGindeksgrny"/>
        </w:rPr>
        <w:t>)</w:t>
      </w:r>
    </w:p>
    <w:p w14:paraId="6C8C3117" w14:textId="77777777" w:rsidR="00ED7533" w:rsidRPr="00A15C08" w:rsidRDefault="00ED7533" w:rsidP="00D51FB7">
      <w:pPr>
        <w:pStyle w:val="ARTartustawynprozporzdzenia"/>
      </w:pPr>
    </w:p>
    <w:sectPr w:rsidR="00ED7533" w:rsidRPr="00A15C08" w:rsidSect="001A7F15">
      <w:headerReference w:type="default" r:id="rId15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49EF8" w14:textId="77777777" w:rsidR="00132E68" w:rsidRDefault="00132E68">
      <w:r>
        <w:separator/>
      </w:r>
    </w:p>
  </w:endnote>
  <w:endnote w:type="continuationSeparator" w:id="0">
    <w:p w14:paraId="1FA2A522" w14:textId="77777777" w:rsidR="00132E68" w:rsidRDefault="00132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BA101" w14:textId="77777777" w:rsidR="00E32DAD" w:rsidRDefault="00E32D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08615" w14:textId="77777777" w:rsidR="00E32DAD" w:rsidRDefault="00E32DA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5AE6D" w14:textId="77777777" w:rsidR="00E32DAD" w:rsidRDefault="00E32D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FA6C6" w14:textId="77777777" w:rsidR="00132E68" w:rsidRDefault="00132E68">
      <w:r>
        <w:separator/>
      </w:r>
    </w:p>
  </w:footnote>
  <w:footnote w:type="continuationSeparator" w:id="0">
    <w:p w14:paraId="4C41418B" w14:textId="77777777" w:rsidR="00132E68" w:rsidRDefault="00132E68">
      <w:r>
        <w:continuationSeparator/>
      </w:r>
    </w:p>
  </w:footnote>
  <w:footnote w:id="1">
    <w:p w14:paraId="204573D1" w14:textId="6DB26939" w:rsidR="00D31825" w:rsidRPr="00570A5D" w:rsidRDefault="00D31825" w:rsidP="00D31825">
      <w:pPr>
        <w:pStyle w:val="ODNONIKtreodnonika"/>
      </w:pPr>
      <w:r>
        <w:rPr>
          <w:rStyle w:val="IGindeksgrny"/>
        </w:rPr>
        <w:footnoteRef/>
      </w:r>
      <w:r>
        <w:rPr>
          <w:rStyle w:val="IGindeksgrny"/>
        </w:rPr>
        <w:t>)</w:t>
      </w:r>
      <w:r>
        <w:tab/>
      </w:r>
      <w:r w:rsidRPr="00570A5D">
        <w:t>Zmiany tekstu jednolitego wymienionej ustawy zostały ogłoszone w Dz. U. z 20</w:t>
      </w:r>
      <w:r>
        <w:t>23</w:t>
      </w:r>
      <w:r w:rsidRPr="00570A5D">
        <w:t xml:space="preserve"> r. p</w:t>
      </w:r>
      <w:r w:rsidR="00541E6A">
        <w:t>o</w:t>
      </w:r>
      <w:r w:rsidRPr="00570A5D">
        <w:t xml:space="preserve">z. </w:t>
      </w:r>
      <w:r w:rsidRPr="00D31825">
        <w:t>1273, 1407, 1429, 1641</w:t>
      </w:r>
      <w:r>
        <w:t xml:space="preserve">, </w:t>
      </w:r>
      <w:r w:rsidRPr="00D31825">
        <w:t>1693</w:t>
      </w:r>
      <w:r>
        <w:t xml:space="preserve"> i 1872</w:t>
      </w:r>
      <w:r w:rsidRPr="00570A5D">
        <w:t>.</w:t>
      </w:r>
    </w:p>
  </w:footnote>
  <w:footnote w:id="2">
    <w:p w14:paraId="2F0630DC" w14:textId="39DBE0E5" w:rsidR="00635204" w:rsidRPr="00817409" w:rsidRDefault="00635204" w:rsidP="00635204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 w:rsidRPr="00817409">
        <w:tab/>
      </w:r>
      <w:r w:rsidRPr="00570A5D">
        <w:t>Dodany przez § 1 pkt 1 rozporządzenia Ministra Finansów</w:t>
      </w:r>
      <w:r>
        <w:t xml:space="preserve"> </w:t>
      </w:r>
      <w:r w:rsidRPr="00570A5D">
        <w:t xml:space="preserve">z dnia </w:t>
      </w:r>
      <w:r>
        <w:t>26</w:t>
      </w:r>
      <w:r w:rsidRPr="00570A5D">
        <w:t xml:space="preserve"> </w:t>
      </w:r>
      <w:r>
        <w:t>stycznia</w:t>
      </w:r>
      <w:r w:rsidRPr="00570A5D">
        <w:t xml:space="preserve"> 20</w:t>
      </w:r>
      <w:r>
        <w:t>23</w:t>
      </w:r>
      <w:r w:rsidRPr="00570A5D">
        <w:t xml:space="preserve"> r. </w:t>
      </w:r>
      <w:r w:rsidRPr="000E5BEB">
        <w:t>zmieniającego rozporządzenie w sprawie sprawozdawczości budżetowej (D</w:t>
      </w:r>
      <w:r w:rsidRPr="00570A5D">
        <w:t>z. U. poz. 19</w:t>
      </w:r>
      <w:r>
        <w:t>3</w:t>
      </w:r>
      <w:r w:rsidRPr="00570A5D">
        <w:t>)</w:t>
      </w:r>
      <w:r>
        <w:t>, które weszło w życie z dniem 31 stycznia 2023</w:t>
      </w:r>
      <w:r w:rsidRPr="00570A5D">
        <w:t xml:space="preserve"> r.</w:t>
      </w:r>
    </w:p>
  </w:footnote>
  <w:footnote w:id="3">
    <w:p w14:paraId="37AC24CA" w14:textId="30A3F1CC" w:rsidR="00AF38ED" w:rsidRPr="00817409" w:rsidRDefault="00AF38ED" w:rsidP="00AF38ED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 w:rsidRPr="00817409">
        <w:tab/>
      </w:r>
      <w:r w:rsidRPr="00570A5D">
        <w:t>Dodan</w:t>
      </w:r>
      <w:r w:rsidR="00FA6B45">
        <w:t>a</w:t>
      </w:r>
      <w:r w:rsidRPr="00570A5D">
        <w:t xml:space="preserve"> przez § 1 pkt </w:t>
      </w:r>
      <w:r>
        <w:t>2</w:t>
      </w:r>
      <w:r w:rsidRPr="00570A5D">
        <w:t xml:space="preserve"> </w:t>
      </w:r>
      <w:r>
        <w:t xml:space="preserve">lit. a rozporządzenia, o którym mowa w odnośniku </w:t>
      </w:r>
      <w:r w:rsidR="00720D60">
        <w:fldChar w:fldCharType="begin"/>
      </w:r>
      <w:r w:rsidR="00720D60">
        <w:instrText xml:space="preserve"> NOTEREF _Ref153452974 \h </w:instrText>
      </w:r>
      <w:r w:rsidR="00720D60">
        <w:fldChar w:fldCharType="separate"/>
      </w:r>
      <w:r w:rsidR="00560977">
        <w:t>2</w:t>
      </w:r>
      <w:r w:rsidR="00720D60">
        <w:fldChar w:fldCharType="end"/>
      </w:r>
      <w:r>
        <w:t>.</w:t>
      </w:r>
    </w:p>
  </w:footnote>
  <w:footnote w:id="4">
    <w:p w14:paraId="27D3AAF9" w14:textId="70344559" w:rsidR="00DE0C68" w:rsidRPr="00817409" w:rsidRDefault="00DE0C68" w:rsidP="00DE0C68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 w:rsidRPr="00817409">
        <w:tab/>
      </w:r>
      <w:r w:rsidR="00EA2376">
        <w:t xml:space="preserve">W brzmieniu ustalonym przez </w:t>
      </w:r>
      <w:r w:rsidR="00EA2376" w:rsidRPr="00570A5D">
        <w:t xml:space="preserve">§ 1 pkt </w:t>
      </w:r>
      <w:r>
        <w:t>2</w:t>
      </w:r>
      <w:r w:rsidRPr="00570A5D">
        <w:t xml:space="preserve"> </w:t>
      </w:r>
      <w:r>
        <w:t xml:space="preserve">lit. b tiret pierwsze rozporządzenia, o którym mowa w odnośniku </w:t>
      </w:r>
      <w:r w:rsidR="00720D60">
        <w:fldChar w:fldCharType="begin"/>
      </w:r>
      <w:r w:rsidR="00720D60">
        <w:instrText xml:space="preserve"> NOTEREF _Ref153452974 \h </w:instrText>
      </w:r>
      <w:r w:rsidR="00720D60">
        <w:fldChar w:fldCharType="separate"/>
      </w:r>
      <w:r w:rsidR="00560977">
        <w:t>2</w:t>
      </w:r>
      <w:r w:rsidR="00720D60">
        <w:fldChar w:fldCharType="end"/>
      </w:r>
      <w:r>
        <w:t>.</w:t>
      </w:r>
    </w:p>
  </w:footnote>
  <w:footnote w:id="5">
    <w:p w14:paraId="7AC14DE2" w14:textId="079442F8" w:rsidR="002E3F82" w:rsidRPr="00817409" w:rsidRDefault="002E3F82" w:rsidP="002E3F82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 w:rsidRPr="00817409">
        <w:tab/>
      </w:r>
      <w:r w:rsidRPr="00570A5D">
        <w:t>Dodan</w:t>
      </w:r>
      <w:r w:rsidR="00DB4136">
        <w:t>a</w:t>
      </w:r>
      <w:r w:rsidRPr="00570A5D">
        <w:t xml:space="preserve"> przez § 1 pkt </w:t>
      </w:r>
      <w:r>
        <w:t>2</w:t>
      </w:r>
      <w:r w:rsidRPr="00570A5D">
        <w:t xml:space="preserve"> </w:t>
      </w:r>
      <w:r>
        <w:t xml:space="preserve">lit. b tiret </w:t>
      </w:r>
      <w:r w:rsidR="00940D01">
        <w:t>drugie</w:t>
      </w:r>
      <w:r>
        <w:t xml:space="preserve"> rozporządzenia, o którym mowa w odnośniku </w:t>
      </w:r>
      <w:r w:rsidR="00720D60">
        <w:fldChar w:fldCharType="begin"/>
      </w:r>
      <w:r w:rsidR="00720D60">
        <w:instrText xml:space="preserve"> NOTEREF _Ref153452974 \h </w:instrText>
      </w:r>
      <w:r w:rsidR="00720D60">
        <w:fldChar w:fldCharType="separate"/>
      </w:r>
      <w:r w:rsidR="00560977">
        <w:t>2</w:t>
      </w:r>
      <w:r w:rsidR="00720D60">
        <w:fldChar w:fldCharType="end"/>
      </w:r>
      <w:r>
        <w:t>.</w:t>
      </w:r>
    </w:p>
  </w:footnote>
  <w:footnote w:id="6">
    <w:p w14:paraId="4D2C2BF4" w14:textId="0880759A" w:rsidR="00AC5041" w:rsidRPr="00817409" w:rsidRDefault="00AC5041" w:rsidP="00AC5041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 w:rsidRPr="00817409">
        <w:tab/>
      </w:r>
      <w:r>
        <w:t xml:space="preserve">Przez </w:t>
      </w:r>
      <w:r w:rsidRPr="00570A5D">
        <w:t xml:space="preserve">§ 1 pkt </w:t>
      </w:r>
      <w:r>
        <w:t xml:space="preserve">3 rozporządzenia, o którym mowa w odnośniku </w:t>
      </w:r>
      <w:r w:rsidR="006B6209">
        <w:fldChar w:fldCharType="begin"/>
      </w:r>
      <w:r w:rsidR="006B6209">
        <w:instrText xml:space="preserve"> NOTEREF _Ref153452974 \h </w:instrText>
      </w:r>
      <w:r w:rsidR="006B6209">
        <w:fldChar w:fldCharType="separate"/>
      </w:r>
      <w:r w:rsidR="00560977">
        <w:t>2</w:t>
      </w:r>
      <w:r w:rsidR="006B6209">
        <w:fldChar w:fldCharType="end"/>
      </w:r>
      <w:r>
        <w:t>.</w:t>
      </w:r>
    </w:p>
  </w:footnote>
  <w:footnote w:id="7">
    <w:p w14:paraId="1D866FEE" w14:textId="0619C0F0" w:rsidR="00D51FB7" w:rsidRPr="00A15C08" w:rsidRDefault="00D51FB7" w:rsidP="00D51FB7">
      <w:pPr>
        <w:pStyle w:val="ODNONIKSPECtreodnonikadoodnonika"/>
      </w:pPr>
      <w:r>
        <w:rPr>
          <w:rStyle w:val="Odwoanieprzypisudolnego"/>
        </w:rPr>
        <w:footnoteRef/>
      </w:r>
      <w:r w:rsidRPr="009D212C">
        <w:rPr>
          <w:rStyle w:val="IGindeksgrny"/>
        </w:rPr>
        <w:t>)</w:t>
      </w:r>
      <w:r w:rsidR="00DB4136">
        <w:tab/>
      </w:r>
      <w:r w:rsidRPr="00945936">
        <w:t>Zmiany tekstu jednolitego wymienionej ustawy z</w:t>
      </w:r>
      <w:r>
        <w:t xml:space="preserve">ostały ogłoszone w </w:t>
      </w:r>
      <w:r w:rsidRPr="00A15C08">
        <w:t>Dz. U. z 202</w:t>
      </w:r>
      <w:r w:rsidR="000C50EB" w:rsidRPr="00A15C08">
        <w:t>3</w:t>
      </w:r>
      <w:r w:rsidRPr="00A15C08">
        <w:t xml:space="preserve"> r. poz. </w:t>
      </w:r>
      <w:r w:rsidR="000C50EB" w:rsidRPr="00A15C08">
        <w:t>556, 588, 641, 658, 760, 996, 1059, 1193, 1195</w:t>
      </w:r>
      <w:r w:rsidR="00B10063" w:rsidRPr="00A15C08">
        <w:t>,</w:t>
      </w:r>
      <w:r w:rsidR="000C50EB" w:rsidRPr="00A15C08">
        <w:t xml:space="preserve"> 1234</w:t>
      </w:r>
      <w:r w:rsidR="00891E40" w:rsidRPr="00A15C08">
        <w:t>,</w:t>
      </w:r>
      <w:r w:rsidR="00B10063" w:rsidRPr="00A15C08">
        <w:t xml:space="preserve"> 1598</w:t>
      </w:r>
      <w:r w:rsidR="004E0E43" w:rsidRPr="00A15C08">
        <w:t>,</w:t>
      </w:r>
      <w:r w:rsidR="00891E40" w:rsidRPr="00A15C08">
        <w:t xml:space="preserve"> 1723</w:t>
      </w:r>
      <w:r w:rsidR="004E0E43" w:rsidRPr="00A15C08">
        <w:t xml:space="preserve"> i 1860</w:t>
      </w:r>
      <w:r w:rsidR="000C50EB" w:rsidRPr="00A15C08">
        <w:t>.</w:t>
      </w:r>
    </w:p>
  </w:footnote>
  <w:footnote w:id="8">
    <w:p w14:paraId="4311A690" w14:textId="17FF6516" w:rsidR="00AC5041" w:rsidRPr="00817409" w:rsidRDefault="00AC5041" w:rsidP="00AC5041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 w:rsidRPr="00817409">
        <w:tab/>
      </w:r>
      <w:r w:rsidR="00392481" w:rsidRPr="00570A5D">
        <w:t xml:space="preserve">Dodany przez § 1 pkt </w:t>
      </w:r>
      <w:r w:rsidR="00392481">
        <w:t xml:space="preserve">4 rozporządzenia, o którym mowa w odnośniku </w:t>
      </w:r>
      <w:r w:rsidR="00B5382E">
        <w:fldChar w:fldCharType="begin"/>
      </w:r>
      <w:r w:rsidR="00B5382E">
        <w:instrText xml:space="preserve"> NOTEREF _Ref153452974 \h </w:instrText>
      </w:r>
      <w:r w:rsidR="00B5382E">
        <w:fldChar w:fldCharType="separate"/>
      </w:r>
      <w:r w:rsidR="00560977">
        <w:t>2</w:t>
      </w:r>
      <w:r w:rsidR="00B5382E">
        <w:fldChar w:fldCharType="end"/>
      </w:r>
      <w:r w:rsidR="00392481">
        <w:t>.</w:t>
      </w:r>
    </w:p>
  </w:footnote>
  <w:footnote w:id="9">
    <w:p w14:paraId="1CEB1598" w14:textId="1135CDE1" w:rsidR="009E2AC5" w:rsidRPr="00817409" w:rsidRDefault="009E2AC5" w:rsidP="009E2AC5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 w:rsidRPr="00817409">
        <w:tab/>
      </w:r>
      <w:r>
        <w:t xml:space="preserve">W brzmieniu ustalonym przez </w:t>
      </w:r>
      <w:r w:rsidRPr="00570A5D">
        <w:t xml:space="preserve">§ 1 pkt </w:t>
      </w:r>
      <w:r>
        <w:t xml:space="preserve">5 rozporządzenia, o którym mowa w odnośniku </w:t>
      </w:r>
      <w:r w:rsidR="00B5382E">
        <w:fldChar w:fldCharType="begin"/>
      </w:r>
      <w:r w:rsidR="00B5382E">
        <w:instrText xml:space="preserve"> NOTEREF _Ref153452974 \h </w:instrText>
      </w:r>
      <w:r w:rsidR="00B5382E">
        <w:fldChar w:fldCharType="separate"/>
      </w:r>
      <w:r w:rsidR="00560977">
        <w:t>2</w:t>
      </w:r>
      <w:r w:rsidR="00B5382E">
        <w:fldChar w:fldCharType="end"/>
      </w:r>
      <w:r>
        <w:t>.</w:t>
      </w:r>
    </w:p>
  </w:footnote>
  <w:footnote w:id="10">
    <w:p w14:paraId="47B916ED" w14:textId="0E98B614" w:rsidR="0044082F" w:rsidRPr="00817409" w:rsidRDefault="0044082F" w:rsidP="0044082F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 w:rsidRPr="00817409">
        <w:tab/>
      </w:r>
      <w:r>
        <w:t xml:space="preserve">W brzmieniu ustalonym przez </w:t>
      </w:r>
      <w:r w:rsidRPr="00570A5D">
        <w:t xml:space="preserve">§ 1 pkt </w:t>
      </w:r>
      <w:r w:rsidR="00724721">
        <w:t>6</w:t>
      </w:r>
      <w:r>
        <w:t xml:space="preserve"> </w:t>
      </w:r>
      <w:r w:rsidR="00724721">
        <w:t xml:space="preserve">lit. a </w:t>
      </w:r>
      <w:r>
        <w:t xml:space="preserve">rozporządzenia, o którym mowa w odnośniku </w:t>
      </w:r>
      <w:r w:rsidR="0028433C">
        <w:fldChar w:fldCharType="begin"/>
      </w:r>
      <w:r w:rsidR="0028433C">
        <w:instrText xml:space="preserve"> NOTEREF _Ref153452974 \h </w:instrText>
      </w:r>
      <w:r w:rsidR="0028433C">
        <w:fldChar w:fldCharType="separate"/>
      </w:r>
      <w:r w:rsidR="00560977">
        <w:t>2</w:t>
      </w:r>
      <w:r w:rsidR="0028433C">
        <w:fldChar w:fldCharType="end"/>
      </w:r>
      <w:r>
        <w:t>.</w:t>
      </w:r>
    </w:p>
  </w:footnote>
  <w:footnote w:id="11">
    <w:p w14:paraId="56AFB544" w14:textId="40E18DF7" w:rsidR="00C01F63" w:rsidRPr="00817409" w:rsidRDefault="00C01F63" w:rsidP="00C01F63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 w:rsidRPr="00817409">
        <w:tab/>
      </w:r>
      <w:r w:rsidR="00A90DAC" w:rsidRPr="00570A5D">
        <w:t xml:space="preserve">Dodany przez </w:t>
      </w:r>
      <w:r w:rsidRPr="00570A5D">
        <w:t xml:space="preserve">§ 1 pkt </w:t>
      </w:r>
      <w:r>
        <w:t xml:space="preserve">6 lit. </w:t>
      </w:r>
      <w:r w:rsidR="00A90DAC">
        <w:t>b</w:t>
      </w:r>
      <w:r>
        <w:t xml:space="preserve"> rozporządzenia, o którym mowa w odnośniku </w:t>
      </w:r>
      <w:r w:rsidR="0028433C">
        <w:fldChar w:fldCharType="begin"/>
      </w:r>
      <w:r w:rsidR="0028433C">
        <w:instrText xml:space="preserve"> NOTEREF _Ref153452974 \h </w:instrText>
      </w:r>
      <w:r w:rsidR="0028433C">
        <w:fldChar w:fldCharType="separate"/>
      </w:r>
      <w:r w:rsidR="00560977">
        <w:t>2</w:t>
      </w:r>
      <w:r w:rsidR="0028433C">
        <w:fldChar w:fldCharType="end"/>
      </w:r>
      <w:r>
        <w:t>.</w:t>
      </w:r>
    </w:p>
  </w:footnote>
  <w:footnote w:id="12">
    <w:p w14:paraId="0085A241" w14:textId="0C36111A" w:rsidR="000D4150" w:rsidRPr="00817409" w:rsidRDefault="000D4150" w:rsidP="000D4150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 w:rsidRPr="00817409">
        <w:tab/>
      </w:r>
      <w:r>
        <w:t>W brzmieniu ustalonym przez</w:t>
      </w:r>
      <w:r w:rsidRPr="00570A5D">
        <w:t xml:space="preserve"> § 1 pkt </w:t>
      </w:r>
      <w:r>
        <w:t xml:space="preserve">6 lit. c rozporządzenia, o którym mowa w odnośniku </w:t>
      </w:r>
      <w:r w:rsidR="00C035E8">
        <w:fldChar w:fldCharType="begin"/>
      </w:r>
      <w:r w:rsidR="00C035E8">
        <w:instrText xml:space="preserve"> NOTEREF _Ref153452974 \h </w:instrText>
      </w:r>
      <w:r w:rsidR="00C035E8">
        <w:fldChar w:fldCharType="separate"/>
      </w:r>
      <w:r w:rsidR="00560977">
        <w:t>2</w:t>
      </w:r>
      <w:r w:rsidR="00C035E8">
        <w:fldChar w:fldCharType="end"/>
      </w:r>
      <w:r>
        <w:t>.</w:t>
      </w:r>
    </w:p>
  </w:footnote>
  <w:footnote w:id="13">
    <w:p w14:paraId="033B44CE" w14:textId="1890CBD9" w:rsidR="00DB5560" w:rsidRPr="00817409" w:rsidRDefault="00DB5560" w:rsidP="00DB5560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 w:rsidRPr="00817409">
        <w:tab/>
      </w:r>
      <w:r w:rsidR="008C78C2" w:rsidRPr="00570A5D">
        <w:t>Dodany przez</w:t>
      </w:r>
      <w:r w:rsidR="008C78C2">
        <w:t xml:space="preserve"> </w:t>
      </w:r>
      <w:r w:rsidRPr="00570A5D">
        <w:t xml:space="preserve">§ 1 pkt </w:t>
      </w:r>
      <w:r>
        <w:t xml:space="preserve">6 lit. </w:t>
      </w:r>
      <w:r w:rsidR="008C78C2">
        <w:t>d</w:t>
      </w:r>
      <w:r>
        <w:t xml:space="preserve"> rozporządzenia, o którym mowa w odnośniku </w:t>
      </w:r>
      <w:r w:rsidR="00C035E8">
        <w:fldChar w:fldCharType="begin"/>
      </w:r>
      <w:r w:rsidR="00C035E8">
        <w:instrText xml:space="preserve"> NOTEREF _Ref153452974 \h </w:instrText>
      </w:r>
      <w:r w:rsidR="00C035E8">
        <w:fldChar w:fldCharType="separate"/>
      </w:r>
      <w:r w:rsidR="00560977">
        <w:t>2</w:t>
      </w:r>
      <w:r w:rsidR="00C035E8">
        <w:fldChar w:fldCharType="end"/>
      </w:r>
      <w:r>
        <w:t>.</w:t>
      </w:r>
    </w:p>
  </w:footnote>
  <w:footnote w:id="14">
    <w:p w14:paraId="1F8EDA31" w14:textId="54DD4973" w:rsidR="007C0B6E" w:rsidRPr="00817409" w:rsidRDefault="007C0B6E" w:rsidP="007C0B6E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 w:rsidRPr="00817409">
        <w:tab/>
      </w:r>
      <w:r>
        <w:t>W brzmieniu ustalonym p</w:t>
      </w:r>
      <w:r w:rsidRPr="00570A5D">
        <w:t>rzez</w:t>
      </w:r>
      <w:r>
        <w:t xml:space="preserve"> </w:t>
      </w:r>
      <w:r w:rsidRPr="00570A5D">
        <w:t xml:space="preserve">§ 1 pkt </w:t>
      </w:r>
      <w:r>
        <w:t xml:space="preserve">7 lit. a rozporządzenia, o którym mowa w odnośniku </w:t>
      </w:r>
      <w:r w:rsidR="00A01811">
        <w:fldChar w:fldCharType="begin"/>
      </w:r>
      <w:r w:rsidR="00A01811">
        <w:instrText xml:space="preserve"> NOTEREF _Ref153452974 \h </w:instrText>
      </w:r>
      <w:r w:rsidR="00A01811">
        <w:fldChar w:fldCharType="separate"/>
      </w:r>
      <w:r w:rsidR="00560977">
        <w:t>2</w:t>
      </w:r>
      <w:r w:rsidR="00A01811">
        <w:fldChar w:fldCharType="end"/>
      </w:r>
      <w:r>
        <w:t>.</w:t>
      </w:r>
    </w:p>
  </w:footnote>
  <w:footnote w:id="15">
    <w:p w14:paraId="56D370BC" w14:textId="640A0E9C" w:rsidR="00A06E1D" w:rsidRPr="00817409" w:rsidRDefault="00A06E1D" w:rsidP="00A06E1D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 w:rsidRPr="00817409">
        <w:tab/>
      </w:r>
      <w:r w:rsidR="006679F2" w:rsidRPr="00570A5D">
        <w:t>Dodany przez</w:t>
      </w:r>
      <w:r w:rsidR="006679F2">
        <w:t xml:space="preserve"> </w:t>
      </w:r>
      <w:r w:rsidRPr="00570A5D">
        <w:t xml:space="preserve">§ 1 pkt </w:t>
      </w:r>
      <w:r>
        <w:t xml:space="preserve">7 lit. </w:t>
      </w:r>
      <w:r w:rsidR="006679F2">
        <w:t>b</w:t>
      </w:r>
      <w:r>
        <w:t xml:space="preserve"> rozporządzenia, o którym mowa w odnośniku </w:t>
      </w:r>
      <w:r w:rsidR="00A01811">
        <w:fldChar w:fldCharType="begin"/>
      </w:r>
      <w:r w:rsidR="00A01811">
        <w:instrText xml:space="preserve"> NOTEREF _Ref153452974 \h </w:instrText>
      </w:r>
      <w:r w:rsidR="00A01811">
        <w:fldChar w:fldCharType="separate"/>
      </w:r>
      <w:r w:rsidR="00560977">
        <w:t>2</w:t>
      </w:r>
      <w:r w:rsidR="00A01811">
        <w:fldChar w:fldCharType="end"/>
      </w:r>
      <w:r>
        <w:t>.</w:t>
      </w:r>
    </w:p>
  </w:footnote>
  <w:footnote w:id="16">
    <w:p w14:paraId="2A0E8B90" w14:textId="4792A48A" w:rsidR="00564960" w:rsidRPr="00817409" w:rsidRDefault="00564960" w:rsidP="00564960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 w:rsidRPr="00817409">
        <w:tab/>
      </w:r>
      <w:r>
        <w:t>W brzmieniu ustalonym p</w:t>
      </w:r>
      <w:r w:rsidRPr="00570A5D">
        <w:t>rzez</w:t>
      </w:r>
      <w:r>
        <w:t xml:space="preserve"> </w:t>
      </w:r>
      <w:r w:rsidRPr="00570A5D">
        <w:t xml:space="preserve">§ 1 pkt </w:t>
      </w:r>
      <w:r>
        <w:t xml:space="preserve">7 lit. </w:t>
      </w:r>
      <w:r w:rsidR="00385F11">
        <w:t>c</w:t>
      </w:r>
      <w:r>
        <w:t xml:space="preserve"> rozporządzenia, o którym mowa w odnośniku </w:t>
      </w:r>
      <w:r w:rsidR="00A01811">
        <w:fldChar w:fldCharType="begin"/>
      </w:r>
      <w:r w:rsidR="00A01811">
        <w:instrText xml:space="preserve"> NOTEREF _Ref153452974 \h </w:instrText>
      </w:r>
      <w:r w:rsidR="00A01811">
        <w:fldChar w:fldCharType="separate"/>
      </w:r>
      <w:r w:rsidR="00560977">
        <w:t>2</w:t>
      </w:r>
      <w:r w:rsidR="00A01811">
        <w:fldChar w:fldCharType="end"/>
      </w:r>
      <w:r>
        <w:t>.</w:t>
      </w:r>
    </w:p>
  </w:footnote>
  <w:footnote w:id="17">
    <w:p w14:paraId="2908FAB7" w14:textId="40FFF85F" w:rsidR="009C52D3" w:rsidRPr="00817409" w:rsidRDefault="009C52D3" w:rsidP="009C52D3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 w:rsidRPr="00817409">
        <w:tab/>
      </w:r>
      <w:r>
        <w:t>W brzmieniu ustalonym p</w:t>
      </w:r>
      <w:r w:rsidRPr="00570A5D">
        <w:t>rzez</w:t>
      </w:r>
      <w:r>
        <w:t xml:space="preserve"> </w:t>
      </w:r>
      <w:r w:rsidRPr="00570A5D">
        <w:t xml:space="preserve">§ 1 pkt </w:t>
      </w:r>
      <w:r>
        <w:t xml:space="preserve">7 lit. d rozporządzenia, o którym mowa w odnośniku </w:t>
      </w:r>
      <w:r w:rsidR="00A01811">
        <w:fldChar w:fldCharType="begin"/>
      </w:r>
      <w:r w:rsidR="00A01811">
        <w:instrText xml:space="preserve"> NOTEREF _Ref153452974 \h </w:instrText>
      </w:r>
      <w:r w:rsidR="00A01811">
        <w:fldChar w:fldCharType="separate"/>
      </w:r>
      <w:r w:rsidR="00560977">
        <w:t>2</w:t>
      </w:r>
      <w:r w:rsidR="00A01811">
        <w:fldChar w:fldCharType="end"/>
      </w:r>
      <w:r>
        <w:t>.</w:t>
      </w:r>
    </w:p>
  </w:footnote>
  <w:footnote w:id="18">
    <w:p w14:paraId="6E029301" w14:textId="11B709E0" w:rsidR="00077B2A" w:rsidRPr="005B607A" w:rsidRDefault="00077B2A" w:rsidP="00077B2A">
      <w:pPr>
        <w:pStyle w:val="ODNONIKtreodnonika"/>
        <w:rPr>
          <w:highlight w:val="red"/>
        </w:rPr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 w:rsidRPr="00817409">
        <w:tab/>
      </w:r>
      <w:r w:rsidR="005B607A">
        <w:t>Zamieszczony w obwieszczeniu.</w:t>
      </w:r>
    </w:p>
  </w:footnote>
  <w:footnote w:id="19">
    <w:p w14:paraId="55B63C05" w14:textId="77777777" w:rsidR="001720C6" w:rsidRPr="00817409" w:rsidRDefault="001720C6" w:rsidP="001720C6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 w:rsidRPr="00817409">
        <w:tab/>
      </w:r>
      <w:r>
        <w:t>Rozporządzenie zostało ogłoszone w dniu 21 stycznia 2022 r.</w:t>
      </w:r>
    </w:p>
  </w:footnote>
  <w:footnote w:id="20">
    <w:p w14:paraId="78AC8F9B" w14:textId="094D5F24" w:rsidR="005E7671" w:rsidRPr="00817409" w:rsidRDefault="005E7671" w:rsidP="001720C6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 w:rsidRPr="00817409">
        <w:tab/>
      </w:r>
      <w:r w:rsidR="001720C6">
        <w:t xml:space="preserve">Niniejsze rozporządzenie było poprzedzone rozporządzeniem Ministra Rozwoju i Finansów z dnia 9 stycznia 2018 r. w sprawie sprawozdawczości budżetowej (Dz. U. z 2020 r. poz. 1564 oraz z 2021 r. poz. 964), które </w:t>
      </w:r>
      <w:r w:rsidR="001B1A4F">
        <w:t>u</w:t>
      </w:r>
      <w:r w:rsidR="001720C6">
        <w:t>traci</w:t>
      </w:r>
      <w:r w:rsidR="001B1A4F">
        <w:t>ło</w:t>
      </w:r>
      <w:r w:rsidR="001720C6">
        <w:t xml:space="preserve"> moc z dniem wejścia w życie niniejszego rozporządzenia zgodnie z art. 30 ustawy z dnia 11 sierpnia 2021 r. o zmianie ustawy o finansach publicznych oraz niektórych innych ustaw (Dz. U. poz. 1535 i 1901).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96057" w14:textId="77777777" w:rsidR="00E32DAD" w:rsidRDefault="00E32D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AEE3C" w14:textId="77777777" w:rsidR="00423954" w:rsidRPr="00B371CC" w:rsidRDefault="00423954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1B5B06"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CCC8D" w14:textId="77777777" w:rsidR="00E32DAD" w:rsidRDefault="00E32DAD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CAF17" w14:textId="77777777" w:rsidR="00CC3E3D" w:rsidRPr="00B371CC" w:rsidRDefault="00CC3E3D" w:rsidP="00B371CC">
    <w:pPr>
      <w:pStyle w:val="Nagwek"/>
      <w:jc w:val="center"/>
    </w:pPr>
    <w:r>
      <w:t xml:space="preserve">– </w:t>
    </w:r>
    <w:r w:rsidR="00D77351">
      <w:fldChar w:fldCharType="begin"/>
    </w:r>
    <w:r>
      <w:instrText xml:space="preserve"> PAGE  \* MERGEFORMAT </w:instrText>
    </w:r>
    <w:r w:rsidR="00D77351">
      <w:fldChar w:fldCharType="separate"/>
    </w:r>
    <w:r w:rsidR="001B5B06">
      <w:rPr>
        <w:noProof/>
      </w:rPr>
      <w:t>18</w:t>
    </w:r>
    <w:r w:rsidR="00D77351"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242B9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72883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58C01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58A60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12CC6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8E29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8B0DF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E1C98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2A27C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0C859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954"/>
    <w:rsid w:val="000005F3"/>
    <w:rsid w:val="000012DA"/>
    <w:rsid w:val="0000246E"/>
    <w:rsid w:val="00003862"/>
    <w:rsid w:val="00005C3F"/>
    <w:rsid w:val="000060CE"/>
    <w:rsid w:val="00012A35"/>
    <w:rsid w:val="00016099"/>
    <w:rsid w:val="00017107"/>
    <w:rsid w:val="00017DC2"/>
    <w:rsid w:val="00021522"/>
    <w:rsid w:val="00022C8F"/>
    <w:rsid w:val="00023471"/>
    <w:rsid w:val="00023F13"/>
    <w:rsid w:val="00030634"/>
    <w:rsid w:val="00031A8B"/>
    <w:rsid w:val="00031AD5"/>
    <w:rsid w:val="00031BCA"/>
    <w:rsid w:val="000330FA"/>
    <w:rsid w:val="000333AD"/>
    <w:rsid w:val="0003362F"/>
    <w:rsid w:val="00034531"/>
    <w:rsid w:val="00036AFD"/>
    <w:rsid w:val="00036B63"/>
    <w:rsid w:val="00037E1A"/>
    <w:rsid w:val="00043495"/>
    <w:rsid w:val="00046A75"/>
    <w:rsid w:val="00046FB1"/>
    <w:rsid w:val="00047312"/>
    <w:rsid w:val="000508BD"/>
    <w:rsid w:val="000517AB"/>
    <w:rsid w:val="0005339C"/>
    <w:rsid w:val="0005571B"/>
    <w:rsid w:val="00056973"/>
    <w:rsid w:val="00057AB3"/>
    <w:rsid w:val="00057FD3"/>
    <w:rsid w:val="00060076"/>
    <w:rsid w:val="00060432"/>
    <w:rsid w:val="00060D87"/>
    <w:rsid w:val="000615A5"/>
    <w:rsid w:val="0006255C"/>
    <w:rsid w:val="00064E4C"/>
    <w:rsid w:val="00066901"/>
    <w:rsid w:val="00071BEE"/>
    <w:rsid w:val="000726F7"/>
    <w:rsid w:val="000736CD"/>
    <w:rsid w:val="0007533B"/>
    <w:rsid w:val="0007545D"/>
    <w:rsid w:val="000760BF"/>
    <w:rsid w:val="0007613E"/>
    <w:rsid w:val="00076BFC"/>
    <w:rsid w:val="00077B2A"/>
    <w:rsid w:val="000814A7"/>
    <w:rsid w:val="0008557B"/>
    <w:rsid w:val="00085CE7"/>
    <w:rsid w:val="000906EE"/>
    <w:rsid w:val="00091BA2"/>
    <w:rsid w:val="000936EC"/>
    <w:rsid w:val="000944EF"/>
    <w:rsid w:val="0009732D"/>
    <w:rsid w:val="000973F0"/>
    <w:rsid w:val="000A1296"/>
    <w:rsid w:val="000A1C27"/>
    <w:rsid w:val="000A1DAD"/>
    <w:rsid w:val="000A2649"/>
    <w:rsid w:val="000A323B"/>
    <w:rsid w:val="000A5EA5"/>
    <w:rsid w:val="000A71D8"/>
    <w:rsid w:val="000A79A4"/>
    <w:rsid w:val="000B22FD"/>
    <w:rsid w:val="000B26E8"/>
    <w:rsid w:val="000B27A9"/>
    <w:rsid w:val="000B298D"/>
    <w:rsid w:val="000B5B2D"/>
    <w:rsid w:val="000B5C84"/>
    <w:rsid w:val="000B5DCE"/>
    <w:rsid w:val="000B7E54"/>
    <w:rsid w:val="000C05BA"/>
    <w:rsid w:val="000C0E8F"/>
    <w:rsid w:val="000C4BC4"/>
    <w:rsid w:val="000C50EB"/>
    <w:rsid w:val="000D0110"/>
    <w:rsid w:val="000D125E"/>
    <w:rsid w:val="000D13BD"/>
    <w:rsid w:val="000D2468"/>
    <w:rsid w:val="000D318A"/>
    <w:rsid w:val="000D4150"/>
    <w:rsid w:val="000D6173"/>
    <w:rsid w:val="000D6F83"/>
    <w:rsid w:val="000E25CC"/>
    <w:rsid w:val="000E3694"/>
    <w:rsid w:val="000E490F"/>
    <w:rsid w:val="000E4A3E"/>
    <w:rsid w:val="000E5BEB"/>
    <w:rsid w:val="000E6241"/>
    <w:rsid w:val="000F0105"/>
    <w:rsid w:val="000F2BE3"/>
    <w:rsid w:val="000F3D0D"/>
    <w:rsid w:val="000F6ED4"/>
    <w:rsid w:val="000F7A6E"/>
    <w:rsid w:val="001042BA"/>
    <w:rsid w:val="00104DA5"/>
    <w:rsid w:val="00105C71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29AC"/>
    <w:rsid w:val="00132E68"/>
    <w:rsid w:val="00134CA0"/>
    <w:rsid w:val="0014026F"/>
    <w:rsid w:val="001415C9"/>
    <w:rsid w:val="00142699"/>
    <w:rsid w:val="00146F2C"/>
    <w:rsid w:val="00147A47"/>
    <w:rsid w:val="00147AA1"/>
    <w:rsid w:val="00151689"/>
    <w:rsid w:val="001520CF"/>
    <w:rsid w:val="0015563F"/>
    <w:rsid w:val="0015667C"/>
    <w:rsid w:val="00157110"/>
    <w:rsid w:val="0015742A"/>
    <w:rsid w:val="00157DA1"/>
    <w:rsid w:val="001608BA"/>
    <w:rsid w:val="00161D4F"/>
    <w:rsid w:val="00163147"/>
    <w:rsid w:val="00164C57"/>
    <w:rsid w:val="00164C9D"/>
    <w:rsid w:val="001720C6"/>
    <w:rsid w:val="00172883"/>
    <w:rsid w:val="00172F7A"/>
    <w:rsid w:val="00173150"/>
    <w:rsid w:val="00173390"/>
    <w:rsid w:val="001736F0"/>
    <w:rsid w:val="00173BB3"/>
    <w:rsid w:val="001740D0"/>
    <w:rsid w:val="00174F2C"/>
    <w:rsid w:val="00177BF5"/>
    <w:rsid w:val="00180F2A"/>
    <w:rsid w:val="00184636"/>
    <w:rsid w:val="00184B91"/>
    <w:rsid w:val="00184D4A"/>
    <w:rsid w:val="00185539"/>
    <w:rsid w:val="00186EC1"/>
    <w:rsid w:val="00190263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1A4F"/>
    <w:rsid w:val="001B342E"/>
    <w:rsid w:val="001B5B06"/>
    <w:rsid w:val="001B602A"/>
    <w:rsid w:val="001C1832"/>
    <w:rsid w:val="001C188C"/>
    <w:rsid w:val="001C1C3B"/>
    <w:rsid w:val="001C51B8"/>
    <w:rsid w:val="001D1783"/>
    <w:rsid w:val="001D2641"/>
    <w:rsid w:val="001D53CD"/>
    <w:rsid w:val="001D55A3"/>
    <w:rsid w:val="001D5AF5"/>
    <w:rsid w:val="001E4E0C"/>
    <w:rsid w:val="001E526D"/>
    <w:rsid w:val="001E5655"/>
    <w:rsid w:val="001F1832"/>
    <w:rsid w:val="001F1994"/>
    <w:rsid w:val="001F220F"/>
    <w:rsid w:val="001F25B3"/>
    <w:rsid w:val="001F3F93"/>
    <w:rsid w:val="001F6616"/>
    <w:rsid w:val="00200562"/>
    <w:rsid w:val="002029DF"/>
    <w:rsid w:val="00202BD4"/>
    <w:rsid w:val="00204A97"/>
    <w:rsid w:val="002114EF"/>
    <w:rsid w:val="00213ACB"/>
    <w:rsid w:val="002166AD"/>
    <w:rsid w:val="00217871"/>
    <w:rsid w:val="00221441"/>
    <w:rsid w:val="00221ED8"/>
    <w:rsid w:val="00223FDF"/>
    <w:rsid w:val="002279C0"/>
    <w:rsid w:val="00232A75"/>
    <w:rsid w:val="00235787"/>
    <w:rsid w:val="00235D88"/>
    <w:rsid w:val="00235DA8"/>
    <w:rsid w:val="00242081"/>
    <w:rsid w:val="00243777"/>
    <w:rsid w:val="002441CD"/>
    <w:rsid w:val="00247912"/>
    <w:rsid w:val="002501A3"/>
    <w:rsid w:val="0025166C"/>
    <w:rsid w:val="00254E68"/>
    <w:rsid w:val="002555D4"/>
    <w:rsid w:val="00257F59"/>
    <w:rsid w:val="00261A16"/>
    <w:rsid w:val="00263522"/>
    <w:rsid w:val="00264EC6"/>
    <w:rsid w:val="002670EB"/>
    <w:rsid w:val="00271013"/>
    <w:rsid w:val="0027381B"/>
    <w:rsid w:val="00273D7E"/>
    <w:rsid w:val="00273FE4"/>
    <w:rsid w:val="0027555C"/>
    <w:rsid w:val="00275D45"/>
    <w:rsid w:val="002765B4"/>
    <w:rsid w:val="00276A94"/>
    <w:rsid w:val="00277C33"/>
    <w:rsid w:val="002815FA"/>
    <w:rsid w:val="002821FB"/>
    <w:rsid w:val="0028433C"/>
    <w:rsid w:val="00284EEA"/>
    <w:rsid w:val="0028566D"/>
    <w:rsid w:val="002918BA"/>
    <w:rsid w:val="00291BF8"/>
    <w:rsid w:val="0029405D"/>
    <w:rsid w:val="00294FA6"/>
    <w:rsid w:val="00295A6F"/>
    <w:rsid w:val="002A1B2C"/>
    <w:rsid w:val="002A1E4D"/>
    <w:rsid w:val="002A20C4"/>
    <w:rsid w:val="002A5361"/>
    <w:rsid w:val="002A570F"/>
    <w:rsid w:val="002A7292"/>
    <w:rsid w:val="002A7358"/>
    <w:rsid w:val="002A7902"/>
    <w:rsid w:val="002B0F6B"/>
    <w:rsid w:val="002B23B8"/>
    <w:rsid w:val="002B4429"/>
    <w:rsid w:val="002B4F5B"/>
    <w:rsid w:val="002B617F"/>
    <w:rsid w:val="002B68A6"/>
    <w:rsid w:val="002B7FAF"/>
    <w:rsid w:val="002C2D2E"/>
    <w:rsid w:val="002C43EA"/>
    <w:rsid w:val="002D0C4F"/>
    <w:rsid w:val="002D1364"/>
    <w:rsid w:val="002D347E"/>
    <w:rsid w:val="002D4D30"/>
    <w:rsid w:val="002D5000"/>
    <w:rsid w:val="002D598D"/>
    <w:rsid w:val="002D7188"/>
    <w:rsid w:val="002D7F09"/>
    <w:rsid w:val="002E007D"/>
    <w:rsid w:val="002E1DE3"/>
    <w:rsid w:val="002E2AB6"/>
    <w:rsid w:val="002E3F34"/>
    <w:rsid w:val="002E3F82"/>
    <w:rsid w:val="002E5267"/>
    <w:rsid w:val="002E5F79"/>
    <w:rsid w:val="002E64FA"/>
    <w:rsid w:val="002F0A00"/>
    <w:rsid w:val="002F0CFA"/>
    <w:rsid w:val="002F669F"/>
    <w:rsid w:val="00301C97"/>
    <w:rsid w:val="003072DF"/>
    <w:rsid w:val="0031004C"/>
    <w:rsid w:val="003105F6"/>
    <w:rsid w:val="00311297"/>
    <w:rsid w:val="003113BE"/>
    <w:rsid w:val="003122CA"/>
    <w:rsid w:val="003148FD"/>
    <w:rsid w:val="0031551A"/>
    <w:rsid w:val="00316F18"/>
    <w:rsid w:val="00321080"/>
    <w:rsid w:val="00322D45"/>
    <w:rsid w:val="0032398E"/>
    <w:rsid w:val="0032569A"/>
    <w:rsid w:val="00325A1F"/>
    <w:rsid w:val="003268F9"/>
    <w:rsid w:val="00330647"/>
    <w:rsid w:val="00330BAF"/>
    <w:rsid w:val="00331789"/>
    <w:rsid w:val="00334E3A"/>
    <w:rsid w:val="003361DD"/>
    <w:rsid w:val="00341A6A"/>
    <w:rsid w:val="00341F38"/>
    <w:rsid w:val="00341F69"/>
    <w:rsid w:val="00345B9C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5F11"/>
    <w:rsid w:val="00386785"/>
    <w:rsid w:val="00390E89"/>
    <w:rsid w:val="00391B1A"/>
    <w:rsid w:val="0039200A"/>
    <w:rsid w:val="00392481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93C"/>
    <w:rsid w:val="003C0AD9"/>
    <w:rsid w:val="003C0ED0"/>
    <w:rsid w:val="003C1D49"/>
    <w:rsid w:val="003C35C4"/>
    <w:rsid w:val="003C4A97"/>
    <w:rsid w:val="003D12C2"/>
    <w:rsid w:val="003D31B9"/>
    <w:rsid w:val="003D3474"/>
    <w:rsid w:val="003D3867"/>
    <w:rsid w:val="003E0D1A"/>
    <w:rsid w:val="003E2723"/>
    <w:rsid w:val="003E2DA3"/>
    <w:rsid w:val="003E3E33"/>
    <w:rsid w:val="003E5A4C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593B"/>
    <w:rsid w:val="004063A5"/>
    <w:rsid w:val="00407332"/>
    <w:rsid w:val="00407828"/>
    <w:rsid w:val="00413D8E"/>
    <w:rsid w:val="004140F2"/>
    <w:rsid w:val="00417B22"/>
    <w:rsid w:val="004205CD"/>
    <w:rsid w:val="00421085"/>
    <w:rsid w:val="00423954"/>
    <w:rsid w:val="0042465E"/>
    <w:rsid w:val="00424DF7"/>
    <w:rsid w:val="00432B76"/>
    <w:rsid w:val="00433EDA"/>
    <w:rsid w:val="00434D01"/>
    <w:rsid w:val="00435D26"/>
    <w:rsid w:val="0044082F"/>
    <w:rsid w:val="00440C99"/>
    <w:rsid w:val="0044175C"/>
    <w:rsid w:val="00441F37"/>
    <w:rsid w:val="00445446"/>
    <w:rsid w:val="00445F4D"/>
    <w:rsid w:val="00450326"/>
    <w:rsid w:val="004504C0"/>
    <w:rsid w:val="00451D0B"/>
    <w:rsid w:val="004550FB"/>
    <w:rsid w:val="0046111A"/>
    <w:rsid w:val="00461D1A"/>
    <w:rsid w:val="00461EB8"/>
    <w:rsid w:val="00462946"/>
    <w:rsid w:val="00463F43"/>
    <w:rsid w:val="00464B94"/>
    <w:rsid w:val="004653A8"/>
    <w:rsid w:val="00465605"/>
    <w:rsid w:val="00465A0B"/>
    <w:rsid w:val="0047077C"/>
    <w:rsid w:val="00470B05"/>
    <w:rsid w:val="0047207C"/>
    <w:rsid w:val="00472A98"/>
    <w:rsid w:val="00472CD6"/>
    <w:rsid w:val="00474E3C"/>
    <w:rsid w:val="00480A58"/>
    <w:rsid w:val="00482151"/>
    <w:rsid w:val="00485FAD"/>
    <w:rsid w:val="00486030"/>
    <w:rsid w:val="00487AED"/>
    <w:rsid w:val="00491EDF"/>
    <w:rsid w:val="00492A3F"/>
    <w:rsid w:val="00494F62"/>
    <w:rsid w:val="00495060"/>
    <w:rsid w:val="004A2001"/>
    <w:rsid w:val="004A3590"/>
    <w:rsid w:val="004A4298"/>
    <w:rsid w:val="004B00A7"/>
    <w:rsid w:val="004B25E2"/>
    <w:rsid w:val="004B34D7"/>
    <w:rsid w:val="004B5037"/>
    <w:rsid w:val="004B5B2F"/>
    <w:rsid w:val="004B626A"/>
    <w:rsid w:val="004B660E"/>
    <w:rsid w:val="004B757A"/>
    <w:rsid w:val="004C05BD"/>
    <w:rsid w:val="004C21FD"/>
    <w:rsid w:val="004C2423"/>
    <w:rsid w:val="004C3B06"/>
    <w:rsid w:val="004C3F97"/>
    <w:rsid w:val="004C4D93"/>
    <w:rsid w:val="004C61D2"/>
    <w:rsid w:val="004C7EE7"/>
    <w:rsid w:val="004D2DEE"/>
    <w:rsid w:val="004D2E1F"/>
    <w:rsid w:val="004D45B7"/>
    <w:rsid w:val="004D5A26"/>
    <w:rsid w:val="004D7FD9"/>
    <w:rsid w:val="004E0E43"/>
    <w:rsid w:val="004E1324"/>
    <w:rsid w:val="004E19A5"/>
    <w:rsid w:val="004E37E5"/>
    <w:rsid w:val="004E3FDB"/>
    <w:rsid w:val="004E79FA"/>
    <w:rsid w:val="004E7F72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3341"/>
    <w:rsid w:val="005147E8"/>
    <w:rsid w:val="00514871"/>
    <w:rsid w:val="005158F2"/>
    <w:rsid w:val="005166A4"/>
    <w:rsid w:val="00526DFC"/>
    <w:rsid w:val="00526F43"/>
    <w:rsid w:val="00527651"/>
    <w:rsid w:val="005310F9"/>
    <w:rsid w:val="005363AB"/>
    <w:rsid w:val="00541E6A"/>
    <w:rsid w:val="00543A53"/>
    <w:rsid w:val="00544EF4"/>
    <w:rsid w:val="00545E53"/>
    <w:rsid w:val="005479D9"/>
    <w:rsid w:val="00555494"/>
    <w:rsid w:val="005572BD"/>
    <w:rsid w:val="0055771F"/>
    <w:rsid w:val="00557A12"/>
    <w:rsid w:val="005605C2"/>
    <w:rsid w:val="00560977"/>
    <w:rsid w:val="00560AC7"/>
    <w:rsid w:val="005619E6"/>
    <w:rsid w:val="00561AFB"/>
    <w:rsid w:val="00561FA8"/>
    <w:rsid w:val="0056271A"/>
    <w:rsid w:val="005635ED"/>
    <w:rsid w:val="00564960"/>
    <w:rsid w:val="00565253"/>
    <w:rsid w:val="00570191"/>
    <w:rsid w:val="00570570"/>
    <w:rsid w:val="00570A5D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7BB3"/>
    <w:rsid w:val="00591124"/>
    <w:rsid w:val="005959E6"/>
    <w:rsid w:val="00597024"/>
    <w:rsid w:val="00597F4F"/>
    <w:rsid w:val="005A0274"/>
    <w:rsid w:val="005A095C"/>
    <w:rsid w:val="005A669D"/>
    <w:rsid w:val="005A75D8"/>
    <w:rsid w:val="005B09A5"/>
    <w:rsid w:val="005B607A"/>
    <w:rsid w:val="005B713E"/>
    <w:rsid w:val="005C03B6"/>
    <w:rsid w:val="005C348E"/>
    <w:rsid w:val="005C68E1"/>
    <w:rsid w:val="005D3763"/>
    <w:rsid w:val="005D55E1"/>
    <w:rsid w:val="005E066C"/>
    <w:rsid w:val="005E0A8C"/>
    <w:rsid w:val="005E19F7"/>
    <w:rsid w:val="005E4F04"/>
    <w:rsid w:val="005E62C2"/>
    <w:rsid w:val="005E6C71"/>
    <w:rsid w:val="005E6C76"/>
    <w:rsid w:val="005E7671"/>
    <w:rsid w:val="005F0963"/>
    <w:rsid w:val="005F2824"/>
    <w:rsid w:val="005F2EBA"/>
    <w:rsid w:val="005F35ED"/>
    <w:rsid w:val="005F3CA8"/>
    <w:rsid w:val="005F7812"/>
    <w:rsid w:val="005F7A88"/>
    <w:rsid w:val="006014CB"/>
    <w:rsid w:val="00603051"/>
    <w:rsid w:val="00603A1A"/>
    <w:rsid w:val="006046D5"/>
    <w:rsid w:val="006076DC"/>
    <w:rsid w:val="006077CE"/>
    <w:rsid w:val="00607A93"/>
    <w:rsid w:val="00610C08"/>
    <w:rsid w:val="00611F74"/>
    <w:rsid w:val="00615772"/>
    <w:rsid w:val="00620662"/>
    <w:rsid w:val="00621256"/>
    <w:rsid w:val="00621FCC"/>
    <w:rsid w:val="00622E4B"/>
    <w:rsid w:val="006333DA"/>
    <w:rsid w:val="00635133"/>
    <w:rsid w:val="00635134"/>
    <w:rsid w:val="00635204"/>
    <w:rsid w:val="006356E2"/>
    <w:rsid w:val="006357B4"/>
    <w:rsid w:val="00642A65"/>
    <w:rsid w:val="00645DCE"/>
    <w:rsid w:val="006465AC"/>
    <w:rsid w:val="006465BF"/>
    <w:rsid w:val="00653B22"/>
    <w:rsid w:val="006552F1"/>
    <w:rsid w:val="00655C12"/>
    <w:rsid w:val="00657BF4"/>
    <w:rsid w:val="006603FB"/>
    <w:rsid w:val="006608DF"/>
    <w:rsid w:val="006623AC"/>
    <w:rsid w:val="0066361D"/>
    <w:rsid w:val="0066451C"/>
    <w:rsid w:val="006678AF"/>
    <w:rsid w:val="006679F2"/>
    <w:rsid w:val="006701EF"/>
    <w:rsid w:val="006719D3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4B9B"/>
    <w:rsid w:val="006969FA"/>
    <w:rsid w:val="006A35D5"/>
    <w:rsid w:val="006A748A"/>
    <w:rsid w:val="006B6209"/>
    <w:rsid w:val="006C419E"/>
    <w:rsid w:val="006C4A31"/>
    <w:rsid w:val="006C5AC2"/>
    <w:rsid w:val="006C6AFB"/>
    <w:rsid w:val="006D2309"/>
    <w:rsid w:val="006D2735"/>
    <w:rsid w:val="006D45B2"/>
    <w:rsid w:val="006D5B38"/>
    <w:rsid w:val="006E0FCC"/>
    <w:rsid w:val="006E1E96"/>
    <w:rsid w:val="006E5E21"/>
    <w:rsid w:val="006F2648"/>
    <w:rsid w:val="006F2F10"/>
    <w:rsid w:val="006F34D2"/>
    <w:rsid w:val="006F482B"/>
    <w:rsid w:val="006F6311"/>
    <w:rsid w:val="006F6C23"/>
    <w:rsid w:val="00702556"/>
    <w:rsid w:val="0070277E"/>
    <w:rsid w:val="00704156"/>
    <w:rsid w:val="00704BD2"/>
    <w:rsid w:val="00704F2F"/>
    <w:rsid w:val="0070641B"/>
    <w:rsid w:val="007069FC"/>
    <w:rsid w:val="00710640"/>
    <w:rsid w:val="00711221"/>
    <w:rsid w:val="00712675"/>
    <w:rsid w:val="00713808"/>
    <w:rsid w:val="007151B6"/>
    <w:rsid w:val="0071520D"/>
    <w:rsid w:val="00715CF8"/>
    <w:rsid w:val="00715EDB"/>
    <w:rsid w:val="007160D5"/>
    <w:rsid w:val="007163FB"/>
    <w:rsid w:val="00717C2E"/>
    <w:rsid w:val="007204FA"/>
    <w:rsid w:val="00720D60"/>
    <w:rsid w:val="007213B3"/>
    <w:rsid w:val="0072457F"/>
    <w:rsid w:val="00724721"/>
    <w:rsid w:val="00725406"/>
    <w:rsid w:val="0072621B"/>
    <w:rsid w:val="00730555"/>
    <w:rsid w:val="007312CC"/>
    <w:rsid w:val="00736A64"/>
    <w:rsid w:val="0074107D"/>
    <w:rsid w:val="007410B6"/>
    <w:rsid w:val="007448D1"/>
    <w:rsid w:val="00744C6F"/>
    <w:rsid w:val="0074548D"/>
    <w:rsid w:val="007457F6"/>
    <w:rsid w:val="00745ABB"/>
    <w:rsid w:val="00745C8E"/>
    <w:rsid w:val="007460DC"/>
    <w:rsid w:val="00746E38"/>
    <w:rsid w:val="00747CD5"/>
    <w:rsid w:val="00752D1C"/>
    <w:rsid w:val="00753B51"/>
    <w:rsid w:val="00753C36"/>
    <w:rsid w:val="00756629"/>
    <w:rsid w:val="007573C3"/>
    <w:rsid w:val="007575D2"/>
    <w:rsid w:val="00757B4F"/>
    <w:rsid w:val="00757B6A"/>
    <w:rsid w:val="007610E0"/>
    <w:rsid w:val="007621AA"/>
    <w:rsid w:val="0076260A"/>
    <w:rsid w:val="00764A67"/>
    <w:rsid w:val="0077051F"/>
    <w:rsid w:val="00770F6B"/>
    <w:rsid w:val="00771883"/>
    <w:rsid w:val="00774439"/>
    <w:rsid w:val="00776DC2"/>
    <w:rsid w:val="00780122"/>
    <w:rsid w:val="007813C8"/>
    <w:rsid w:val="0078214B"/>
    <w:rsid w:val="00783593"/>
    <w:rsid w:val="0078498A"/>
    <w:rsid w:val="00792207"/>
    <w:rsid w:val="00792B64"/>
    <w:rsid w:val="00792E29"/>
    <w:rsid w:val="0079379A"/>
    <w:rsid w:val="00793B48"/>
    <w:rsid w:val="00793F98"/>
    <w:rsid w:val="00794953"/>
    <w:rsid w:val="00794FE8"/>
    <w:rsid w:val="00795954"/>
    <w:rsid w:val="00795C5C"/>
    <w:rsid w:val="00797872"/>
    <w:rsid w:val="007A0F60"/>
    <w:rsid w:val="007A11D6"/>
    <w:rsid w:val="007A1F2F"/>
    <w:rsid w:val="007A2A5C"/>
    <w:rsid w:val="007A2F95"/>
    <w:rsid w:val="007A5150"/>
    <w:rsid w:val="007A5373"/>
    <w:rsid w:val="007A789F"/>
    <w:rsid w:val="007B75BC"/>
    <w:rsid w:val="007C0791"/>
    <w:rsid w:val="007C0B6E"/>
    <w:rsid w:val="007C0BD6"/>
    <w:rsid w:val="007C3806"/>
    <w:rsid w:val="007C5BB7"/>
    <w:rsid w:val="007C5EAC"/>
    <w:rsid w:val="007D07D5"/>
    <w:rsid w:val="007D1C64"/>
    <w:rsid w:val="007D27BD"/>
    <w:rsid w:val="007D32DD"/>
    <w:rsid w:val="007D495F"/>
    <w:rsid w:val="007D6DCE"/>
    <w:rsid w:val="007D72C4"/>
    <w:rsid w:val="007E1919"/>
    <w:rsid w:val="007E2CFE"/>
    <w:rsid w:val="007E59C9"/>
    <w:rsid w:val="007F0072"/>
    <w:rsid w:val="007F1831"/>
    <w:rsid w:val="007F2EB6"/>
    <w:rsid w:val="007F54C3"/>
    <w:rsid w:val="007F5D42"/>
    <w:rsid w:val="00800FF0"/>
    <w:rsid w:val="00802949"/>
    <w:rsid w:val="0080301E"/>
    <w:rsid w:val="0080365F"/>
    <w:rsid w:val="008103B6"/>
    <w:rsid w:val="00810F92"/>
    <w:rsid w:val="0081239B"/>
    <w:rsid w:val="00812BE5"/>
    <w:rsid w:val="0081403A"/>
    <w:rsid w:val="00817429"/>
    <w:rsid w:val="00821514"/>
    <w:rsid w:val="00821E35"/>
    <w:rsid w:val="008227F5"/>
    <w:rsid w:val="00824591"/>
    <w:rsid w:val="00824AED"/>
    <w:rsid w:val="00827820"/>
    <w:rsid w:val="00830384"/>
    <w:rsid w:val="00831B8B"/>
    <w:rsid w:val="0083405D"/>
    <w:rsid w:val="008352D4"/>
    <w:rsid w:val="00836DB9"/>
    <w:rsid w:val="00837C67"/>
    <w:rsid w:val="008415B0"/>
    <w:rsid w:val="00842028"/>
    <w:rsid w:val="008460B6"/>
    <w:rsid w:val="00850C9D"/>
    <w:rsid w:val="00852620"/>
    <w:rsid w:val="00852B59"/>
    <w:rsid w:val="00854857"/>
    <w:rsid w:val="00856272"/>
    <w:rsid w:val="008563FF"/>
    <w:rsid w:val="0086018B"/>
    <w:rsid w:val="008611DD"/>
    <w:rsid w:val="008620DE"/>
    <w:rsid w:val="00864286"/>
    <w:rsid w:val="00866867"/>
    <w:rsid w:val="00872257"/>
    <w:rsid w:val="00874D7D"/>
    <w:rsid w:val="008753E6"/>
    <w:rsid w:val="00875843"/>
    <w:rsid w:val="0087738C"/>
    <w:rsid w:val="008802AF"/>
    <w:rsid w:val="00880778"/>
    <w:rsid w:val="00881794"/>
    <w:rsid w:val="00881926"/>
    <w:rsid w:val="0088318F"/>
    <w:rsid w:val="0088331D"/>
    <w:rsid w:val="0088334C"/>
    <w:rsid w:val="008852B0"/>
    <w:rsid w:val="00885AE7"/>
    <w:rsid w:val="00886B60"/>
    <w:rsid w:val="00887889"/>
    <w:rsid w:val="00891E40"/>
    <w:rsid w:val="008920FF"/>
    <w:rsid w:val="008926E8"/>
    <w:rsid w:val="00894F19"/>
    <w:rsid w:val="00896A10"/>
    <w:rsid w:val="008971B5"/>
    <w:rsid w:val="008A1315"/>
    <w:rsid w:val="008A3755"/>
    <w:rsid w:val="008A49E9"/>
    <w:rsid w:val="008A5D26"/>
    <w:rsid w:val="008A6897"/>
    <w:rsid w:val="008A6B13"/>
    <w:rsid w:val="008A6ECB"/>
    <w:rsid w:val="008B0BF9"/>
    <w:rsid w:val="008B276B"/>
    <w:rsid w:val="008B2866"/>
    <w:rsid w:val="008B28ED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6D1D"/>
    <w:rsid w:val="008C7233"/>
    <w:rsid w:val="008C7560"/>
    <w:rsid w:val="008C78C2"/>
    <w:rsid w:val="008D23AC"/>
    <w:rsid w:val="008D2434"/>
    <w:rsid w:val="008D7A00"/>
    <w:rsid w:val="008E15B7"/>
    <w:rsid w:val="008E171D"/>
    <w:rsid w:val="008E17F1"/>
    <w:rsid w:val="008E2785"/>
    <w:rsid w:val="008E58B1"/>
    <w:rsid w:val="008E6857"/>
    <w:rsid w:val="008E78A3"/>
    <w:rsid w:val="008E79AB"/>
    <w:rsid w:val="008F0654"/>
    <w:rsid w:val="008F06CB"/>
    <w:rsid w:val="008F2E83"/>
    <w:rsid w:val="008F612A"/>
    <w:rsid w:val="008F7B48"/>
    <w:rsid w:val="0090293D"/>
    <w:rsid w:val="009034DE"/>
    <w:rsid w:val="0090605D"/>
    <w:rsid w:val="00906419"/>
    <w:rsid w:val="00912889"/>
    <w:rsid w:val="00913A42"/>
    <w:rsid w:val="00914167"/>
    <w:rsid w:val="009143DB"/>
    <w:rsid w:val="00915065"/>
    <w:rsid w:val="00916E53"/>
    <w:rsid w:val="009178B1"/>
    <w:rsid w:val="00917CE5"/>
    <w:rsid w:val="009217C0"/>
    <w:rsid w:val="00921A7A"/>
    <w:rsid w:val="00925241"/>
    <w:rsid w:val="00925CEC"/>
    <w:rsid w:val="0092692D"/>
    <w:rsid w:val="00926A3F"/>
    <w:rsid w:val="0092794E"/>
    <w:rsid w:val="00930D30"/>
    <w:rsid w:val="009332A2"/>
    <w:rsid w:val="009366C5"/>
    <w:rsid w:val="00937598"/>
    <w:rsid w:val="0093790B"/>
    <w:rsid w:val="00940072"/>
    <w:rsid w:val="00940D01"/>
    <w:rsid w:val="00946DD0"/>
    <w:rsid w:val="009509E6"/>
    <w:rsid w:val="00952018"/>
    <w:rsid w:val="00952800"/>
    <w:rsid w:val="0095300D"/>
    <w:rsid w:val="00954296"/>
    <w:rsid w:val="00955548"/>
    <w:rsid w:val="00956812"/>
    <w:rsid w:val="0095719A"/>
    <w:rsid w:val="009623E9"/>
    <w:rsid w:val="00963EEB"/>
    <w:rsid w:val="009648BC"/>
    <w:rsid w:val="00964C2F"/>
    <w:rsid w:val="00965F88"/>
    <w:rsid w:val="00973AF5"/>
    <w:rsid w:val="0098149C"/>
    <w:rsid w:val="00984D94"/>
    <w:rsid w:val="00984E03"/>
    <w:rsid w:val="00987E85"/>
    <w:rsid w:val="009955C4"/>
    <w:rsid w:val="009A0D12"/>
    <w:rsid w:val="009A1987"/>
    <w:rsid w:val="009A2BEE"/>
    <w:rsid w:val="009A5289"/>
    <w:rsid w:val="009A7A53"/>
    <w:rsid w:val="009B0402"/>
    <w:rsid w:val="009B0B75"/>
    <w:rsid w:val="009B13BC"/>
    <w:rsid w:val="009B16DF"/>
    <w:rsid w:val="009B2A6D"/>
    <w:rsid w:val="009B4CB2"/>
    <w:rsid w:val="009B61EA"/>
    <w:rsid w:val="009B6701"/>
    <w:rsid w:val="009B6EF7"/>
    <w:rsid w:val="009B7000"/>
    <w:rsid w:val="009B739C"/>
    <w:rsid w:val="009C328C"/>
    <w:rsid w:val="009C4444"/>
    <w:rsid w:val="009C52D3"/>
    <w:rsid w:val="009C79AD"/>
    <w:rsid w:val="009C7CA6"/>
    <w:rsid w:val="009D1EDA"/>
    <w:rsid w:val="009D3316"/>
    <w:rsid w:val="009D55AA"/>
    <w:rsid w:val="009E1436"/>
    <w:rsid w:val="009E1752"/>
    <w:rsid w:val="009E2014"/>
    <w:rsid w:val="009E2AC5"/>
    <w:rsid w:val="009E32F5"/>
    <w:rsid w:val="009E3E77"/>
    <w:rsid w:val="009E3FAB"/>
    <w:rsid w:val="009E5B3F"/>
    <w:rsid w:val="009E7D90"/>
    <w:rsid w:val="009F1AB0"/>
    <w:rsid w:val="009F501D"/>
    <w:rsid w:val="00A0106E"/>
    <w:rsid w:val="00A01811"/>
    <w:rsid w:val="00A01E35"/>
    <w:rsid w:val="00A039D5"/>
    <w:rsid w:val="00A046AD"/>
    <w:rsid w:val="00A06E1D"/>
    <w:rsid w:val="00A079C1"/>
    <w:rsid w:val="00A12520"/>
    <w:rsid w:val="00A12591"/>
    <w:rsid w:val="00A130FD"/>
    <w:rsid w:val="00A13D6D"/>
    <w:rsid w:val="00A14769"/>
    <w:rsid w:val="00A15C08"/>
    <w:rsid w:val="00A16151"/>
    <w:rsid w:val="00A16EC6"/>
    <w:rsid w:val="00A17C06"/>
    <w:rsid w:val="00A2126E"/>
    <w:rsid w:val="00A21706"/>
    <w:rsid w:val="00A24FCC"/>
    <w:rsid w:val="00A264FF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168A"/>
    <w:rsid w:val="00A54D3E"/>
    <w:rsid w:val="00A56D62"/>
    <w:rsid w:val="00A56F07"/>
    <w:rsid w:val="00A5762C"/>
    <w:rsid w:val="00A600FC"/>
    <w:rsid w:val="00A60BCA"/>
    <w:rsid w:val="00A61FA5"/>
    <w:rsid w:val="00A6225B"/>
    <w:rsid w:val="00A638DA"/>
    <w:rsid w:val="00A65B41"/>
    <w:rsid w:val="00A65D0D"/>
    <w:rsid w:val="00A65E00"/>
    <w:rsid w:val="00A66A78"/>
    <w:rsid w:val="00A7436E"/>
    <w:rsid w:val="00A74E96"/>
    <w:rsid w:val="00A75A8E"/>
    <w:rsid w:val="00A80D34"/>
    <w:rsid w:val="00A824DD"/>
    <w:rsid w:val="00A83676"/>
    <w:rsid w:val="00A83B7B"/>
    <w:rsid w:val="00A84274"/>
    <w:rsid w:val="00A84F20"/>
    <w:rsid w:val="00A850F3"/>
    <w:rsid w:val="00A864E3"/>
    <w:rsid w:val="00A90DAC"/>
    <w:rsid w:val="00A91580"/>
    <w:rsid w:val="00A94574"/>
    <w:rsid w:val="00A95936"/>
    <w:rsid w:val="00A9605D"/>
    <w:rsid w:val="00A96265"/>
    <w:rsid w:val="00A97084"/>
    <w:rsid w:val="00AA104F"/>
    <w:rsid w:val="00AA1C2C"/>
    <w:rsid w:val="00AA35F6"/>
    <w:rsid w:val="00AA667C"/>
    <w:rsid w:val="00AA6E91"/>
    <w:rsid w:val="00AA7439"/>
    <w:rsid w:val="00AB047E"/>
    <w:rsid w:val="00AB0B0A"/>
    <w:rsid w:val="00AB0BB7"/>
    <w:rsid w:val="00AB22AA"/>
    <w:rsid w:val="00AB22C6"/>
    <w:rsid w:val="00AB2AD0"/>
    <w:rsid w:val="00AB67FC"/>
    <w:rsid w:val="00AC00F2"/>
    <w:rsid w:val="00AC31B5"/>
    <w:rsid w:val="00AC4EA1"/>
    <w:rsid w:val="00AC5041"/>
    <w:rsid w:val="00AC509F"/>
    <w:rsid w:val="00AC5381"/>
    <w:rsid w:val="00AC5920"/>
    <w:rsid w:val="00AD0E65"/>
    <w:rsid w:val="00AD2BF2"/>
    <w:rsid w:val="00AD4E90"/>
    <w:rsid w:val="00AD5422"/>
    <w:rsid w:val="00AD7B7D"/>
    <w:rsid w:val="00AE093C"/>
    <w:rsid w:val="00AE4179"/>
    <w:rsid w:val="00AE4425"/>
    <w:rsid w:val="00AE4FBE"/>
    <w:rsid w:val="00AE650F"/>
    <w:rsid w:val="00AE6555"/>
    <w:rsid w:val="00AE6AD5"/>
    <w:rsid w:val="00AE7BD3"/>
    <w:rsid w:val="00AE7D16"/>
    <w:rsid w:val="00AF05BB"/>
    <w:rsid w:val="00AF38ED"/>
    <w:rsid w:val="00AF4CAA"/>
    <w:rsid w:val="00AF571A"/>
    <w:rsid w:val="00AF60A0"/>
    <w:rsid w:val="00AF67FC"/>
    <w:rsid w:val="00AF7DF5"/>
    <w:rsid w:val="00B006E5"/>
    <w:rsid w:val="00B024C2"/>
    <w:rsid w:val="00B07700"/>
    <w:rsid w:val="00B07FC3"/>
    <w:rsid w:val="00B10063"/>
    <w:rsid w:val="00B10AD7"/>
    <w:rsid w:val="00B12C4C"/>
    <w:rsid w:val="00B13921"/>
    <w:rsid w:val="00B1528C"/>
    <w:rsid w:val="00B16ACD"/>
    <w:rsid w:val="00B21487"/>
    <w:rsid w:val="00B232D1"/>
    <w:rsid w:val="00B24DB5"/>
    <w:rsid w:val="00B2796B"/>
    <w:rsid w:val="00B31F9E"/>
    <w:rsid w:val="00B3268F"/>
    <w:rsid w:val="00B329CB"/>
    <w:rsid w:val="00B32C2C"/>
    <w:rsid w:val="00B3309D"/>
    <w:rsid w:val="00B331C4"/>
    <w:rsid w:val="00B332E9"/>
    <w:rsid w:val="00B33A1A"/>
    <w:rsid w:val="00B33E6C"/>
    <w:rsid w:val="00B342ED"/>
    <w:rsid w:val="00B371CC"/>
    <w:rsid w:val="00B374D5"/>
    <w:rsid w:val="00B41CD9"/>
    <w:rsid w:val="00B427E6"/>
    <w:rsid w:val="00B428A6"/>
    <w:rsid w:val="00B43E1F"/>
    <w:rsid w:val="00B45FBC"/>
    <w:rsid w:val="00B51A7D"/>
    <w:rsid w:val="00B535C2"/>
    <w:rsid w:val="00B5382E"/>
    <w:rsid w:val="00B55544"/>
    <w:rsid w:val="00B62AFC"/>
    <w:rsid w:val="00B642FC"/>
    <w:rsid w:val="00B64D26"/>
    <w:rsid w:val="00B64FBB"/>
    <w:rsid w:val="00B700B8"/>
    <w:rsid w:val="00B70E22"/>
    <w:rsid w:val="00B774CB"/>
    <w:rsid w:val="00B80402"/>
    <w:rsid w:val="00B80B9A"/>
    <w:rsid w:val="00B8230D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C7CF2"/>
    <w:rsid w:val="00BD0648"/>
    <w:rsid w:val="00BD1040"/>
    <w:rsid w:val="00BD34AA"/>
    <w:rsid w:val="00BD5BE9"/>
    <w:rsid w:val="00BD5E17"/>
    <w:rsid w:val="00BD6017"/>
    <w:rsid w:val="00BE03DC"/>
    <w:rsid w:val="00BE0C44"/>
    <w:rsid w:val="00BE1B8B"/>
    <w:rsid w:val="00BE2A18"/>
    <w:rsid w:val="00BE2C01"/>
    <w:rsid w:val="00BE41EC"/>
    <w:rsid w:val="00BE4E40"/>
    <w:rsid w:val="00BE56FB"/>
    <w:rsid w:val="00BE7D84"/>
    <w:rsid w:val="00BF166E"/>
    <w:rsid w:val="00BF2E7F"/>
    <w:rsid w:val="00BF3DDE"/>
    <w:rsid w:val="00BF6589"/>
    <w:rsid w:val="00BF6F7F"/>
    <w:rsid w:val="00C00647"/>
    <w:rsid w:val="00C01F63"/>
    <w:rsid w:val="00C02764"/>
    <w:rsid w:val="00C035E8"/>
    <w:rsid w:val="00C04CEF"/>
    <w:rsid w:val="00C0662F"/>
    <w:rsid w:val="00C1008B"/>
    <w:rsid w:val="00C11943"/>
    <w:rsid w:val="00C12E96"/>
    <w:rsid w:val="00C14763"/>
    <w:rsid w:val="00C16141"/>
    <w:rsid w:val="00C2060B"/>
    <w:rsid w:val="00C2363F"/>
    <w:rsid w:val="00C236C8"/>
    <w:rsid w:val="00C260B1"/>
    <w:rsid w:val="00C26A10"/>
    <w:rsid w:val="00C26E56"/>
    <w:rsid w:val="00C31406"/>
    <w:rsid w:val="00C33B9B"/>
    <w:rsid w:val="00C35108"/>
    <w:rsid w:val="00C37194"/>
    <w:rsid w:val="00C40637"/>
    <w:rsid w:val="00C40F6C"/>
    <w:rsid w:val="00C441D9"/>
    <w:rsid w:val="00C44426"/>
    <w:rsid w:val="00C445F3"/>
    <w:rsid w:val="00C451F4"/>
    <w:rsid w:val="00C45EB1"/>
    <w:rsid w:val="00C470B9"/>
    <w:rsid w:val="00C502B1"/>
    <w:rsid w:val="00C53226"/>
    <w:rsid w:val="00C54A3A"/>
    <w:rsid w:val="00C54B54"/>
    <w:rsid w:val="00C54FFB"/>
    <w:rsid w:val="00C55566"/>
    <w:rsid w:val="00C560E7"/>
    <w:rsid w:val="00C56448"/>
    <w:rsid w:val="00C667BE"/>
    <w:rsid w:val="00C67186"/>
    <w:rsid w:val="00C6766B"/>
    <w:rsid w:val="00C72223"/>
    <w:rsid w:val="00C76417"/>
    <w:rsid w:val="00C7726F"/>
    <w:rsid w:val="00C823DA"/>
    <w:rsid w:val="00C8259F"/>
    <w:rsid w:val="00C82746"/>
    <w:rsid w:val="00C8312F"/>
    <w:rsid w:val="00C84A2F"/>
    <w:rsid w:val="00C84C47"/>
    <w:rsid w:val="00C858A4"/>
    <w:rsid w:val="00C86AFA"/>
    <w:rsid w:val="00C965C8"/>
    <w:rsid w:val="00C97089"/>
    <w:rsid w:val="00CB18D0"/>
    <w:rsid w:val="00CB1C8A"/>
    <w:rsid w:val="00CB24F5"/>
    <w:rsid w:val="00CB2663"/>
    <w:rsid w:val="00CB3BBE"/>
    <w:rsid w:val="00CB59E9"/>
    <w:rsid w:val="00CB7C0B"/>
    <w:rsid w:val="00CC0D6A"/>
    <w:rsid w:val="00CC3831"/>
    <w:rsid w:val="00CC3E3D"/>
    <w:rsid w:val="00CC519B"/>
    <w:rsid w:val="00CC6C40"/>
    <w:rsid w:val="00CD12C1"/>
    <w:rsid w:val="00CD214E"/>
    <w:rsid w:val="00CD46FA"/>
    <w:rsid w:val="00CD4C66"/>
    <w:rsid w:val="00CD5973"/>
    <w:rsid w:val="00CE31A6"/>
    <w:rsid w:val="00CF09AA"/>
    <w:rsid w:val="00CF4696"/>
    <w:rsid w:val="00CF4813"/>
    <w:rsid w:val="00CF4AF1"/>
    <w:rsid w:val="00CF5233"/>
    <w:rsid w:val="00D029B8"/>
    <w:rsid w:val="00D02F60"/>
    <w:rsid w:val="00D0464E"/>
    <w:rsid w:val="00D04A96"/>
    <w:rsid w:val="00D05892"/>
    <w:rsid w:val="00D07A7B"/>
    <w:rsid w:val="00D10E06"/>
    <w:rsid w:val="00D11156"/>
    <w:rsid w:val="00D15197"/>
    <w:rsid w:val="00D16820"/>
    <w:rsid w:val="00D169C8"/>
    <w:rsid w:val="00D1793F"/>
    <w:rsid w:val="00D22AF5"/>
    <w:rsid w:val="00D235EA"/>
    <w:rsid w:val="00D247A9"/>
    <w:rsid w:val="00D25EAE"/>
    <w:rsid w:val="00D31825"/>
    <w:rsid w:val="00D32721"/>
    <w:rsid w:val="00D328DC"/>
    <w:rsid w:val="00D33387"/>
    <w:rsid w:val="00D3603F"/>
    <w:rsid w:val="00D402FB"/>
    <w:rsid w:val="00D43A6D"/>
    <w:rsid w:val="00D47D7A"/>
    <w:rsid w:val="00D50ABD"/>
    <w:rsid w:val="00D51FB7"/>
    <w:rsid w:val="00D5462F"/>
    <w:rsid w:val="00D55290"/>
    <w:rsid w:val="00D57408"/>
    <w:rsid w:val="00D57791"/>
    <w:rsid w:val="00D6046A"/>
    <w:rsid w:val="00D61599"/>
    <w:rsid w:val="00D62870"/>
    <w:rsid w:val="00D655D9"/>
    <w:rsid w:val="00D65872"/>
    <w:rsid w:val="00D676F3"/>
    <w:rsid w:val="00D70A6B"/>
    <w:rsid w:val="00D70EF5"/>
    <w:rsid w:val="00D71024"/>
    <w:rsid w:val="00D71A25"/>
    <w:rsid w:val="00D71FCF"/>
    <w:rsid w:val="00D72A54"/>
    <w:rsid w:val="00D72CC1"/>
    <w:rsid w:val="00D73B2C"/>
    <w:rsid w:val="00D75435"/>
    <w:rsid w:val="00D75D0A"/>
    <w:rsid w:val="00D76EC9"/>
    <w:rsid w:val="00D77351"/>
    <w:rsid w:val="00D80E7D"/>
    <w:rsid w:val="00D81397"/>
    <w:rsid w:val="00D848B9"/>
    <w:rsid w:val="00D848F9"/>
    <w:rsid w:val="00D90E69"/>
    <w:rsid w:val="00D91368"/>
    <w:rsid w:val="00D93106"/>
    <w:rsid w:val="00D933E9"/>
    <w:rsid w:val="00D9505D"/>
    <w:rsid w:val="00D953D0"/>
    <w:rsid w:val="00D954EC"/>
    <w:rsid w:val="00D959F5"/>
    <w:rsid w:val="00D96884"/>
    <w:rsid w:val="00DA3FDD"/>
    <w:rsid w:val="00DA7017"/>
    <w:rsid w:val="00DA7028"/>
    <w:rsid w:val="00DA7644"/>
    <w:rsid w:val="00DB1AD2"/>
    <w:rsid w:val="00DB2B58"/>
    <w:rsid w:val="00DB4136"/>
    <w:rsid w:val="00DB5206"/>
    <w:rsid w:val="00DB5560"/>
    <w:rsid w:val="00DB6276"/>
    <w:rsid w:val="00DB63F5"/>
    <w:rsid w:val="00DC1C6B"/>
    <w:rsid w:val="00DC2C2E"/>
    <w:rsid w:val="00DC4AF0"/>
    <w:rsid w:val="00DC7886"/>
    <w:rsid w:val="00DD0CF2"/>
    <w:rsid w:val="00DD11E3"/>
    <w:rsid w:val="00DD3E5A"/>
    <w:rsid w:val="00DE0C68"/>
    <w:rsid w:val="00DE1554"/>
    <w:rsid w:val="00DE272B"/>
    <w:rsid w:val="00DE2901"/>
    <w:rsid w:val="00DE590F"/>
    <w:rsid w:val="00DE7DC1"/>
    <w:rsid w:val="00DF3F7E"/>
    <w:rsid w:val="00DF7648"/>
    <w:rsid w:val="00E00E29"/>
    <w:rsid w:val="00E02BAB"/>
    <w:rsid w:val="00E04CEB"/>
    <w:rsid w:val="00E05873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5BDA"/>
    <w:rsid w:val="00E276AC"/>
    <w:rsid w:val="00E32DAD"/>
    <w:rsid w:val="00E34A35"/>
    <w:rsid w:val="00E3578F"/>
    <w:rsid w:val="00E37C2F"/>
    <w:rsid w:val="00E40446"/>
    <w:rsid w:val="00E41C28"/>
    <w:rsid w:val="00E46308"/>
    <w:rsid w:val="00E51E17"/>
    <w:rsid w:val="00E52DAB"/>
    <w:rsid w:val="00E539B0"/>
    <w:rsid w:val="00E55994"/>
    <w:rsid w:val="00E60557"/>
    <w:rsid w:val="00E60606"/>
    <w:rsid w:val="00E60C66"/>
    <w:rsid w:val="00E6164D"/>
    <w:rsid w:val="00E618C9"/>
    <w:rsid w:val="00E62774"/>
    <w:rsid w:val="00E62CE3"/>
    <w:rsid w:val="00E6307C"/>
    <w:rsid w:val="00E636FA"/>
    <w:rsid w:val="00E65FC9"/>
    <w:rsid w:val="00E66C50"/>
    <w:rsid w:val="00E679D3"/>
    <w:rsid w:val="00E71208"/>
    <w:rsid w:val="00E71444"/>
    <w:rsid w:val="00E71C91"/>
    <w:rsid w:val="00E75DDA"/>
    <w:rsid w:val="00E773E8"/>
    <w:rsid w:val="00E83ADD"/>
    <w:rsid w:val="00E84F38"/>
    <w:rsid w:val="00E85623"/>
    <w:rsid w:val="00E87441"/>
    <w:rsid w:val="00E91FAE"/>
    <w:rsid w:val="00E94077"/>
    <w:rsid w:val="00E96E3F"/>
    <w:rsid w:val="00E97B15"/>
    <w:rsid w:val="00EA2376"/>
    <w:rsid w:val="00EA270C"/>
    <w:rsid w:val="00EA4974"/>
    <w:rsid w:val="00EA532E"/>
    <w:rsid w:val="00EB06D9"/>
    <w:rsid w:val="00EB192B"/>
    <w:rsid w:val="00EB19ED"/>
    <w:rsid w:val="00EB1BC3"/>
    <w:rsid w:val="00EB1CAB"/>
    <w:rsid w:val="00EB23F4"/>
    <w:rsid w:val="00EB5442"/>
    <w:rsid w:val="00EC0F5A"/>
    <w:rsid w:val="00EC4265"/>
    <w:rsid w:val="00EC4CEB"/>
    <w:rsid w:val="00EC5988"/>
    <w:rsid w:val="00EC659E"/>
    <w:rsid w:val="00EC7E4F"/>
    <w:rsid w:val="00ED2072"/>
    <w:rsid w:val="00ED2AE0"/>
    <w:rsid w:val="00ED5553"/>
    <w:rsid w:val="00ED5E36"/>
    <w:rsid w:val="00ED6961"/>
    <w:rsid w:val="00ED7533"/>
    <w:rsid w:val="00EE0164"/>
    <w:rsid w:val="00EF0B96"/>
    <w:rsid w:val="00EF0E8C"/>
    <w:rsid w:val="00EF3486"/>
    <w:rsid w:val="00EF47AF"/>
    <w:rsid w:val="00EF53B6"/>
    <w:rsid w:val="00F00B73"/>
    <w:rsid w:val="00F115CA"/>
    <w:rsid w:val="00F132B1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10CA"/>
    <w:rsid w:val="00F340B2"/>
    <w:rsid w:val="00F3582A"/>
    <w:rsid w:val="00F36674"/>
    <w:rsid w:val="00F41A41"/>
    <w:rsid w:val="00F43390"/>
    <w:rsid w:val="00F443B2"/>
    <w:rsid w:val="00F445B1"/>
    <w:rsid w:val="00F458D8"/>
    <w:rsid w:val="00F46B4D"/>
    <w:rsid w:val="00F47990"/>
    <w:rsid w:val="00F50237"/>
    <w:rsid w:val="00F50AED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3D52"/>
    <w:rsid w:val="00F74C59"/>
    <w:rsid w:val="00F74D7F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95EA9"/>
    <w:rsid w:val="00F97DBF"/>
    <w:rsid w:val="00FA13C2"/>
    <w:rsid w:val="00FA39B3"/>
    <w:rsid w:val="00FA6B45"/>
    <w:rsid w:val="00FA6C4E"/>
    <w:rsid w:val="00FA7632"/>
    <w:rsid w:val="00FA7F91"/>
    <w:rsid w:val="00FB121C"/>
    <w:rsid w:val="00FB1CDD"/>
    <w:rsid w:val="00FB2C2F"/>
    <w:rsid w:val="00FB305C"/>
    <w:rsid w:val="00FB345C"/>
    <w:rsid w:val="00FB522D"/>
    <w:rsid w:val="00FC178A"/>
    <w:rsid w:val="00FC2E3D"/>
    <w:rsid w:val="00FC3BDE"/>
    <w:rsid w:val="00FC5DE4"/>
    <w:rsid w:val="00FC5F41"/>
    <w:rsid w:val="00FD1DBE"/>
    <w:rsid w:val="00FD27B6"/>
    <w:rsid w:val="00FD3689"/>
    <w:rsid w:val="00FD42A3"/>
    <w:rsid w:val="00FD7468"/>
    <w:rsid w:val="00FD7CE0"/>
    <w:rsid w:val="00FE0B3B"/>
    <w:rsid w:val="00FE1BE2"/>
    <w:rsid w:val="00FE2D81"/>
    <w:rsid w:val="00FE730A"/>
    <w:rsid w:val="00FF187F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CCA793"/>
  <w15:docId w15:val="{5351BCC2-72F8-485B-80B6-D9DA89936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578F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A61FA5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2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3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1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5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6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9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7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25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7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qFormat/>
    <w:rsid w:val="004E7F72"/>
    <w:pPr>
      <w:keepNext/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qFormat/>
    <w:rsid w:val="00AE6AD5"/>
    <w:pPr>
      <w:keepNext w:val="0"/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1329AC"/>
    <w:pPr>
      <w:spacing w:line="240" w:lineRule="auto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700B8"/>
    <w:pPr>
      <w:jc w:val="left"/>
    </w:pPr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7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UJ\AppData\Roaming\Microsoft\Templates\Szablon%20tekstu%20jednolit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Makroinstrukcje2.xml>��< c u s t o m U I   x m l n s = " h t t p : / / s c h e m a s . m i c r o s o f t . c o m / o f f i c e / 2 0 0 6 / 0 1 / c u s t o m u i " >  
 < r i b b o n >  
 < t a b s >  
 < t a b   i d M s o = " T a b H o m e " >  
 < g r o u p   i d M s o = " G r o u p F o n t "   v i s i b l e = " f a l s e " / >  
 < g r o u p   i d M s o = " G r o u p P a r a g r a p h "   v i s i b l e = " f a l s e " / >  
 < g r o u p   i d = " g M a k r a 4 "   l a b e l = " W y g l d   t e k s t u "   i n s e r t B e f o r e M s o = " G r o u p F o n t " >  
 < b u t t o n   i d = " p M a k r o 1 5 "   v i s i b l e = " t r u e "   l a b e l = " P o g r u b i e n i e "   i m a g e M s o = " C h a r a c t e r S h a d i n g "   o n A c t i o n = " S t u b . B o l d _ s t u b " / >  
 < b u t t o n   i d = " p M a k r o 1 6 "   v i s i b l e = " t r u e "   l a b e l = " K u r s y w a "   i m a g e M s o = " W o r d A r t F o r m a t D i a l o g "   o n A c t i o n = " S t u b . I t a l i c _ s t u b " / >  
 < t o g g l e B u t t o n   i d M s o = " P a r a g r a p h M a r k s "   i m a g e M s o = " P a r a g r a p h M a r k s " / >  
 < b u t t o n   i d = " p M a k r o 1 8 "   v i s i b l e = " t r u e "   l a b e l = " I n d e k s   g � r n y "   i m a g e M s o = " F o n t S c h e m e s "   o n A c t i o n = " S t u b . G _ I n d e k s _ s t u b " / >  
 < b u t t o n   i d = " p M a k r o 1 7 "   v i s i b l e = " t r u e "   l a b e l = " I n d e k s   d o l n y "   i m a g e M s o = " M a i l M e r g e R e s u l t s P r e v i e w "   o n A c t i o n = " S t u b . D _ i n d e k s _ s t u b " / >  
 < b u t t o n   i d = " p M a k r o 2 4 "   v i s i b l e = " t r u e "   l a b e l = " N o r m a l n a   c z c i o n k a "   i m a g e M s o = " C h a r a c t e r B o r d e r "   o n A c t i o n = " S t u b . B e z _ s t y l u _ s t u b " / >  
 < / g r o u p >  
 < g r o u p   i d = " g M a k r a 5 "   l a b e l = " E d y c j a   t e k s t u "   i n s e r t B e f o r e M s o = " G r o u p F o n t " >  
 < b u t t o n   i d = " p M a k r o 1 9 "   v i s i b l e = " t r u e "   l a b e l = " W s t a w i e n i e   o d n o [n i k a "   o n A c t i o n = " S t u b . P r z y p i s _ s t u b " / >  
 < b u t t o n   i d = " p M a k r o 3 0 "   v i s i b l e = " t r u e "   l a b e l = " U s u n i c i e   o d n o [n i k a "   o n A c t i o n = " S t u b . U s u n _ p r z y p i s _ s t u b " / >  
 < b u t t o n   i d = " p M a k r o 2 5 "   v i s i b l e = " t r u e "   l a b e l = " W s t a w i e n i e   z a k Ba d k i "   i m a g e M s o = " W e b S e r v e r D i s c u s s i o n s "   o n A c t i o n = " S t u b . W s t a w _ Z a k l a d k e _ s t u b " / >  
 < / g r o u p >  
 < g r o u p   i d = " g M a k r a 6 "   l a b e l = " K o l o r y "   i n s e r t A f t e r M s o = " G r o u p F o n t " >  
 < b u t t o n   i d = " p M a k r o 3 1 "   v i s i b l e = " t r u e "   l a b e l = " N a   c z e r w o n o "   i m a g e M s o = " A p p o i n t m e n t C o l o r 1 "   o n A c t i o n = " S t u b . K o l o r _ c z e r w o n y _ s t u b " / >  
 < b u t t o n   i d = " p M a k r o 3 2 "   v i s i b l e = " t r u e "   l a b e l = " N a   n i e b i e s k o "   i m a g e M s o = " A p p o i n t m e n t C o l o r 6 "   o n A c t i o n = " S t u b . K o l o r _ n i e b i e s k i _ s t u b " / >  
 < b u t t o n   i d = " p M a k r o 3 5 "   v i s i b l e = " t r u e "   l a b e l = " U s u n i c i e   k o l o r � w "   i m a g e M s o = " A p p o i n t m e n t C o l o r 0 "   o n A c t i o n = " S t u b . B e z _ k o l o r u _ s t u b " / >  
 < b u t t o n   i d = " p M a k r o 3 3 "   v i s i b l e = " t r u e "   l a b e l = " N a   z i e l o n o "   i m a g e M s o = " A p p o i n t m e n t C o l o r 3 "   o n A c t i o n = " S t u b . K o l o r _ z i e l o n y _ s t u b " / >  
 < b u t t o n   i d = " p M a k r o 3 4 "   v i s i b l e = " t r u e "   l a b e l = " N a   |� Bt o "   i m a g e M s o = " A p p o i n t m e n t C o l o r 1 0 "   o n A c t i o n = " S t u b . K o l o r _ z o l t y _ s t u b " / >  
 < / g r o u p >  
 < g r o u p   i d = " g M a k r a 3 "   l a b e l = " Z m i a n a   s t y l � w "   i n s e r t A f t e r M s o = " G r o u p F o n t " >  
 < b u t t o n   i d = " p M a k r o 1 0 "   v i s i b l e = " t r u e "   l a b e l = " D o   n o w e l i z a c j i "   i m a g e M s o = " O u t l i n e D e m o t e T o B o d y T e x t "   o n A c t i o n = " S t u b . Z w i e k s z P o z i o m N o w e l i z a c j i _ s t u b " / >  
 < b u t t o n   i d = " p M a k r o 1 1 "   v i s i b l e = " t r u e "   l a b e l = " D o   a k t u   g B� w n e g o "   i m a g e M s o = " O u t l i n e P r o m o t e T o H e a d i n g "   o n A c t i o n = " S t u b . Z m n i e j s z P o z i o m N o w e l i z a c j i _ s t u b " / >  
 < b u t t o n   i d = " p M a k r o 1 4 "   v i s i b l e = " t r u e "   l a b e l = " P r z e n u m e r o w a n i e "   i m a g e M s o = " B u l l e t s "   o n A c t i o n = " S t u b . P r z e n u m e r u j _ s t u b " / >  
 < b u t t o n   i d = " p M a k r o 1 2 "   v i s i b l e = " t r u e "   l a b e l = " D o   j e d n o s t k i   n i |s z e g o   s t o p n i a "   i m a g e M s o = " R i g h t A r r o w 2 "   o n A c t i o n = " S t u b . Z w i e k s z Z a g l e b i e n i e _ s t u b " / >  
 < b u t t o n   i d = " p M a k r o 1 3 "   v i s i b l e = " t r u e "   l a b e l = " D o   j e d n o s t k i   w y |s z e g o   s t o p n i a "   i m a g e M s o = " L e f t A r r o w 2 "   o n A c t i o n = " S t u b . Z m n i e j s z Z a g l e b i e n i e _ s t u b " / >  
 < / g r o u p >  
 < / t a b >  
 < t a b   i d = " z M a k r a 1 "   l a b e l = " L e g i s l a c j a " >  
 < g r o u p   i d = " g M a k r a 1 "   l a b e l = " K o n w e r s j a " >  
 < b u t t o n   i d = " p M a k r o 2 3 "   l a b e l = " S p r a w d z e n i e   c u d z y s Bo w � w "   o n A c t i o n = " S t u b . S p r a w d z _ C u d z y s l o w y _ s t u b "   / >  
 < b u t t o n   i d = " p M a k r o 1 "   l a b e l = " K o n w e r s j a   a k t u "   i m a g e M s o = " V i e w G o F o r w a r d "   o n A c t i o n = " S t u b . P r z y p i s z _ S t y l _ s t u b "   / >  
 < b u t t o n   i d = " p M a k r o 4 "   l a b e l = " K o n w e r s j a   o d n o [n i k � w "   o n A c t i o n = " S t u b . P r z y p i s z _ S t y l _ O d n o s n i k i _ s t u b "   / >  
 < b u t t o n   i d = " p M a k r o 2 "   l a b e l = " K o n w e r s j a   o b w i e s z c z e n i a "   e n a b l e d   =   " t r u e "   o n A c t i o n = " S t u b . P r z y p i s z _ S t y l _ t j _ s t u b "   / >  
 < b u t t o n   i d = " p M a k r o 3 "   l a b e l = " K o n w e r s j a   c a Bo [c i "   e n a b l e d   =   " t r u e "   o n A c t i o n = " S t u b . P r z y p i s z _ S t y l _ C a l o s c _ s t u b "   / >  
 < b u t t o n   i d = " p M a k r o 5 1 "   l a b e l = " S p r a w d z e n i e   f r a g m e n t u "   e n a b l e d   =   " t r u e "   o n A c t i o n = " S t u b . S p r a w d z _ F r a g m e n t _ s t u b "   / >  
 < / g r o u p >  
 < g r o u p   i d = " g M a k r a 2 "   l a b e l = " W e r y f i k a c j a   s t y l � w " >  
 < b u t t o n   i d = " p M a k r o 6 "   v i s i b l e = " t r u e "   l a b e l = " P r o s t a "   i m a g e M s o = " _ 3 D P e r s p e c t i v e I n c r e a s e "   o n A c t i o n = " S t u b . K o r e k t a _ s t y l � w _ s t u b " / >  
 < b u t t o n   i d = " p M a k r o 9 "   v i s i b l e = " t r u e "   l a b e l = " Z   n a z w a m i   s t y l � w "   i m a g e M s o = " V i s i b i l i t y V i s i b l e "   o n A c t i o n = " S t u b . P o k a z Z e S t y l a m i _ s t u b " / >  
 < b u t t o n   i d = " p M a k r o 7 "   v i s i b l e = " t r u e "   l a b e l = " Z   k o l o r a m i   "   i m a g e M s o = " P e r s o n a S t a t u s B u s y "   o n A c t i o n = " S t u b . p o k a z Z K o l o r e m _ s t u b " / >  
 < b u t t o n   i d = " p M a k r o 5 "   l a b e l = " P o p r a w i e n i e   o d n o [n i k � w "   o n A c t i o n = " S t u b . P o p r a w P r z y p i s y _ s t u b "   / >  
 < b u t t o n   i d = " p M a k r o 4 2 "   v i s i b l e = " t r u e "   l a b e l = " A u t o n u m e r o w a n i e   o d n o [n i k � w "     o n A c t i o n = " S t u b . N u m e r u j _ o d n o s n i k i _ s t u b " / >  
 < b u t t o n   i d = " p M a k r o 8 "   v i s i b l e = " t r u e "   l a b e l = " U s u n i c i e   k o l o r � w "   i m a g e M s o = " A p p o i n t m e n t C o l o r 0 "   o n A c t i o n = " S t u b . B e z _ k o l o r u _ s t u b " / >  
 < / g r o u p >  
 < g r o u p   i d = " g M a k r a 7 "   l a b e l = " I n n e " >  
 < b u t t o n   i d = " p M a k r o 2 2 "   v i s i b l e = " t r u e "   l a b e l = " W s t a w i e n i e   t e k s t u "   o n A c t i o n = " S t u b . W k l e j _ s t u b " / >  
 < b u t t o n   i d = " p M a k r o 2 1 "   v i s i b l e = " t r u e "   l a b e l = " C z y s z c z e n i e "   o n A c t i o n = " S t u b . C z y s z c z e n i e _ s t u b " / >  
 < b u t t o n   i d = " p M a k r o 2 0 "   v i s i b l e = " t r u e "   l a b e l = " W s t a w i e n i e   p r z y p i s u   k o Dc o w e g o "   o n A c t i o n = " S t u b . P r z y p i s _ 2 _ s t u b " / >  
 < b u t t o n   i d = " p M a k r o 4 0 "   v i s i b l e = " t r u e "   l a b e l = " Z m i a n a   s z a b l o n u "   o n A c t i o n = " S t u b . Z m i e n _ S z a b l o n _ s t u b " / >  
 < b u t t o n   i d = " p M a k r o 4 1 "   v i s i b l e = " t r u e "   l a b e l = " Z a i n s t a l o w a n i e   s z a b l o n u "   o n A c t i o n = " S t u b . Z a i n s t a l u j _ S z a b l o n _ s t u b " / >  
 < / g r o u p >  
 < / t a b >  
 < t a b   i d = " z M a k r a 2 "   l a b e l = " Z a b l o k o w a n e " >  
 < g r o u p   i d M s o = " G r o u p F o n t "   v i s i b l e = " t r u e " / >  
 < g r o u p   i d M s o = " G r o u p P a r a g r a p h "   v i s i b l e = " t r u e " / >  
 < / t a b >  
 < / t a b s >  
 < / r i b b o n >  
 < / c u s t o m U I >  
 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E1E9082-8467-4E88-B573-06B7FFACF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tekstu jednolitego 4_0</Template>
  <TotalTime>33</TotalTime>
  <Pages>1</Pages>
  <Words>4584</Words>
  <Characters>27504</Characters>
  <Application>Microsoft Office Word</Application>
  <DocSecurity>0</DocSecurity>
  <Lines>229</Lines>
  <Paragraphs>64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Tekst jednolity aktu prawnego</vt:lpstr>
      <vt:lpstr>p r o j e k t</vt:lpstr>
    </vt:vector>
  </TitlesOfParts>
  <Company>&lt;nazwa organu&gt;</Company>
  <LinksUpToDate>false</LinksUpToDate>
  <CharactersWithSpaces>32024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Tekst jednolity aktu prawnego</dc:title>
  <cp:revision>18</cp:revision>
  <cp:lastPrinted>2024-03-28T07:25:00Z</cp:lastPrinted>
  <dcterms:created xsi:type="dcterms:W3CDTF">2024-01-03T14:24:00Z</dcterms:created>
  <dcterms:modified xsi:type="dcterms:W3CDTF">2024-03-28T07:25:00Z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  <property fmtid="{D5CDD505-2E9C-101B-9397-08002B2CF9AE}" pid="4" name="MFCATEGORY">
    <vt:lpwstr>InformacjePubliczneInformacjeSektoraPublicznego</vt:lpwstr>
  </property>
  <property fmtid="{D5CDD505-2E9C-101B-9397-08002B2CF9AE}" pid="5" name="MFClassifiedBy">
    <vt:lpwstr>UxC4dwLulzfINJ8nQH+xvX5LNGipWa4BRSZhPgxsCvk5LivFIZ14WINJkfIQbtklDwaz5su+KeSC3jscFFUkYQ==</vt:lpwstr>
  </property>
  <property fmtid="{D5CDD505-2E9C-101B-9397-08002B2CF9AE}" pid="6" name="MFClassificationDate">
    <vt:lpwstr>2023-02-06T12:55:00.7785448+01:00</vt:lpwstr>
  </property>
  <property fmtid="{D5CDD505-2E9C-101B-9397-08002B2CF9AE}" pid="7" name="MFClassifiedBySID">
    <vt:lpwstr>UxC4dwLulzfINJ8nQH+xvX5LNGipWa4BRSZhPgxsCvm42mrIC/DSDv0ggS+FjUN/2v1BBotkLlY5aAiEhoi6uRURQnDWsx03xrPnGe1V/xjKwpdyT+kgPj/i+S0/vxUv</vt:lpwstr>
  </property>
  <property fmtid="{D5CDD505-2E9C-101B-9397-08002B2CF9AE}" pid="8" name="MFGRNItemId">
    <vt:lpwstr>GRN-ee23cf03-682b-41de-96cb-c5d51b77c06b</vt:lpwstr>
  </property>
  <property fmtid="{D5CDD505-2E9C-101B-9397-08002B2CF9AE}" pid="9" name="MFHash">
    <vt:lpwstr>HRXHdIfFRpqI1Y/rHQE54MK+4bE0quv0VQI22WVfemM=</vt:lpwstr>
  </property>
  <property fmtid="{D5CDD505-2E9C-101B-9397-08002B2CF9AE}" pid="10" name="MFVisualMarkingsSettings">
    <vt:lpwstr>HeaderAlignment=1;FooterAlignment=1</vt:lpwstr>
  </property>
  <property fmtid="{D5CDD505-2E9C-101B-9397-08002B2CF9AE}" pid="11" name="DLPManualFileClassification">
    <vt:lpwstr>{2755b7d9-e53d-4779-a40c-03797dcf43b3}</vt:lpwstr>
  </property>
  <property fmtid="{D5CDD505-2E9C-101B-9397-08002B2CF9AE}" pid="12" name="MFRefresh">
    <vt:lpwstr>False</vt:lpwstr>
  </property>
</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button idQ="doc:Korekta_stylów_1" visible="true" label="Korekta formatowania dokumentu" imageMso="_3DPerspectiveIncrease" onAction="Korekta_stylów"/>
        <mso:button idQ="doc:ZwiekszPoziomNowelizacji_1" visible="true" label="Przejście do nowelizacji" imageMso="OutlineDemoteToBodyText" onAction="ZwiekszPoziomNowelizacji"/>
        <mso:button idQ="doc:ZmniejszPoziomNowelizacji_1" visible="true" label="Przejście do aktu głównego" imageMso="OutlinePromoteToHeading" onAction="ZmniejszPoziomNowelizacji"/>
        <mso:button idQ="doc:ZwiekszZaglebienie_1" visible="true" label="Przejście do jednostki redakcyjnej niższego stopnia" imageMso="RightArrow2" onAction="ZwiekszZaglebienie"/>
        <mso:button idQ="doc:ZmniejszZaglebienie_1" visible="true" label="Przejście do jednostki redakcyjnej wyższego stopnia" imageMso="LeftArrow2" onAction="ZmniejszZaglebienie"/>
        <mso:button idQ="doc:Przenumeruj_1" visible="true" label="Przenumerowanie" imageMso="Bullets" onAction="Przenumeruj"/>
        <mso:button idQ="doc:wstaw_Zakladke_1" visible="true" label="Wstawienie zakładki" imageMso="WebServerDiscussions" onAction="wstaw_Zakladke"/>
        <mso:button idQ="doc:Kolor_czerwony_1" visible="true" label="Na czerwono" imageMso="AppointmentColor1" onAction="Kolor_czerwony"/>
        <mso:button idQ="doc:Kolor_niebieski_1" visible="true" label="Na niebiesko" imageMso="AppointmentColor6" onAction="Kolor_niebieski"/>
        <mso:button idQ="doc:Kolor_zielony_1" visible="true" label="Na zielono" imageMso="AppointmentColor3" onAction="Kolor_zielony"/>
        <mso:button idQ="doc:Kolor_zolty_1" visible="true" label="Na żółto" imageMso="AppointmentColor10" onAction="Kolor_zolty"/>
        <mso:button idQ="doc:Bez_koloru_1" visible="true" label="Usunięcie kolorów" imageMso="AppointmentColor0" onAction="Bez_koloru"/>
        <mso:button idQ="doc:Bold_1" visible="true" label="Pogrubienie" imageMso="CharacterShading" onAction="Bold"/>
        <mso:button idQ="doc:Italic_1" visible="true" label="Kursywa" imageMso="WordArtFormatDialog" onAction="Italic"/>
        <mso:button idQ="doc:D_indeks_1" visible="true" label="Indeks dolny" imageMso="MailMergeResultsPreview" onAction="D_indeks"/>
        <mso:button idQ="doc:G_Indeks_1" visible="true" label="Indeks górny" imageMso="FontSchemes" onAction="G_Indeks"/>
        <mso:button idQ="doc:Bez_stylu_1" visible="true" label="Normalna czcionka" imageMso="CharacterBorder" onAction="Bez_stylu"/>
      </mso:documentControls>
    </mso:qat>
  </mso:ribbon>
</mso:customUI>
</file>